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</w:t>
      </w:r>
      <w:r w:rsidR="005C4A43">
        <w:rPr>
          <w:b/>
        </w:rPr>
        <w:t>–</w:t>
      </w:r>
      <w:r w:rsidR="00E9404B">
        <w:rPr>
          <w:b/>
        </w:rPr>
        <w:t xml:space="preserve"> </w:t>
      </w:r>
      <w:r w:rsidR="005C4A43">
        <w:rPr>
          <w:b/>
        </w:rPr>
        <w:t>Plzeňský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70177B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70177B">
        <w:t xml:space="preserve">Mgr. Rudolf </w:t>
      </w:r>
      <w:proofErr w:type="spellStart"/>
      <w:r w:rsidR="00056D7C" w:rsidRPr="0070177B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67371">
        <w:t xml:space="preserve"> </w:t>
      </w:r>
      <w:r w:rsidR="00E9404B">
        <w:t>0</w:t>
      </w:r>
      <w:r w:rsidR="005C4A43">
        <w:t>8</w:t>
      </w:r>
      <w:r w:rsidR="00592F82">
        <w:tab/>
      </w:r>
      <w:r w:rsidR="00267371">
        <w:t xml:space="preserve">            </w:t>
      </w:r>
      <w:r w:rsidR="00592F82"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5B61E1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 xml:space="preserve">Datum ověření: </w:t>
      </w:r>
      <w:proofErr w:type="gramStart"/>
      <w:r>
        <w:t>16</w:t>
      </w:r>
      <w:r w:rsidR="00E9404B">
        <w:t>.4. 2013</w:t>
      </w:r>
      <w:proofErr w:type="gramEnd"/>
      <w:r w:rsidR="00163029">
        <w:tab/>
      </w:r>
      <w:r w:rsidR="009F6F13">
        <w:t>Třída:</w:t>
      </w:r>
      <w:r w:rsidR="00163029">
        <w:tab/>
      </w:r>
      <w:r>
        <w:t>3.D</w:t>
      </w:r>
      <w:r w:rsidR="009F6F13"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70177B" w:rsidRPr="0070177B" w:rsidRDefault="0070177B" w:rsidP="00163029">
      <w:pPr>
        <w:spacing w:line="360" w:lineRule="auto"/>
        <w:rPr>
          <w:sz w:val="16"/>
          <w:szCs w:val="16"/>
        </w:rPr>
      </w:pPr>
    </w:p>
    <w:p w:rsidR="0070177B" w:rsidRDefault="00342684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70177B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E9404B">
        <w:rPr>
          <w:rStyle w:val="Hypertextovodkaz"/>
          <w:color w:val="auto"/>
          <w:u w:val="none"/>
        </w:rPr>
        <w:t xml:space="preserve"> </w:t>
      </w:r>
      <w:r w:rsidR="005C4A43">
        <w:rPr>
          <w:rStyle w:val="Hypertextovodkaz"/>
          <w:color w:val="auto"/>
          <w:u w:val="none"/>
        </w:rPr>
        <w:t>Plzeňského</w:t>
      </w:r>
      <w:r w:rsidRPr="00E9404B">
        <w:rPr>
          <w:rStyle w:val="Hypertextovodkaz"/>
          <w:color w:val="auto"/>
          <w:u w:val="none"/>
        </w:rPr>
        <w:t xml:space="preserve"> kraje.</w:t>
      </w:r>
      <w:r w:rsidR="00172F7F" w:rsidRPr="00E9404B">
        <w:rPr>
          <w:rStyle w:val="Hypertextovodkaz"/>
          <w:color w:val="auto"/>
          <w:u w:val="none"/>
        </w:rPr>
        <w:t xml:space="preserve"> Žáci </w:t>
      </w:r>
      <w:r w:rsidR="00E9404B">
        <w:rPr>
          <w:rStyle w:val="Hypertextovodkaz"/>
          <w:color w:val="auto"/>
          <w:u w:val="none"/>
        </w:rPr>
        <w:t>nejprve doplňují do obrysové mapy okresy a města kraje. Následně dopisují do slepé mapy</w:t>
      </w:r>
      <w:r w:rsidR="00172F7F" w:rsidRPr="00E9404B">
        <w:rPr>
          <w:rStyle w:val="Hypertextovodkaz"/>
          <w:color w:val="auto"/>
          <w:u w:val="none"/>
        </w:rPr>
        <w:t xml:space="preserve"> vybraná sídla s rozšířenou působností</w:t>
      </w:r>
      <w:r w:rsidR="002F6B4F">
        <w:rPr>
          <w:rStyle w:val="Hypertextovodkaz"/>
          <w:color w:val="auto"/>
          <w:u w:val="none"/>
        </w:rPr>
        <w:t xml:space="preserve"> s cílem uvědomit si jejich polohu v rámci celé ČR.</w:t>
      </w:r>
      <w:r w:rsidR="00172F7F" w:rsidRPr="00E9404B">
        <w:rPr>
          <w:rStyle w:val="Hypertextovodkaz"/>
          <w:color w:val="auto"/>
          <w:u w:val="none"/>
        </w:rPr>
        <w:t xml:space="preserve">  </w:t>
      </w:r>
    </w:p>
    <w:p w:rsidR="0070177B" w:rsidRPr="0070177B" w:rsidRDefault="0070177B" w:rsidP="00745A98">
      <w:pPr>
        <w:spacing w:line="360" w:lineRule="auto"/>
        <w:rPr>
          <w:b/>
          <w:sz w:val="20"/>
          <w:szCs w:val="20"/>
        </w:rPr>
      </w:pPr>
    </w:p>
    <w:p w:rsidR="0070177B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267371" w:rsidP="00745A98">
      <w:pPr>
        <w:spacing w:line="360" w:lineRule="auto"/>
        <w:rPr>
          <w:b/>
        </w:rPr>
      </w:pPr>
      <w:r>
        <w:t>Plzeňský kraj</w:t>
      </w:r>
    </w:p>
    <w:p w:rsidR="0070177B" w:rsidRPr="0070177B" w:rsidRDefault="0070177B" w:rsidP="00745A98">
      <w:pPr>
        <w:spacing w:line="360" w:lineRule="auto"/>
        <w:rPr>
          <w:b/>
          <w:sz w:val="16"/>
          <w:szCs w:val="16"/>
        </w:rPr>
      </w:pPr>
    </w:p>
    <w:p w:rsidR="0070177B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70177B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267371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267371">
        <w:rPr>
          <w:bCs/>
          <w:color w:val="000000"/>
        </w:rPr>
        <w:t>Červinka, P., Holeček,</w:t>
      </w:r>
      <w:r w:rsidR="00D7788B" w:rsidRPr="00267371">
        <w:rPr>
          <w:bCs/>
          <w:color w:val="000000"/>
        </w:rPr>
        <w:t xml:space="preserve"> </w:t>
      </w:r>
      <w:r w:rsidRPr="00267371">
        <w:rPr>
          <w:bCs/>
          <w:color w:val="000000"/>
        </w:rPr>
        <w:t xml:space="preserve">M. </w:t>
      </w:r>
      <w:r w:rsidRPr="00267371">
        <w:rPr>
          <w:bCs/>
          <w:i/>
          <w:iCs/>
          <w:color w:val="000000"/>
        </w:rPr>
        <w:t>Zeměpis České repu</w:t>
      </w:r>
      <w:r w:rsidR="00D7788B" w:rsidRPr="00267371">
        <w:rPr>
          <w:bCs/>
          <w:i/>
          <w:iCs/>
          <w:color w:val="000000"/>
        </w:rPr>
        <w:t>b</w:t>
      </w:r>
      <w:r w:rsidRPr="00267371">
        <w:rPr>
          <w:bCs/>
          <w:i/>
          <w:iCs/>
          <w:color w:val="000000"/>
        </w:rPr>
        <w:t>liky</w:t>
      </w:r>
      <w:r w:rsidRPr="00267371">
        <w:rPr>
          <w:bCs/>
          <w:color w:val="000000"/>
        </w:rPr>
        <w:t>, Nakladatelství České geografické společnosti, s.r.o.,</w:t>
      </w:r>
      <w:r w:rsidR="00267371">
        <w:rPr>
          <w:bCs/>
          <w:color w:val="000000"/>
        </w:rPr>
        <w:t xml:space="preserve"> </w:t>
      </w:r>
      <w:r w:rsidRPr="00267371">
        <w:rPr>
          <w:bCs/>
          <w:color w:val="000000"/>
        </w:rPr>
        <w:t>Praha : 2003</w:t>
      </w:r>
    </w:p>
    <w:p w:rsidR="0008657E" w:rsidRDefault="0008657E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noProof/>
        </w:rPr>
      </w:pPr>
    </w:p>
    <w:p w:rsidR="005C4A43" w:rsidRDefault="005C4A43" w:rsidP="0008657E">
      <w:pPr>
        <w:autoSpaceDE w:val="0"/>
        <w:autoSpaceDN w:val="0"/>
        <w:adjustRightInd w:val="0"/>
        <w:rPr>
          <w:noProof/>
        </w:rPr>
      </w:pPr>
    </w:p>
    <w:p w:rsidR="005C4A43" w:rsidRDefault="005C4A43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67371" w:rsidRPr="00D7788B" w:rsidRDefault="00267371" w:rsidP="00267371">
      <w:pPr>
        <w:autoSpaceDE w:val="0"/>
        <w:autoSpaceDN w:val="0"/>
        <w:adjustRightInd w:val="0"/>
        <w:rPr>
          <w:b/>
          <w:bCs/>
          <w:color w:val="000000"/>
        </w:rPr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8657E" w:rsidRDefault="0008657E" w:rsidP="00623F17">
      <w:pPr>
        <w:spacing w:before="240" w:line="360" w:lineRule="auto"/>
        <w:rPr>
          <w:b/>
        </w:rPr>
      </w:pPr>
    </w:p>
    <w:p w:rsidR="00623F17" w:rsidRPr="00B121FF" w:rsidRDefault="0070177B" w:rsidP="0070177B">
      <w:pPr>
        <w:spacing w:before="240" w:line="360" w:lineRule="auto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72125" cy="4029075"/>
            <wp:effectExtent l="19050" t="0" r="9525" b="0"/>
            <wp:wrapSquare wrapText="bothSides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br w:type="textWrapping" w:clear="all"/>
      </w:r>
    </w:p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684" w:rsidRDefault="003426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84517D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84517D">
      <w:rPr>
        <w:rStyle w:val="slostrnky"/>
        <w:b/>
        <w:bCs/>
      </w:rPr>
      <w:fldChar w:fldCharType="separate"/>
    </w:r>
    <w:r w:rsidR="00342684">
      <w:rPr>
        <w:rStyle w:val="slostrnky"/>
        <w:b/>
        <w:bCs/>
        <w:noProof/>
      </w:rPr>
      <w:t>1</w:t>
    </w:r>
    <w:r w:rsidR="0084517D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684" w:rsidRDefault="003426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684" w:rsidRDefault="003426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EA4F29" wp14:editId="1CEB9AF5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342684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34268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684" w:rsidRDefault="003426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67371"/>
    <w:rsid w:val="0028489E"/>
    <w:rsid w:val="00290C19"/>
    <w:rsid w:val="00297870"/>
    <w:rsid w:val="002A290B"/>
    <w:rsid w:val="002A5BAC"/>
    <w:rsid w:val="002F6B4F"/>
    <w:rsid w:val="0033262C"/>
    <w:rsid w:val="00342684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B61E1"/>
    <w:rsid w:val="005C4A43"/>
    <w:rsid w:val="005D030A"/>
    <w:rsid w:val="006027CC"/>
    <w:rsid w:val="00623F17"/>
    <w:rsid w:val="006659E0"/>
    <w:rsid w:val="006A718D"/>
    <w:rsid w:val="006E792F"/>
    <w:rsid w:val="00700E72"/>
    <w:rsid w:val="0070177B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517D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7788B"/>
    <w:rsid w:val="00DB726E"/>
    <w:rsid w:val="00E12C07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</TotalTime>
  <Pages>2</Pages>
  <Words>141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2013-05-10T17:10:00Z</dcterms:created>
  <dcterms:modified xsi:type="dcterms:W3CDTF">2014-06-16T08:10:00Z</dcterms:modified>
</cp:coreProperties>
</file>