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156" w:rsidRDefault="002C3156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F42B45">
        <w:rPr>
          <w:b/>
        </w:rPr>
        <w:t xml:space="preserve"> </w:t>
      </w:r>
      <w:r w:rsidR="00347279">
        <w:rPr>
          <w:b/>
        </w:rPr>
        <w:t xml:space="preserve"> </w:t>
      </w:r>
      <w:r w:rsidR="00F42B45" w:rsidRPr="00EE0F94">
        <w:rPr>
          <w:b/>
        </w:rPr>
        <w:t>Česká republika – ochrana přírody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F42B45">
        <w:rPr>
          <w:b/>
        </w:rPr>
        <w:t xml:space="preserve">  </w:t>
      </w:r>
      <w:r w:rsidR="00F42B45" w:rsidRPr="00063DDA">
        <w:t>Mgr. Rudolf</w:t>
      </w:r>
      <w:r w:rsidR="00063DDA">
        <w:t xml:space="preserve"> </w:t>
      </w:r>
      <w:r w:rsidR="00F42B45" w:rsidRPr="00063DDA">
        <w:t xml:space="preserve"> </w:t>
      </w:r>
      <w:proofErr w:type="spellStart"/>
      <w:r w:rsidR="00F42B45" w:rsidRPr="00063DDA">
        <w:t>Frantl</w:t>
      </w:r>
      <w:proofErr w:type="spellEnd"/>
      <w:r w:rsidR="00163029" w:rsidRPr="00A32F88">
        <w:rPr>
          <w:b/>
        </w:rPr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F42B45">
        <w:t>3</w:t>
      </w:r>
      <w:r w:rsidR="00347279">
        <w:t>_</w:t>
      </w:r>
      <w:r w:rsidR="00F42B45">
        <w:t>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F42B45">
        <w:t xml:space="preserve"> 03  </w:t>
      </w:r>
      <w:r w:rsidR="00592F82">
        <w:tab/>
        <w:t>Předmět:</w:t>
      </w:r>
      <w:r w:rsidR="00592F82">
        <w:tab/>
      </w:r>
      <w:r w:rsidR="00F42B45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F42B45">
        <w:t>13.12.</w:t>
      </w:r>
      <w:r w:rsidR="00063DDA">
        <w:t xml:space="preserve"> </w:t>
      </w:r>
      <w:r w:rsidR="00F42B45">
        <w:t>2012</w:t>
      </w:r>
      <w:proofErr w:type="gramEnd"/>
      <w:r w:rsidR="00163029">
        <w:tab/>
      </w:r>
      <w:r>
        <w:t>Třída:</w:t>
      </w:r>
      <w:r w:rsidR="00063DDA">
        <w:t xml:space="preserve"> </w:t>
      </w:r>
      <w:proofErr w:type="gramStart"/>
      <w:r w:rsidR="00F42B45">
        <w:t>3.D</w:t>
      </w:r>
      <w:r>
        <w:tab/>
        <w:t>Ověřující</w:t>
      </w:r>
      <w:proofErr w:type="gramEnd"/>
      <w:r>
        <w:t xml:space="preserve"> učitel:</w:t>
      </w:r>
      <w:r w:rsidR="00063DDA">
        <w:t xml:space="preserve"> </w:t>
      </w:r>
      <w:r w:rsidR="00F42B45">
        <w:t xml:space="preserve">Mgr. Rudolf </w:t>
      </w:r>
      <w:proofErr w:type="spellStart"/>
      <w:r w:rsidR="00F42B45">
        <w:t>Frantl</w:t>
      </w:r>
      <w:proofErr w:type="spellEnd"/>
    </w:p>
    <w:p w:rsidR="002C3156" w:rsidRDefault="002C3156" w:rsidP="00163029">
      <w:pPr>
        <w:spacing w:line="360" w:lineRule="auto"/>
      </w:pPr>
    </w:p>
    <w:p w:rsidR="002C3156" w:rsidRDefault="00683C4B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F42B45">
        <w:rPr>
          <w:rStyle w:val="Hypertextovodkaz"/>
          <w:b/>
          <w:color w:val="auto"/>
          <w:u w:val="none"/>
        </w:rPr>
        <w:t xml:space="preserve"> </w:t>
      </w:r>
    </w:p>
    <w:p w:rsidR="00163029" w:rsidRPr="00501C29" w:rsidRDefault="00F42B45" w:rsidP="002C3156">
      <w:pPr>
        <w:spacing w:line="276" w:lineRule="auto"/>
        <w:jc w:val="both"/>
        <w:rPr>
          <w:b/>
        </w:rPr>
      </w:pPr>
      <w:r w:rsidRPr="00DC41BF">
        <w:rPr>
          <w:rStyle w:val="Hypertextovodkaz"/>
          <w:color w:val="auto"/>
          <w:u w:val="none"/>
        </w:rPr>
        <w:t xml:space="preserve">Výukový materiál má dvě části, </w:t>
      </w:r>
      <w:r w:rsidR="00DC41BF" w:rsidRPr="00DC41BF">
        <w:rPr>
          <w:rStyle w:val="Hypertextovodkaz"/>
          <w:color w:val="auto"/>
          <w:u w:val="none"/>
        </w:rPr>
        <w:t xml:space="preserve">v první části jde o </w:t>
      </w:r>
      <w:r w:rsidRPr="00DC41BF">
        <w:rPr>
          <w:rStyle w:val="Hypertextovodkaz"/>
          <w:color w:val="auto"/>
          <w:u w:val="none"/>
        </w:rPr>
        <w:t>aktivní vyhledávání v atlasu podle zadaných úkolů</w:t>
      </w:r>
      <w:r w:rsidR="00DC41BF" w:rsidRPr="00DC41BF">
        <w:rPr>
          <w:rStyle w:val="Hypertextovodkaz"/>
          <w:color w:val="auto"/>
          <w:u w:val="none"/>
        </w:rPr>
        <w:t xml:space="preserve">, druhá část je věnována interaktivnímu doplňování </w:t>
      </w:r>
      <w:r w:rsidR="00063DDA">
        <w:rPr>
          <w:rStyle w:val="Hypertextovodkaz"/>
          <w:color w:val="auto"/>
          <w:u w:val="none"/>
        </w:rPr>
        <w:t>vybraných lokalit</w:t>
      </w:r>
      <w:r w:rsidR="00DC41BF" w:rsidRPr="00DC41BF">
        <w:rPr>
          <w:rStyle w:val="Hypertextovodkaz"/>
          <w:color w:val="auto"/>
          <w:u w:val="none"/>
        </w:rPr>
        <w:t xml:space="preserve"> do předkreslené mapky.</w:t>
      </w:r>
      <w:r>
        <w:rPr>
          <w:rStyle w:val="Hypertextovodkaz"/>
          <w:b/>
          <w:color w:val="auto"/>
          <w:u w:val="none"/>
        </w:rPr>
        <w:t xml:space="preserve"> </w:t>
      </w:r>
    </w:p>
    <w:p w:rsidR="002C3156" w:rsidRDefault="002C3156" w:rsidP="00745A98">
      <w:pPr>
        <w:spacing w:line="360" w:lineRule="auto"/>
        <w:rPr>
          <w:b/>
        </w:rPr>
      </w:pPr>
    </w:p>
    <w:p w:rsidR="002C3156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DC41BF">
        <w:rPr>
          <w:b/>
        </w:rPr>
        <w:t xml:space="preserve"> </w:t>
      </w:r>
    </w:p>
    <w:p w:rsidR="00484E3A" w:rsidRDefault="00DC41BF" w:rsidP="00745A98">
      <w:pPr>
        <w:spacing w:line="360" w:lineRule="auto"/>
        <w:rPr>
          <w:b/>
        </w:rPr>
      </w:pPr>
      <w:r w:rsidRPr="00DC41BF">
        <w:t>Národní parky, CHKO,</w:t>
      </w:r>
      <w:r w:rsidR="00063DDA">
        <w:t xml:space="preserve"> </w:t>
      </w:r>
      <w:r w:rsidRPr="00DC41BF">
        <w:t>přírodní zajímavosti</w:t>
      </w:r>
    </w:p>
    <w:p w:rsidR="002C3156" w:rsidRPr="002C3156" w:rsidRDefault="002C3156" w:rsidP="00745A98">
      <w:pPr>
        <w:spacing w:line="360" w:lineRule="auto"/>
        <w:rPr>
          <w:b/>
          <w:sz w:val="20"/>
          <w:szCs w:val="20"/>
        </w:rPr>
      </w:pPr>
    </w:p>
    <w:p w:rsidR="002C3156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DC41BF">
        <w:rPr>
          <w:b/>
        </w:rPr>
        <w:t xml:space="preserve"> </w:t>
      </w:r>
    </w:p>
    <w:p w:rsidR="00F73128" w:rsidRPr="00A32F88" w:rsidRDefault="00DC41BF" w:rsidP="002C3156">
      <w:pPr>
        <w:spacing w:line="276" w:lineRule="auto"/>
        <w:jc w:val="both"/>
        <w:rPr>
          <w:b/>
        </w:rPr>
      </w:pPr>
      <w:r w:rsidRPr="00DC41BF">
        <w:t xml:space="preserve">Materiál lze využít v hodinách zeměpisu, biologie, ekologie, může se stát podnětem k výchově </w:t>
      </w:r>
      <w:r>
        <w:t>o ochraně</w:t>
      </w:r>
      <w:r w:rsidRPr="00DC41BF">
        <w:t xml:space="preserve"> přírody</w:t>
      </w:r>
      <w:r>
        <w:rPr>
          <w:b/>
        </w:rPr>
        <w:t>.</w:t>
      </w:r>
    </w:p>
    <w:p w:rsidR="002C3156" w:rsidRPr="00161589" w:rsidRDefault="002C3156" w:rsidP="00623F17">
      <w:pPr>
        <w:spacing w:before="240" w:line="360" w:lineRule="auto"/>
        <w:rPr>
          <w:b/>
          <w:sz w:val="6"/>
          <w:szCs w:val="6"/>
        </w:rPr>
      </w:pPr>
    </w:p>
    <w:p w:rsidR="00347279" w:rsidRDefault="002C3156" w:rsidP="00623F17">
      <w:pPr>
        <w:spacing w:before="240" w:line="360" w:lineRule="auto"/>
        <w:rPr>
          <w:b/>
        </w:rPr>
      </w:pPr>
      <w:r>
        <w:rPr>
          <w:b/>
        </w:rPr>
        <w:t>S</w:t>
      </w:r>
      <w:r w:rsidR="00623F17" w:rsidRPr="00623F17">
        <w:rPr>
          <w:b/>
        </w:rPr>
        <w:t>eznam literatury a pramenů:</w:t>
      </w:r>
    </w:p>
    <w:p w:rsidR="00347279" w:rsidRPr="00A42277" w:rsidRDefault="00347279" w:rsidP="00161589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A42277">
        <w:rPr>
          <w:color w:val="000000"/>
        </w:rPr>
        <w:t xml:space="preserve">Hanus, M., Šídlo, L. </w:t>
      </w:r>
      <w:r w:rsidRPr="00A42277">
        <w:rPr>
          <w:i/>
          <w:iCs/>
          <w:color w:val="000000"/>
        </w:rPr>
        <w:t>Školní atlas dnešního světa</w:t>
      </w:r>
      <w:r w:rsidRPr="00A42277">
        <w:rPr>
          <w:color w:val="000000"/>
        </w:rPr>
        <w:t>. Praha: TERRA, s.r.o., TERRA - KLUB, o.p.s., 2011</w:t>
      </w:r>
    </w:p>
    <w:p w:rsidR="00347279" w:rsidRPr="00A42277" w:rsidRDefault="00347279" w:rsidP="00161589">
      <w:pPr>
        <w:spacing w:line="276" w:lineRule="auto"/>
        <w:rPr>
          <w:b/>
        </w:rPr>
      </w:pPr>
      <w:r w:rsidRPr="00A42277">
        <w:rPr>
          <w:color w:val="000000"/>
        </w:rPr>
        <w:t xml:space="preserve">Klímová, E. </w:t>
      </w:r>
      <w:r w:rsidRPr="00A42277">
        <w:rPr>
          <w:i/>
          <w:iCs/>
          <w:color w:val="000000"/>
        </w:rPr>
        <w:t>Školní atlas České republiky</w:t>
      </w:r>
      <w:r w:rsidRPr="00A42277">
        <w:rPr>
          <w:color w:val="000000"/>
        </w:rPr>
        <w:t>. Praha: Geodézie ČR a.s., 1999</w:t>
      </w:r>
    </w:p>
    <w:p w:rsidR="002C3156" w:rsidRPr="00A42277" w:rsidRDefault="002C3156" w:rsidP="00161589">
      <w:pPr>
        <w:rPr>
          <w:b/>
        </w:rPr>
      </w:pPr>
    </w:p>
    <w:p w:rsidR="00161589" w:rsidRPr="00A42277" w:rsidRDefault="00161589" w:rsidP="00161589">
      <w:pPr>
        <w:spacing w:line="360" w:lineRule="auto"/>
        <w:rPr>
          <w:b/>
        </w:rPr>
      </w:pPr>
    </w:p>
    <w:p w:rsidR="00623F17" w:rsidRPr="00EB331B" w:rsidRDefault="00623F17" w:rsidP="00161589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  <w:r w:rsidR="00DC41BF">
        <w:rPr>
          <w:b/>
        </w:rPr>
        <w:t>-</w:t>
      </w:r>
      <w:r w:rsidR="002C3156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36B" w:rsidRDefault="002E236B">
      <w:r>
        <w:separator/>
      </w:r>
    </w:p>
  </w:endnote>
  <w:endnote w:type="continuationSeparator" w:id="0">
    <w:p w:rsidR="002E236B" w:rsidRDefault="002E2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C4B" w:rsidRDefault="00683C4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C4B" w:rsidRDefault="00683C4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36B" w:rsidRDefault="002E236B">
      <w:r>
        <w:separator/>
      </w:r>
    </w:p>
  </w:footnote>
  <w:footnote w:type="continuationSeparator" w:id="0">
    <w:p w:rsidR="002E236B" w:rsidRDefault="002E2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C4B" w:rsidRDefault="00683C4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683C4B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683C4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C4B" w:rsidRDefault="00683C4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63DDA"/>
    <w:rsid w:val="000A48C9"/>
    <w:rsid w:val="000B2930"/>
    <w:rsid w:val="000C1FE7"/>
    <w:rsid w:val="000C3E7E"/>
    <w:rsid w:val="000D28F6"/>
    <w:rsid w:val="000E29CB"/>
    <w:rsid w:val="0010546B"/>
    <w:rsid w:val="00111682"/>
    <w:rsid w:val="00161589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2C3156"/>
    <w:rsid w:val="002E236B"/>
    <w:rsid w:val="0033262C"/>
    <w:rsid w:val="0034544A"/>
    <w:rsid w:val="00347279"/>
    <w:rsid w:val="00353FD9"/>
    <w:rsid w:val="0036718C"/>
    <w:rsid w:val="003761B0"/>
    <w:rsid w:val="003835AF"/>
    <w:rsid w:val="00394D93"/>
    <w:rsid w:val="003A5AD6"/>
    <w:rsid w:val="003D755C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6142E"/>
    <w:rsid w:val="006659E0"/>
    <w:rsid w:val="00683C4B"/>
    <w:rsid w:val="006A718D"/>
    <w:rsid w:val="006E792F"/>
    <w:rsid w:val="00700433"/>
    <w:rsid w:val="00700E72"/>
    <w:rsid w:val="00745A98"/>
    <w:rsid w:val="007659FE"/>
    <w:rsid w:val="00771703"/>
    <w:rsid w:val="007801E4"/>
    <w:rsid w:val="007C424F"/>
    <w:rsid w:val="007C52F1"/>
    <w:rsid w:val="007F02F7"/>
    <w:rsid w:val="007F06C8"/>
    <w:rsid w:val="00801324"/>
    <w:rsid w:val="00812228"/>
    <w:rsid w:val="0082351D"/>
    <w:rsid w:val="00823D1E"/>
    <w:rsid w:val="00842E37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42277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B726E"/>
    <w:rsid w:val="00DC41BF"/>
    <w:rsid w:val="00E12C07"/>
    <w:rsid w:val="00E85A23"/>
    <w:rsid w:val="00E96239"/>
    <w:rsid w:val="00EB152F"/>
    <w:rsid w:val="00EB331B"/>
    <w:rsid w:val="00ED00A5"/>
    <w:rsid w:val="00EE037D"/>
    <w:rsid w:val="00EE0F94"/>
    <w:rsid w:val="00EF7937"/>
    <w:rsid w:val="00F16660"/>
    <w:rsid w:val="00F21BB5"/>
    <w:rsid w:val="00F402BC"/>
    <w:rsid w:val="00F42B4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31</TotalTime>
  <Pages>1</Pages>
  <Words>138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12</cp:revision>
  <cp:lastPrinted>1900-12-31T23:00:00Z</cp:lastPrinted>
  <dcterms:created xsi:type="dcterms:W3CDTF">2012-12-11T20:25:00Z</dcterms:created>
  <dcterms:modified xsi:type="dcterms:W3CDTF">2014-06-16T08:12:00Z</dcterms:modified>
</cp:coreProperties>
</file>