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D63" w:rsidRDefault="00E27D63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5E25EE">
        <w:rPr>
          <w:b/>
        </w:rPr>
        <w:t xml:space="preserve"> </w:t>
      </w:r>
      <w:r w:rsidR="005E25EE" w:rsidRPr="00E06C14">
        <w:rPr>
          <w:b/>
        </w:rPr>
        <w:t>Česká republika - klima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5E25EE">
        <w:rPr>
          <w:b/>
        </w:rPr>
        <w:t xml:space="preserve">  </w:t>
      </w:r>
      <w:r w:rsidR="005E25EE" w:rsidRPr="005E25EE">
        <w:t>Mgr.</w:t>
      </w:r>
      <w:r w:rsidR="00E27D63">
        <w:t xml:space="preserve"> </w:t>
      </w:r>
      <w:r w:rsidR="005E25EE" w:rsidRPr="005E25EE">
        <w:t xml:space="preserve">Rudolf </w:t>
      </w:r>
      <w:proofErr w:type="spellStart"/>
      <w:r w:rsidR="005E25EE" w:rsidRPr="005E25EE">
        <w:t>Frantl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5E25EE">
        <w:t>3</w:t>
      </w:r>
      <w:r w:rsidR="00EE710A">
        <w:t xml:space="preserve">_ </w:t>
      </w:r>
      <w:r w:rsidR="005E25EE">
        <w:t>Česká republika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EE710A">
        <w:t xml:space="preserve"> </w:t>
      </w:r>
      <w:r w:rsidR="005E25EE">
        <w:t>02</w:t>
      </w:r>
      <w:r w:rsidR="00592F82">
        <w:tab/>
      </w:r>
      <w:r w:rsidR="00EE710A">
        <w:t xml:space="preserve">             </w:t>
      </w:r>
      <w:r w:rsidR="00592F82">
        <w:t>Předmět:</w:t>
      </w:r>
      <w:r w:rsidR="00592F82">
        <w:tab/>
      </w:r>
      <w:r w:rsidR="005E25EE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5E25EE">
        <w:t>11.12.2012</w:t>
      </w:r>
      <w:proofErr w:type="gramEnd"/>
      <w:r w:rsidR="00163029">
        <w:tab/>
      </w:r>
      <w:r>
        <w:t>Třída:</w:t>
      </w:r>
      <w:r w:rsidR="00163029">
        <w:tab/>
      </w:r>
      <w:r w:rsidR="005E25EE">
        <w:t>septima</w:t>
      </w:r>
      <w:r>
        <w:tab/>
        <w:t>Ověřující učitel:</w:t>
      </w:r>
      <w:r w:rsidR="00745A98">
        <w:tab/>
      </w:r>
      <w:r w:rsidR="005E25EE">
        <w:t>Mgr.</w:t>
      </w:r>
      <w:r w:rsidR="00E27D63">
        <w:t xml:space="preserve"> </w:t>
      </w:r>
      <w:r w:rsidR="005E25EE">
        <w:t xml:space="preserve">Rudolf  </w:t>
      </w:r>
      <w:proofErr w:type="spellStart"/>
      <w:r w:rsidR="005E25EE">
        <w:t>Frantl</w:t>
      </w:r>
      <w:proofErr w:type="spellEnd"/>
    </w:p>
    <w:p w:rsidR="00E27D63" w:rsidRDefault="00E27D63" w:rsidP="00163029">
      <w:pPr>
        <w:spacing w:line="360" w:lineRule="auto"/>
      </w:pPr>
    </w:p>
    <w:p w:rsidR="00E27D63" w:rsidRDefault="009C33DF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5E25EE">
        <w:rPr>
          <w:rStyle w:val="Hypertextovodkaz"/>
          <w:b/>
          <w:color w:val="auto"/>
          <w:u w:val="none"/>
        </w:rPr>
        <w:t xml:space="preserve"> </w:t>
      </w:r>
    </w:p>
    <w:p w:rsidR="00163029" w:rsidRDefault="005E25EE" w:rsidP="00E27D63">
      <w:pPr>
        <w:spacing w:line="276" w:lineRule="auto"/>
        <w:jc w:val="both"/>
        <w:rPr>
          <w:rStyle w:val="Hypertextovodkaz"/>
          <w:b/>
          <w:color w:val="auto"/>
          <w:u w:val="none"/>
        </w:rPr>
      </w:pPr>
      <w:r w:rsidRPr="00617C0A">
        <w:rPr>
          <w:rStyle w:val="Hypertextovodkaz"/>
          <w:color w:val="auto"/>
          <w:u w:val="none"/>
        </w:rPr>
        <w:t>Do výukového materiálu vstupují studenti svým aktivním přístupem, využívají svoje znalosti nejen z vyučování, ale hlavně z</w:t>
      </w:r>
      <w:r w:rsidR="00EE710A">
        <w:rPr>
          <w:rStyle w:val="Hypertextovodkaz"/>
          <w:color w:val="auto"/>
          <w:u w:val="none"/>
        </w:rPr>
        <w:t> praxe (předpověď počasí ze sdělovacích prostředků</w:t>
      </w:r>
      <w:r w:rsidR="0060510C" w:rsidRPr="00617C0A">
        <w:rPr>
          <w:rStyle w:val="Hypertextovodkaz"/>
          <w:color w:val="auto"/>
          <w:u w:val="none"/>
        </w:rPr>
        <w:t>).</w:t>
      </w:r>
      <w:r w:rsidR="00EE710A">
        <w:rPr>
          <w:rStyle w:val="Hypertextovodkaz"/>
          <w:color w:val="auto"/>
          <w:u w:val="none"/>
        </w:rPr>
        <w:t xml:space="preserve"> V </w:t>
      </w:r>
      <w:r w:rsidR="00E27D63">
        <w:rPr>
          <w:rStyle w:val="Hypertextovodkaz"/>
          <w:color w:val="auto"/>
          <w:u w:val="none"/>
        </w:rPr>
        <w:t xml:space="preserve"> </w:t>
      </w:r>
      <w:r w:rsidR="00EE710A">
        <w:rPr>
          <w:rStyle w:val="Hypertextovodkaz"/>
          <w:color w:val="auto"/>
          <w:u w:val="none"/>
        </w:rPr>
        <w:t>zadání řeší samostatně</w:t>
      </w:r>
      <w:r w:rsidRPr="00617C0A">
        <w:rPr>
          <w:rStyle w:val="Hypertextovodkaz"/>
          <w:color w:val="auto"/>
          <w:u w:val="none"/>
        </w:rPr>
        <w:t xml:space="preserve"> několik úkolů</w:t>
      </w:r>
      <w:r w:rsidR="00EE710A">
        <w:rPr>
          <w:rStyle w:val="Hypertextovodkaz"/>
          <w:color w:val="auto"/>
          <w:u w:val="none"/>
        </w:rPr>
        <w:t>,</w:t>
      </w:r>
      <w:r w:rsidR="0060510C" w:rsidRPr="00617C0A">
        <w:rPr>
          <w:rStyle w:val="Hypertextovodkaz"/>
          <w:color w:val="auto"/>
          <w:u w:val="none"/>
        </w:rPr>
        <w:t xml:space="preserve"> v závěrečné části dokumentu</w:t>
      </w:r>
      <w:r w:rsidRPr="00617C0A">
        <w:rPr>
          <w:rStyle w:val="Hypertextovodkaz"/>
          <w:color w:val="auto"/>
          <w:u w:val="none"/>
        </w:rPr>
        <w:t xml:space="preserve"> vytv</w:t>
      </w:r>
      <w:r w:rsidR="0060510C" w:rsidRPr="00617C0A">
        <w:rPr>
          <w:rStyle w:val="Hypertextovodkaz"/>
          <w:color w:val="auto"/>
          <w:u w:val="none"/>
        </w:rPr>
        <w:t>áří</w:t>
      </w:r>
      <w:r w:rsidRPr="00617C0A">
        <w:rPr>
          <w:rStyle w:val="Hypertextovodkaz"/>
          <w:color w:val="auto"/>
          <w:u w:val="none"/>
        </w:rPr>
        <w:t xml:space="preserve"> vlastní charakteristiku vývoje počasí podle synoptických map</w:t>
      </w:r>
      <w:r w:rsidR="0060510C" w:rsidRPr="00617C0A">
        <w:rPr>
          <w:rStyle w:val="Hypertextovodkaz"/>
          <w:color w:val="auto"/>
          <w:u w:val="none"/>
        </w:rPr>
        <w:t>.</w:t>
      </w:r>
      <w:r w:rsidR="00EE710A">
        <w:rPr>
          <w:rStyle w:val="Hypertextovodkaz"/>
          <w:color w:val="auto"/>
          <w:u w:val="none"/>
        </w:rPr>
        <w:t xml:space="preserve"> Charakteristiku vzájemně hodnotí.</w:t>
      </w:r>
    </w:p>
    <w:p w:rsidR="00E27D63" w:rsidRDefault="00E27D63" w:rsidP="00745A98">
      <w:pPr>
        <w:spacing w:line="360" w:lineRule="auto"/>
        <w:rPr>
          <w:b/>
        </w:rPr>
      </w:pPr>
    </w:p>
    <w:p w:rsidR="00E27D63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60510C">
        <w:rPr>
          <w:b/>
        </w:rPr>
        <w:t xml:space="preserve"> </w:t>
      </w:r>
    </w:p>
    <w:p w:rsidR="00484E3A" w:rsidRDefault="0060510C" w:rsidP="00745A98">
      <w:pPr>
        <w:spacing w:line="360" w:lineRule="auto"/>
        <w:rPr>
          <w:b/>
        </w:rPr>
      </w:pPr>
      <w:r w:rsidRPr="00617C0A">
        <w:t>Klima, předpověď počasí, synoptická mapa, roční chod teplot a srážek.</w:t>
      </w:r>
    </w:p>
    <w:p w:rsidR="00E27D63" w:rsidRDefault="00E27D63" w:rsidP="00745A98">
      <w:pPr>
        <w:spacing w:line="360" w:lineRule="auto"/>
        <w:rPr>
          <w:b/>
        </w:rPr>
      </w:pPr>
    </w:p>
    <w:p w:rsidR="00E27D63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60510C">
        <w:rPr>
          <w:b/>
        </w:rPr>
        <w:t xml:space="preserve"> </w:t>
      </w:r>
    </w:p>
    <w:p w:rsidR="00F73128" w:rsidRPr="00A32F88" w:rsidRDefault="0060510C" w:rsidP="00745A98">
      <w:pPr>
        <w:spacing w:line="360" w:lineRule="auto"/>
        <w:rPr>
          <w:b/>
        </w:rPr>
      </w:pPr>
      <w:r w:rsidRPr="00617C0A">
        <w:t xml:space="preserve">Materiál lze využít pro </w:t>
      </w:r>
      <w:r w:rsidR="00617C0A" w:rsidRPr="00617C0A">
        <w:t>zvýšení aktivity</w:t>
      </w:r>
      <w:r w:rsidR="00617C0A">
        <w:rPr>
          <w:b/>
        </w:rPr>
        <w:t xml:space="preserve"> </w:t>
      </w:r>
      <w:r w:rsidRPr="00617C0A">
        <w:t>v</w:t>
      </w:r>
      <w:r w:rsidR="00617C0A" w:rsidRPr="00617C0A">
        <w:t> hodinách zeměpisu, v zeměpisném semináři.</w:t>
      </w:r>
      <w:r>
        <w:rPr>
          <w:b/>
        </w:rPr>
        <w:t xml:space="preserve"> </w:t>
      </w:r>
    </w:p>
    <w:p w:rsidR="000A5389" w:rsidRDefault="000A5389" w:rsidP="00623F17">
      <w:pPr>
        <w:spacing w:line="360" w:lineRule="auto"/>
        <w:rPr>
          <w:b/>
        </w:rPr>
      </w:pPr>
    </w:p>
    <w:p w:rsidR="00EB331B" w:rsidRDefault="00623F17" w:rsidP="00623F17">
      <w:pPr>
        <w:spacing w:line="360" w:lineRule="auto"/>
        <w:rPr>
          <w:b/>
        </w:rPr>
      </w:pPr>
      <w:r w:rsidRPr="00623F17">
        <w:rPr>
          <w:b/>
        </w:rPr>
        <w:t>Seznam literatury a pramenů:</w:t>
      </w:r>
    </w:p>
    <w:p w:rsidR="00EE710A" w:rsidRPr="000A5389" w:rsidRDefault="00EE710A" w:rsidP="000A5389">
      <w:pPr>
        <w:autoSpaceDE w:val="0"/>
        <w:autoSpaceDN w:val="0"/>
        <w:adjustRightInd w:val="0"/>
        <w:jc w:val="both"/>
        <w:rPr>
          <w:color w:val="000000"/>
        </w:rPr>
      </w:pPr>
      <w:r w:rsidRPr="000A5389">
        <w:rPr>
          <w:color w:val="000000"/>
        </w:rPr>
        <w:t xml:space="preserve">Hanus, M., Šídlo, L. </w:t>
      </w:r>
      <w:r w:rsidRPr="000A5389">
        <w:rPr>
          <w:i/>
          <w:iCs/>
          <w:color w:val="000000"/>
        </w:rPr>
        <w:t>Školní atlas dnešního světa</w:t>
      </w:r>
      <w:r w:rsidRPr="000A5389">
        <w:rPr>
          <w:color w:val="000000"/>
        </w:rPr>
        <w:t>. Praha: TERRA, s.r.o., TERRA - KLUB, o.p.s., 2011</w:t>
      </w:r>
    </w:p>
    <w:p w:rsidR="00EE710A" w:rsidRPr="000A5389" w:rsidRDefault="00EE710A" w:rsidP="000A5389">
      <w:pPr>
        <w:jc w:val="both"/>
        <w:rPr>
          <w:b/>
        </w:rPr>
      </w:pPr>
      <w:r w:rsidRPr="000A5389">
        <w:rPr>
          <w:color w:val="000000"/>
        </w:rPr>
        <w:t xml:space="preserve">Klímová, E. </w:t>
      </w:r>
      <w:r w:rsidRPr="000A5389">
        <w:rPr>
          <w:i/>
          <w:iCs/>
          <w:color w:val="000000"/>
        </w:rPr>
        <w:t>Školní atlas České republiky</w:t>
      </w:r>
      <w:r w:rsidRPr="000A5389">
        <w:rPr>
          <w:color w:val="000000"/>
        </w:rPr>
        <w:t>. Praha: Geodézie ČR a.s., 1999</w:t>
      </w:r>
    </w:p>
    <w:p w:rsidR="00E27D63" w:rsidRPr="000A5389" w:rsidRDefault="00E27D63" w:rsidP="000A5389">
      <w:pPr>
        <w:spacing w:line="360" w:lineRule="auto"/>
        <w:jc w:val="both"/>
        <w:rPr>
          <w:b/>
        </w:rPr>
      </w:pPr>
    </w:p>
    <w:p w:rsidR="000A5389" w:rsidRPr="000A5389" w:rsidRDefault="000A5389" w:rsidP="000A5389">
      <w:pPr>
        <w:spacing w:line="360" w:lineRule="auto"/>
        <w:jc w:val="both"/>
        <w:rPr>
          <w:b/>
          <w:sz w:val="10"/>
          <w:szCs w:val="10"/>
        </w:rPr>
      </w:pPr>
    </w:p>
    <w:p w:rsidR="00623F17" w:rsidRPr="00EB331B" w:rsidRDefault="00623F17" w:rsidP="00623F17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  <w:r w:rsidR="00617C0A">
        <w:rPr>
          <w:b/>
        </w:rPr>
        <w:t>-</w:t>
      </w:r>
      <w:r w:rsidR="00E27D63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4DF" w:rsidRDefault="008314DF">
      <w:r>
        <w:separator/>
      </w:r>
    </w:p>
  </w:endnote>
  <w:endnote w:type="continuationSeparator" w:id="0">
    <w:p w:rsidR="008314DF" w:rsidRDefault="00831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3DF" w:rsidRDefault="009C33D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3DF" w:rsidRDefault="009C33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4DF" w:rsidRDefault="008314DF">
      <w:r>
        <w:separator/>
      </w:r>
    </w:p>
  </w:footnote>
  <w:footnote w:type="continuationSeparator" w:id="0">
    <w:p w:rsidR="008314DF" w:rsidRDefault="00831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3DF" w:rsidRDefault="009C33D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9C33DF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9C33DF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3DF" w:rsidRDefault="009C33D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A5389"/>
    <w:rsid w:val="000B2930"/>
    <w:rsid w:val="000C1FE7"/>
    <w:rsid w:val="000C3E7E"/>
    <w:rsid w:val="000D28F6"/>
    <w:rsid w:val="000E29CB"/>
    <w:rsid w:val="0010546B"/>
    <w:rsid w:val="00163029"/>
    <w:rsid w:val="001A6A4C"/>
    <w:rsid w:val="001F1A08"/>
    <w:rsid w:val="00232FB1"/>
    <w:rsid w:val="00281A2F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5E25EE"/>
    <w:rsid w:val="006027CC"/>
    <w:rsid w:val="0060510C"/>
    <w:rsid w:val="00617C0A"/>
    <w:rsid w:val="00623F17"/>
    <w:rsid w:val="006659E0"/>
    <w:rsid w:val="006A718D"/>
    <w:rsid w:val="006E792F"/>
    <w:rsid w:val="00700E72"/>
    <w:rsid w:val="00745A98"/>
    <w:rsid w:val="007659FE"/>
    <w:rsid w:val="00771703"/>
    <w:rsid w:val="007B14C3"/>
    <w:rsid w:val="007C424F"/>
    <w:rsid w:val="007C52F1"/>
    <w:rsid w:val="007F02F7"/>
    <w:rsid w:val="007F06C8"/>
    <w:rsid w:val="007F35FE"/>
    <w:rsid w:val="00801324"/>
    <w:rsid w:val="00812228"/>
    <w:rsid w:val="0082351D"/>
    <w:rsid w:val="00823D1E"/>
    <w:rsid w:val="008314DF"/>
    <w:rsid w:val="0084349D"/>
    <w:rsid w:val="008725F1"/>
    <w:rsid w:val="008B5602"/>
    <w:rsid w:val="008F1D94"/>
    <w:rsid w:val="0091120B"/>
    <w:rsid w:val="009178A2"/>
    <w:rsid w:val="00930B79"/>
    <w:rsid w:val="009C33DF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75306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77519"/>
    <w:rsid w:val="00DB726E"/>
    <w:rsid w:val="00E06C14"/>
    <w:rsid w:val="00E12C07"/>
    <w:rsid w:val="00E27D63"/>
    <w:rsid w:val="00E85A23"/>
    <w:rsid w:val="00E96239"/>
    <w:rsid w:val="00EB152F"/>
    <w:rsid w:val="00EB331B"/>
    <w:rsid w:val="00ED00A5"/>
    <w:rsid w:val="00EE037D"/>
    <w:rsid w:val="00EE710A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13</TotalTime>
  <Pages>1</Pages>
  <Words>154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10</cp:revision>
  <cp:lastPrinted>1900-12-31T23:00:00Z</cp:lastPrinted>
  <dcterms:created xsi:type="dcterms:W3CDTF">2012-12-11T19:20:00Z</dcterms:created>
  <dcterms:modified xsi:type="dcterms:W3CDTF">2014-06-16T08:07:00Z</dcterms:modified>
</cp:coreProperties>
</file>