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A24" w:rsidRDefault="00F24A24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4F0F67">
        <w:rPr>
          <w:b/>
        </w:rPr>
        <w:t xml:space="preserve"> </w:t>
      </w:r>
      <w:r w:rsidR="004F0F67" w:rsidRPr="00F24A24">
        <w:rPr>
          <w:b/>
        </w:rPr>
        <w:t>Austrálie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4F0F67">
        <w:rPr>
          <w:b/>
        </w:rPr>
        <w:t xml:space="preserve"> </w:t>
      </w:r>
      <w:r w:rsidR="004F0F67" w:rsidRPr="004F0F67">
        <w:t>Mgr. Alena Zemanová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4F0F67">
        <w:t xml:space="preserve"> </w:t>
      </w:r>
      <w:r w:rsidR="0055042F">
        <w:t xml:space="preserve">      </w:t>
      </w:r>
      <w:r w:rsidR="004F0F67">
        <w:t>2_ Regionální zeměpis</w:t>
      </w:r>
      <w:r w:rsidR="00163029">
        <w:tab/>
      </w:r>
      <w:r w:rsidR="004F0F67">
        <w:t xml:space="preserve">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4F0F67">
        <w:t xml:space="preserve"> </w:t>
      </w:r>
      <w:proofErr w:type="gramStart"/>
      <w:r w:rsidR="004F0F67">
        <w:t>1</w:t>
      </w:r>
      <w:r w:rsidR="0055042F">
        <w:t>3</w:t>
      </w:r>
      <w:r w:rsidR="004F0F67">
        <w:t xml:space="preserve">                         </w:t>
      </w:r>
      <w:r w:rsidR="00592F82">
        <w:t>Předmět</w:t>
      </w:r>
      <w:proofErr w:type="gramEnd"/>
      <w:r w:rsidR="00592F82">
        <w:t>:</w:t>
      </w:r>
      <w:r w:rsidR="004F0F67">
        <w:t xml:space="preserve"> 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4F0F67">
        <w:t>22.3. 2013</w:t>
      </w:r>
      <w:proofErr w:type="gramEnd"/>
      <w:r w:rsidR="00163029">
        <w:tab/>
      </w:r>
      <w:r>
        <w:t>Třída:</w:t>
      </w:r>
      <w:r w:rsidR="004F0F67">
        <w:t xml:space="preserve"> </w:t>
      </w:r>
      <w:proofErr w:type="gramStart"/>
      <w:r w:rsidR="004F0F67">
        <w:t xml:space="preserve">2.C            </w:t>
      </w:r>
      <w:r>
        <w:t>Ověřující</w:t>
      </w:r>
      <w:proofErr w:type="gramEnd"/>
      <w:r>
        <w:t xml:space="preserve"> učitel:</w:t>
      </w:r>
      <w:r w:rsidR="004F0F67">
        <w:t xml:space="preserve"> Mgr. Alena Zemanová</w:t>
      </w:r>
    </w:p>
    <w:p w:rsidR="00F24A24" w:rsidRDefault="00F24A24" w:rsidP="00163029">
      <w:pPr>
        <w:spacing w:line="360" w:lineRule="auto"/>
      </w:pPr>
    </w:p>
    <w:p w:rsidR="00163029" w:rsidRDefault="00BB435E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4F0F67" w:rsidRPr="00FD4E03" w:rsidRDefault="004F0F67" w:rsidP="00F24A24">
      <w:pPr>
        <w:spacing w:line="276" w:lineRule="auto"/>
        <w:jc w:val="both"/>
      </w:pPr>
      <w:r w:rsidRPr="00FD4E03">
        <w:rPr>
          <w:rStyle w:val="Hypertextovodkaz"/>
          <w:color w:val="auto"/>
          <w:u w:val="none"/>
        </w:rPr>
        <w:t>Výukový materiál je z</w:t>
      </w:r>
      <w:r w:rsidR="001E4847">
        <w:rPr>
          <w:rStyle w:val="Hypertextovodkaz"/>
          <w:color w:val="auto"/>
          <w:u w:val="none"/>
        </w:rPr>
        <w:t>aměřen na kontinent Austrálie</w:t>
      </w:r>
      <w:r w:rsidRPr="00FD4E03">
        <w:rPr>
          <w:rStyle w:val="Hypertextovodkaz"/>
          <w:color w:val="auto"/>
          <w:u w:val="none"/>
        </w:rPr>
        <w:t xml:space="preserve">, žáci </w:t>
      </w:r>
      <w:r w:rsidR="001E4847">
        <w:rPr>
          <w:rStyle w:val="Hypertextovodkaz"/>
          <w:color w:val="auto"/>
          <w:u w:val="none"/>
        </w:rPr>
        <w:t>nejprve pracují s atlasem, kde vyhledávají a na tabuli zapisují základní informace. Následně</w:t>
      </w:r>
      <w:r w:rsidRPr="00FD4E03">
        <w:rPr>
          <w:rStyle w:val="Hypertextovodkaz"/>
          <w:color w:val="auto"/>
          <w:u w:val="none"/>
        </w:rPr>
        <w:t xml:space="preserve"> doplňují interaktivně stát</w:t>
      </w:r>
      <w:r w:rsidR="001E4847">
        <w:rPr>
          <w:rStyle w:val="Hypertextovodkaz"/>
          <w:color w:val="auto"/>
          <w:u w:val="none"/>
        </w:rPr>
        <w:t>y do obrysové mapy a</w:t>
      </w:r>
      <w:r w:rsidRPr="00FD4E03">
        <w:rPr>
          <w:rStyle w:val="Hypertextovodkaz"/>
          <w:color w:val="auto"/>
          <w:u w:val="none"/>
        </w:rPr>
        <w:t xml:space="preserve"> přiřazují </w:t>
      </w:r>
      <w:r w:rsidR="00FD4E03" w:rsidRPr="00FD4E03">
        <w:rPr>
          <w:rStyle w:val="Hypertextovodkaz"/>
          <w:color w:val="auto"/>
          <w:u w:val="none"/>
        </w:rPr>
        <w:t>ke státům</w:t>
      </w:r>
      <w:r w:rsidR="001E4847">
        <w:rPr>
          <w:rStyle w:val="Hypertextovodkaz"/>
          <w:color w:val="auto"/>
          <w:u w:val="none"/>
        </w:rPr>
        <w:t xml:space="preserve"> Australského svazu</w:t>
      </w:r>
      <w:r w:rsidR="00FD4E03" w:rsidRPr="00FD4E03">
        <w:rPr>
          <w:rStyle w:val="Hypertextovodkaz"/>
          <w:color w:val="auto"/>
          <w:u w:val="none"/>
        </w:rPr>
        <w:t xml:space="preserve"> jejich hlavní města.</w:t>
      </w:r>
      <w:r w:rsidR="00FD4E03">
        <w:rPr>
          <w:rStyle w:val="Hypertextovodkaz"/>
          <w:color w:val="auto"/>
          <w:u w:val="none"/>
        </w:rPr>
        <w:t xml:space="preserve"> </w:t>
      </w:r>
    </w:p>
    <w:p w:rsidR="00F24A24" w:rsidRDefault="00F24A24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FD4E03" w:rsidP="00745A98">
      <w:pPr>
        <w:spacing w:line="360" w:lineRule="auto"/>
        <w:rPr>
          <w:b/>
        </w:rPr>
      </w:pPr>
      <w:r>
        <w:t>Austrálie</w:t>
      </w:r>
    </w:p>
    <w:p w:rsidR="00F24A24" w:rsidRDefault="00F24A24" w:rsidP="00745A98">
      <w:pPr>
        <w:spacing w:line="360" w:lineRule="auto"/>
        <w:rPr>
          <w:b/>
        </w:rPr>
      </w:pPr>
    </w:p>
    <w:p w:rsidR="00F73128" w:rsidRPr="00A32F8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FD4E03" w:rsidP="009F6F13">
      <w:r>
        <w:t>Výukový materiál lze využít pro žáky základního i středního stupně škol v hodinách zeměpisu.</w:t>
      </w:r>
    </w:p>
    <w:p w:rsidR="00F24A24" w:rsidRPr="00F24A24" w:rsidRDefault="00F24A24" w:rsidP="00623F17">
      <w:pPr>
        <w:spacing w:before="240" w:line="360" w:lineRule="auto"/>
        <w:rPr>
          <w:b/>
          <w:sz w:val="12"/>
          <w:szCs w:val="12"/>
        </w:rPr>
      </w:pP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FD4E03" w:rsidRDefault="00FD4E03" w:rsidP="00F24A24">
      <w:pPr>
        <w:spacing w:line="276" w:lineRule="auto"/>
      </w:pPr>
      <w:r>
        <w:t>Austrálie:</w:t>
      </w:r>
      <w:r w:rsidRPr="00BD4AFA">
        <w:t xml:space="preserve"> </w:t>
      </w:r>
      <w:hyperlink r:id="rId9" w:history="1">
        <w:r w:rsidRPr="00BD4AFA">
          <w:rPr>
            <w:rStyle w:val="Hypertextovodkaz"/>
            <w:color w:val="auto"/>
          </w:rPr>
          <w:t>http://lucinkakoubina.blog.cz/</w:t>
        </w:r>
      </w:hyperlink>
    </w:p>
    <w:p w:rsidR="0055042F" w:rsidRDefault="0055042F" w:rsidP="00F24A24">
      <w:pPr>
        <w:spacing w:line="276" w:lineRule="auto"/>
      </w:pPr>
      <w:r>
        <w:t xml:space="preserve">Hanus, M., Šídlo, L. </w:t>
      </w:r>
      <w:r w:rsidRPr="00BD4AFA">
        <w:rPr>
          <w:i/>
        </w:rPr>
        <w:t>Školní atlas dnešního světa,</w:t>
      </w:r>
      <w:r>
        <w:t xml:space="preserve"> TERRA, s.r.o. a TERRA – KLUB o.p.s.,</w:t>
      </w:r>
    </w:p>
    <w:p w:rsidR="00FD4E03" w:rsidRDefault="0055042F" w:rsidP="00F24A24">
      <w:pPr>
        <w:spacing w:line="276" w:lineRule="auto"/>
      </w:pPr>
      <w:r>
        <w:t>Praha: 2011</w:t>
      </w:r>
    </w:p>
    <w:p w:rsidR="00F24A24" w:rsidRPr="00F24A24" w:rsidRDefault="00F24A24" w:rsidP="00623F17">
      <w:pPr>
        <w:spacing w:before="240" w:line="360" w:lineRule="auto"/>
        <w:rPr>
          <w:b/>
          <w:sz w:val="12"/>
          <w:szCs w:val="12"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FD4E03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7B2" w:rsidRDefault="00FF27B2">
      <w:r>
        <w:separator/>
      </w:r>
    </w:p>
  </w:endnote>
  <w:endnote w:type="continuationSeparator" w:id="0">
    <w:p w:rsidR="00FF27B2" w:rsidRDefault="00FF2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35E" w:rsidRDefault="00BB435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35E" w:rsidRDefault="00BB43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7B2" w:rsidRDefault="00FF27B2">
      <w:r>
        <w:separator/>
      </w:r>
    </w:p>
  </w:footnote>
  <w:footnote w:type="continuationSeparator" w:id="0">
    <w:p w:rsidR="00FF27B2" w:rsidRDefault="00FF2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35E" w:rsidRDefault="00BB435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BB435E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B435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6145" type="#_x0000_t32" style="position:absolute;margin-left:-1.35pt;margin-top:19.55pt;width:463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35E" w:rsidRDefault="00BB435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6"/>
    <o:shapelayout v:ext="edit">
      <o:idmap v:ext="edit" data="6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546B"/>
    <w:rsid w:val="00163029"/>
    <w:rsid w:val="001A6A4C"/>
    <w:rsid w:val="001E4847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01954"/>
    <w:rsid w:val="0042269E"/>
    <w:rsid w:val="0042348A"/>
    <w:rsid w:val="004325C4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C4F59"/>
    <w:rsid w:val="004C7228"/>
    <w:rsid w:val="004F0F67"/>
    <w:rsid w:val="00501C29"/>
    <w:rsid w:val="00512A86"/>
    <w:rsid w:val="00546A70"/>
    <w:rsid w:val="0055042F"/>
    <w:rsid w:val="00574DD9"/>
    <w:rsid w:val="00592F82"/>
    <w:rsid w:val="005A62C1"/>
    <w:rsid w:val="005D030A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77758"/>
    <w:rsid w:val="00BA4C26"/>
    <w:rsid w:val="00BB435E"/>
    <w:rsid w:val="00BC3C15"/>
    <w:rsid w:val="00BD4AFA"/>
    <w:rsid w:val="00C0168D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24A24"/>
    <w:rsid w:val="00F456CA"/>
    <w:rsid w:val="00F73128"/>
    <w:rsid w:val="00FA168B"/>
    <w:rsid w:val="00FC34AC"/>
    <w:rsid w:val="00FD4E03"/>
    <w:rsid w:val="00FD69C2"/>
    <w:rsid w:val="00FF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ucinkakoubina.blog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</TotalTime>
  <Pages>1</Pages>
  <Words>128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4</cp:revision>
  <cp:lastPrinted>1900-12-31T23:00:00Z</cp:lastPrinted>
  <dcterms:created xsi:type="dcterms:W3CDTF">2013-03-21T10:02:00Z</dcterms:created>
  <dcterms:modified xsi:type="dcterms:W3CDTF">2014-06-16T07:06:00Z</dcterms:modified>
</cp:coreProperties>
</file>