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F0A" w:rsidRPr="008E3F0A" w:rsidRDefault="008E3F0A" w:rsidP="00163029">
      <w:pPr>
        <w:jc w:val="center"/>
        <w:rPr>
          <w:b/>
          <w:sz w:val="28"/>
          <w:szCs w:val="28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A145A3">
        <w:rPr>
          <w:b/>
        </w:rPr>
        <w:t xml:space="preserve"> </w:t>
      </w:r>
      <w:r w:rsidR="00A145A3" w:rsidRPr="008E3F0A">
        <w:rPr>
          <w:b/>
        </w:rPr>
        <w:t>Asie - test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A145A3">
        <w:rPr>
          <w:b/>
        </w:rPr>
        <w:t xml:space="preserve"> </w:t>
      </w:r>
      <w:r w:rsidR="00A145A3" w:rsidRPr="005A4217">
        <w:t>Mgr. Alena Zemanová</w:t>
      </w:r>
      <w:r w:rsidR="00163029" w:rsidRPr="005A4217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A145A3">
        <w:t xml:space="preserve"> </w:t>
      </w:r>
      <w:r>
        <w:t>:</w:t>
      </w:r>
      <w:r w:rsidR="00A145A3">
        <w:t xml:space="preserve"> 2_</w:t>
      </w:r>
      <w:proofErr w:type="gramEnd"/>
      <w:r w:rsidR="00A145A3">
        <w:t xml:space="preserve"> Regionální zeměpis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A145A3">
        <w:t xml:space="preserve"> 12</w:t>
      </w:r>
      <w:r w:rsidR="00163029">
        <w:tab/>
      </w:r>
      <w:r w:rsidR="00592F82">
        <w:tab/>
        <w:t>Předmět:</w:t>
      </w:r>
      <w:r w:rsidR="00592F82">
        <w:tab/>
      </w:r>
      <w:r w:rsidR="00A145A3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5B067F">
        <w:t>8.3.2013</w:t>
      </w:r>
      <w:proofErr w:type="gramEnd"/>
      <w:r w:rsidR="00163029">
        <w:tab/>
      </w:r>
      <w:r>
        <w:t>Třída:</w:t>
      </w:r>
      <w:r w:rsidR="00163029">
        <w:tab/>
      </w:r>
      <w:r w:rsidR="00A145A3">
        <w:t xml:space="preserve">2.B           </w:t>
      </w:r>
      <w:r>
        <w:t>Ověřující učitel:</w:t>
      </w:r>
      <w:r w:rsidR="00CA483B">
        <w:t xml:space="preserve"> </w:t>
      </w:r>
      <w:r w:rsidR="00A145A3">
        <w:t>Mgr. Alena Zemanová</w:t>
      </w:r>
    </w:p>
    <w:p w:rsidR="008E3F0A" w:rsidRPr="008E3F0A" w:rsidRDefault="008E3F0A" w:rsidP="00163029">
      <w:pPr>
        <w:spacing w:line="360" w:lineRule="auto"/>
        <w:rPr>
          <w:sz w:val="16"/>
          <w:szCs w:val="16"/>
        </w:rPr>
      </w:pPr>
    </w:p>
    <w:p w:rsidR="00163029" w:rsidRDefault="00716B76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145A3" w:rsidRPr="005A4217" w:rsidRDefault="00A145A3" w:rsidP="008E3F0A">
      <w:pPr>
        <w:spacing w:line="276" w:lineRule="auto"/>
        <w:jc w:val="both"/>
      </w:pPr>
      <w:r w:rsidRPr="005A4217">
        <w:rPr>
          <w:rStyle w:val="Hypertextovodkaz"/>
          <w:color w:val="auto"/>
          <w:u w:val="none"/>
        </w:rPr>
        <w:t>Materiál je určen k testování znalostí probrané látky </w:t>
      </w:r>
      <w:r w:rsidR="005A4217" w:rsidRPr="005A4217">
        <w:rPr>
          <w:rStyle w:val="Hypertextovodkaz"/>
          <w:color w:val="auto"/>
          <w:u w:val="none"/>
        </w:rPr>
        <w:t xml:space="preserve">u </w:t>
      </w:r>
      <w:r w:rsidRPr="005A4217">
        <w:rPr>
          <w:rStyle w:val="Hypertextovodkaz"/>
          <w:color w:val="auto"/>
          <w:u w:val="none"/>
        </w:rPr>
        <w:t>vybraných makroregionů Asie</w:t>
      </w:r>
      <w:r w:rsidR="005A4217" w:rsidRPr="005A4217">
        <w:rPr>
          <w:rStyle w:val="Hypertextovodkaz"/>
          <w:color w:val="auto"/>
          <w:u w:val="none"/>
        </w:rPr>
        <w:t>. T</w:t>
      </w:r>
      <w:r w:rsidRPr="005A4217">
        <w:rPr>
          <w:rStyle w:val="Hypertextovodkaz"/>
          <w:color w:val="auto"/>
          <w:u w:val="none"/>
        </w:rPr>
        <w:t>est je rozdělen do čtyř částí podle regionů</w:t>
      </w:r>
      <w:r w:rsidR="005A4217" w:rsidRPr="005A4217">
        <w:rPr>
          <w:rStyle w:val="Hypertextovodkaz"/>
          <w:color w:val="auto"/>
          <w:u w:val="none"/>
        </w:rPr>
        <w:t xml:space="preserve"> a je doplněn mapkami</w:t>
      </w:r>
      <w:r w:rsidRPr="005A4217">
        <w:rPr>
          <w:rStyle w:val="Hypertextovodkaz"/>
          <w:color w:val="auto"/>
          <w:u w:val="none"/>
        </w:rPr>
        <w:t>: Centrální, Jižní, Jihovýchodní a Východní Asie</w:t>
      </w:r>
      <w:r w:rsidR="005A4217" w:rsidRPr="005A4217">
        <w:rPr>
          <w:rStyle w:val="Hypertextovodkaz"/>
          <w:color w:val="auto"/>
          <w:u w:val="none"/>
        </w:rPr>
        <w:t>. Žáci odpovídají na otázky, které jsou zaměřené k určitým státům příslušných regionů.</w:t>
      </w:r>
    </w:p>
    <w:p w:rsidR="008E3F0A" w:rsidRDefault="008E3F0A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5A4217" w:rsidP="00745A98">
      <w:pPr>
        <w:spacing w:line="360" w:lineRule="auto"/>
        <w:rPr>
          <w:b/>
        </w:rPr>
      </w:pPr>
      <w:r>
        <w:t>Asie</w:t>
      </w:r>
    </w:p>
    <w:p w:rsidR="008E3F0A" w:rsidRPr="008E3F0A" w:rsidRDefault="008E3F0A" w:rsidP="00745A98">
      <w:pPr>
        <w:spacing w:line="360" w:lineRule="auto"/>
        <w:rPr>
          <w:b/>
          <w:sz w:val="14"/>
          <w:szCs w:val="14"/>
        </w:rPr>
      </w:pPr>
    </w:p>
    <w:p w:rsidR="00F73128" w:rsidRDefault="00501C29" w:rsidP="008E3F0A">
      <w:pPr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5A4217" w:rsidRPr="005A4217" w:rsidRDefault="005A4217" w:rsidP="008E3F0A">
      <w:pPr>
        <w:spacing w:before="240" w:line="276" w:lineRule="auto"/>
        <w:jc w:val="both"/>
      </w:pPr>
      <w:r w:rsidRPr="005A4217">
        <w:t xml:space="preserve">Materiál je zaměřen na testování probraného učiva </w:t>
      </w:r>
      <w:r>
        <w:t>v</w:t>
      </w:r>
      <w:r w:rsidR="00CA483B">
        <w:t> </w:t>
      </w:r>
      <w:r>
        <w:t>hodinách</w:t>
      </w:r>
      <w:r w:rsidR="00CA483B">
        <w:t xml:space="preserve"> zeměpisu </w:t>
      </w:r>
      <w:r w:rsidRPr="005A4217">
        <w:t xml:space="preserve">a může být podkladem pro </w:t>
      </w:r>
      <w:r>
        <w:t>hodnocení žáků.</w:t>
      </w:r>
    </w:p>
    <w:p w:rsidR="008E3F0A" w:rsidRDefault="008E3F0A" w:rsidP="00623F17">
      <w:pPr>
        <w:spacing w:line="360" w:lineRule="auto"/>
        <w:rPr>
          <w:b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4531A1" w:rsidRDefault="00CA483B" w:rsidP="00623F17">
      <w:pPr>
        <w:spacing w:line="360" w:lineRule="auto"/>
      </w:pPr>
      <w:r w:rsidRPr="00CA483B">
        <w:t xml:space="preserve">Hanus, M., Šídlo, L. </w:t>
      </w:r>
      <w:r w:rsidRPr="00CA483B">
        <w:rPr>
          <w:i/>
        </w:rPr>
        <w:t>Školní atlas dnešního světa</w:t>
      </w:r>
      <w:r w:rsidRPr="00CA483B">
        <w:t>, TERR</w:t>
      </w:r>
      <w:r w:rsidR="004531A1">
        <w:t>A, s.r.o. a TERRA – KLUB o.p.s., Praha: 2011</w:t>
      </w:r>
    </w:p>
    <w:p w:rsidR="00CA483B" w:rsidRPr="00CA483B" w:rsidRDefault="00CA483B" w:rsidP="00623F17">
      <w:pPr>
        <w:spacing w:line="360" w:lineRule="auto"/>
      </w:pPr>
      <w:r w:rsidRPr="00CA483B">
        <w:t>Smart Notebook – obrysové mapky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5A4217">
        <w:rPr>
          <w:b/>
        </w:rPr>
        <w:t>-</w:t>
      </w:r>
      <w:r w:rsidR="008E3F0A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758" w:rsidRDefault="00B77758">
      <w:r>
        <w:separator/>
      </w:r>
    </w:p>
  </w:endnote>
  <w:endnote w:type="continuationSeparator" w:id="0">
    <w:p w:rsidR="00B77758" w:rsidRDefault="00B7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76" w:rsidRDefault="00716B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76" w:rsidRDefault="00716B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758" w:rsidRDefault="00B77758">
      <w:r>
        <w:separator/>
      </w:r>
    </w:p>
  </w:footnote>
  <w:footnote w:type="continuationSeparator" w:id="0">
    <w:p w:rsidR="00B77758" w:rsidRDefault="00B77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76" w:rsidRDefault="00716B7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716B76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716B7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6145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76" w:rsidRDefault="00716B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269E"/>
    <w:rsid w:val="0042348A"/>
    <w:rsid w:val="00434610"/>
    <w:rsid w:val="00445D3A"/>
    <w:rsid w:val="004531A1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4217"/>
    <w:rsid w:val="005A62C1"/>
    <w:rsid w:val="005B067F"/>
    <w:rsid w:val="005D030A"/>
    <w:rsid w:val="006027CC"/>
    <w:rsid w:val="00623F17"/>
    <w:rsid w:val="006659E0"/>
    <w:rsid w:val="006A718D"/>
    <w:rsid w:val="006E792F"/>
    <w:rsid w:val="00700E72"/>
    <w:rsid w:val="00716B76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E3F0A"/>
    <w:rsid w:val="008F1D94"/>
    <w:rsid w:val="009178A2"/>
    <w:rsid w:val="00930B79"/>
    <w:rsid w:val="009E736F"/>
    <w:rsid w:val="009F240C"/>
    <w:rsid w:val="009F6F13"/>
    <w:rsid w:val="00A145A3"/>
    <w:rsid w:val="00A32C1A"/>
    <w:rsid w:val="00A32F88"/>
    <w:rsid w:val="00A67905"/>
    <w:rsid w:val="00A739DB"/>
    <w:rsid w:val="00A92398"/>
    <w:rsid w:val="00AB7C8A"/>
    <w:rsid w:val="00AE0AB9"/>
    <w:rsid w:val="00B03303"/>
    <w:rsid w:val="00B11E31"/>
    <w:rsid w:val="00B121FF"/>
    <w:rsid w:val="00B43D79"/>
    <w:rsid w:val="00B73B73"/>
    <w:rsid w:val="00B77758"/>
    <w:rsid w:val="00BA4C26"/>
    <w:rsid w:val="00BC3C15"/>
    <w:rsid w:val="00C067D2"/>
    <w:rsid w:val="00C36394"/>
    <w:rsid w:val="00C43F4C"/>
    <w:rsid w:val="00C61876"/>
    <w:rsid w:val="00C61B2E"/>
    <w:rsid w:val="00C8212F"/>
    <w:rsid w:val="00C841AF"/>
    <w:rsid w:val="00CA483B"/>
    <w:rsid w:val="00CB38DA"/>
    <w:rsid w:val="00CC59E8"/>
    <w:rsid w:val="00CE3B38"/>
    <w:rsid w:val="00CF24A3"/>
    <w:rsid w:val="00D65D2B"/>
    <w:rsid w:val="00D77519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wgt\zpravy$\SABLONY_DUMY\POSTUP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0C023-0B8C-409F-B101-A8CFC1AF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141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6</cp:revision>
  <cp:lastPrinted>1900-12-31T23:00:00Z</cp:lastPrinted>
  <dcterms:created xsi:type="dcterms:W3CDTF">2013-03-19T18:19:00Z</dcterms:created>
  <dcterms:modified xsi:type="dcterms:W3CDTF">2014-06-16T07:02:00Z</dcterms:modified>
</cp:coreProperties>
</file>