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EA" w:rsidRDefault="00D26AE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C5BA8">
        <w:rPr>
          <w:b/>
        </w:rPr>
        <w:t xml:space="preserve"> </w:t>
      </w:r>
      <w:r w:rsidR="000C5BA8" w:rsidRPr="00D26AEA">
        <w:rPr>
          <w:b/>
        </w:rPr>
        <w:t>Jihozápadní Asie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0C5BA8">
        <w:rPr>
          <w:b/>
        </w:rPr>
        <w:t xml:space="preserve"> </w:t>
      </w:r>
      <w:r w:rsidR="000C5BA8" w:rsidRPr="000C5BA8">
        <w:t>Mgr. Alena Zemanová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0C5BA8">
        <w:t xml:space="preserve"> 2_</w:t>
      </w:r>
      <w:r w:rsidR="002C1FDC">
        <w:t xml:space="preserve"> </w:t>
      </w:r>
      <w:r w:rsidR="000C5BA8">
        <w:t>Regionální zeměpis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0C5BA8">
        <w:t xml:space="preserve"> 10</w:t>
      </w:r>
      <w:r w:rsidR="00163029">
        <w:tab/>
      </w:r>
      <w:r w:rsidR="003716F7">
        <w:t xml:space="preserve">            </w:t>
      </w:r>
      <w:r w:rsidR="00592F82">
        <w:t>Předmět:</w:t>
      </w:r>
      <w:r w:rsidR="00592F82">
        <w:tab/>
      </w:r>
      <w:r w:rsidR="000C5BA8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AD7B46">
        <w:t>30.1. 2013</w:t>
      </w:r>
      <w:proofErr w:type="gramEnd"/>
      <w:r w:rsidR="00163029">
        <w:tab/>
      </w:r>
      <w:r>
        <w:t>Třída:</w:t>
      </w:r>
      <w:r w:rsidR="00163029">
        <w:tab/>
      </w:r>
      <w:r w:rsidR="00AD7B46">
        <w:t>2.B</w:t>
      </w:r>
      <w:r w:rsidR="000C5BA8">
        <w:t xml:space="preserve">      </w:t>
      </w:r>
      <w:r w:rsidR="002C1FDC">
        <w:t xml:space="preserve"> </w:t>
      </w:r>
      <w:r>
        <w:t>Ověřující učitel:</w:t>
      </w:r>
      <w:r w:rsidR="000C5BA8">
        <w:t xml:space="preserve">  Mgr. Alena Zemanová</w:t>
      </w:r>
    </w:p>
    <w:p w:rsidR="00D26AEA" w:rsidRDefault="00D26AEA" w:rsidP="00163029">
      <w:pPr>
        <w:spacing w:line="360" w:lineRule="auto"/>
      </w:pPr>
    </w:p>
    <w:p w:rsidR="00163029" w:rsidRDefault="00B05D0F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0C5BA8" w:rsidRPr="00FC5FD9" w:rsidRDefault="000C5BA8" w:rsidP="00D26AEA">
      <w:pPr>
        <w:spacing w:line="276" w:lineRule="auto"/>
        <w:jc w:val="both"/>
      </w:pPr>
      <w:r w:rsidRPr="00FC5FD9">
        <w:rPr>
          <w:rStyle w:val="Hypertextovodkaz"/>
          <w:color w:val="auto"/>
          <w:u w:val="none"/>
        </w:rPr>
        <w:t>Výukový materiál je zaměřen na r</w:t>
      </w:r>
      <w:r w:rsidR="002C1FDC">
        <w:rPr>
          <w:rStyle w:val="Hypertextovodkaz"/>
          <w:color w:val="auto"/>
          <w:u w:val="none"/>
        </w:rPr>
        <w:t>egion Jihozápadní Asie, žáci interaktivně</w:t>
      </w:r>
      <w:r w:rsidRPr="00FC5FD9">
        <w:rPr>
          <w:rStyle w:val="Hypertextovodkaz"/>
          <w:color w:val="auto"/>
          <w:u w:val="none"/>
        </w:rPr>
        <w:t xml:space="preserve"> doplňují zeměpisné názvy do mapky, </w:t>
      </w:r>
      <w:r w:rsidR="002C1FDC">
        <w:rPr>
          <w:rStyle w:val="Hypertextovodkaz"/>
          <w:color w:val="auto"/>
          <w:u w:val="none"/>
        </w:rPr>
        <w:t>zopakují si státy regionu a následně</w:t>
      </w:r>
      <w:r w:rsidRPr="00FC5FD9">
        <w:rPr>
          <w:rStyle w:val="Hypertextovodkaz"/>
          <w:color w:val="auto"/>
          <w:u w:val="none"/>
        </w:rPr>
        <w:t xml:space="preserve"> poznávají vybrané státy podle jejich obrysu, k nim </w:t>
      </w:r>
      <w:r w:rsidR="002C1FDC">
        <w:rPr>
          <w:rStyle w:val="Hypertextovodkaz"/>
          <w:color w:val="auto"/>
          <w:u w:val="none"/>
        </w:rPr>
        <w:t xml:space="preserve">přiřazují </w:t>
      </w:r>
      <w:r w:rsidRPr="00FC5FD9">
        <w:rPr>
          <w:rStyle w:val="Hypertextovodkaz"/>
          <w:color w:val="auto"/>
          <w:u w:val="none"/>
        </w:rPr>
        <w:t>hlavní města.</w:t>
      </w:r>
    </w:p>
    <w:p w:rsidR="00D26AEA" w:rsidRDefault="00D26AEA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FC5FD9" w:rsidP="00745A98">
      <w:pPr>
        <w:spacing w:line="360" w:lineRule="auto"/>
        <w:rPr>
          <w:b/>
        </w:rPr>
      </w:pPr>
      <w:r>
        <w:t>Jihozápadní Asie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C5FD9" w:rsidP="009F6F13">
      <w:r>
        <w:t>Materiál lze využít v hodinách zeměpisu a v</w:t>
      </w:r>
      <w:r w:rsidR="002C1FDC">
        <w:t xml:space="preserve"> zeměpisných </w:t>
      </w:r>
      <w:r>
        <w:t xml:space="preserve">seminářích. </w:t>
      </w:r>
    </w:p>
    <w:p w:rsidR="00D26AEA" w:rsidRDefault="00D26AEA" w:rsidP="00623F17">
      <w:pPr>
        <w:spacing w:line="360" w:lineRule="auto"/>
        <w:rPr>
          <w:b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FC5FD9" w:rsidRPr="00AD7B46" w:rsidRDefault="00FC5FD9" w:rsidP="00D26AEA">
      <w:pPr>
        <w:spacing w:line="276" w:lineRule="auto"/>
        <w:rPr>
          <w:rFonts w:ascii="System" w:hAnsi="System" w:cs="System"/>
          <w:bCs/>
          <w:color w:val="000000"/>
          <w:sz w:val="22"/>
          <w:szCs w:val="22"/>
        </w:rPr>
      </w:pPr>
      <w:r w:rsidRPr="00D26AEA">
        <w:rPr>
          <w:rFonts w:ascii="Arial - 20" w:hAnsi="Arial - 20" w:cs="Arial - 20"/>
          <w:bCs/>
          <w:color w:val="000000"/>
          <w:sz w:val="22"/>
          <w:szCs w:val="22"/>
        </w:rPr>
        <w:t>Hanus,</w:t>
      </w:r>
      <w:r w:rsidR="00D26AEA">
        <w:rPr>
          <w:rFonts w:ascii="Arial - 20" w:hAnsi="Arial - 20" w:cs="Arial - 20"/>
          <w:bCs/>
          <w:color w:val="000000"/>
          <w:sz w:val="22"/>
          <w:szCs w:val="22"/>
        </w:rPr>
        <w:t xml:space="preserve"> </w:t>
      </w:r>
      <w:r w:rsidRPr="00D26AEA">
        <w:rPr>
          <w:rFonts w:ascii="Arial - 20" w:hAnsi="Arial - 20" w:cs="Arial - 20"/>
          <w:bCs/>
          <w:color w:val="000000"/>
          <w:sz w:val="22"/>
          <w:szCs w:val="22"/>
        </w:rPr>
        <w:t xml:space="preserve">M., Šídlo, L. </w:t>
      </w:r>
      <w:r w:rsidRPr="00D26AEA">
        <w:rPr>
          <w:rFonts w:ascii="Arial - 20" w:hAnsi="Arial - 20" w:cs="Arial - 20"/>
          <w:bCs/>
          <w:i/>
          <w:iCs/>
          <w:color w:val="000000"/>
          <w:sz w:val="22"/>
          <w:szCs w:val="22"/>
        </w:rPr>
        <w:t>Školní atlas dnešního sv</w:t>
      </w:r>
      <w:r w:rsidRPr="00AD7B46">
        <w:rPr>
          <w:rFonts w:ascii="System" w:hAnsi="System" w:cs="System"/>
          <w:bCs/>
          <w:i/>
          <w:iCs/>
          <w:color w:val="000000"/>
          <w:sz w:val="22"/>
          <w:szCs w:val="22"/>
        </w:rPr>
        <w:t>ěta</w:t>
      </w:r>
      <w:r w:rsidRPr="00AD7B46">
        <w:rPr>
          <w:rFonts w:ascii="System" w:hAnsi="System" w:cs="System"/>
          <w:bCs/>
          <w:color w:val="000000"/>
          <w:sz w:val="22"/>
          <w:szCs w:val="22"/>
        </w:rPr>
        <w:t>, TERRA, s.r.o. a TERRA - KLUB o.p.s., Praha: 2011</w:t>
      </w:r>
    </w:p>
    <w:p w:rsidR="00FC5FD9" w:rsidRPr="00AD7B46" w:rsidRDefault="00FC5FD9" w:rsidP="00D26AEA">
      <w:pPr>
        <w:spacing w:before="240" w:line="276" w:lineRule="auto"/>
        <w:rPr>
          <w:sz w:val="22"/>
          <w:szCs w:val="22"/>
        </w:rPr>
      </w:pPr>
      <w:r w:rsidRPr="00AD7B46">
        <w:rPr>
          <w:rFonts w:ascii="Arial" w:hAnsi="Arial" w:cs="Arial"/>
          <w:color w:val="000000"/>
          <w:sz w:val="22"/>
          <w:szCs w:val="22"/>
        </w:rPr>
        <w:t>SMART Notebook - mapky, obrysy států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FF37E1">
        <w:rPr>
          <w:b/>
        </w:rPr>
        <w:t>-</w:t>
      </w:r>
      <w:r w:rsidR="00D26AEA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D08" w:rsidRDefault="00725D08">
      <w:r>
        <w:separator/>
      </w:r>
    </w:p>
  </w:endnote>
  <w:endnote w:type="continuationSeparator" w:id="0">
    <w:p w:rsidR="00725D08" w:rsidRDefault="0072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- 2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D0F" w:rsidRDefault="00B05D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D0F" w:rsidRDefault="00B05D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D08" w:rsidRDefault="00725D08">
      <w:r>
        <w:separator/>
      </w:r>
    </w:p>
  </w:footnote>
  <w:footnote w:type="continuationSeparator" w:id="0">
    <w:p w:rsidR="00725D08" w:rsidRDefault="00725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D0F" w:rsidRDefault="00B05D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B05D0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05D0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D0F" w:rsidRDefault="00B05D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C5BA8"/>
    <w:rsid w:val="000D28F6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C1FDC"/>
    <w:rsid w:val="002C4F42"/>
    <w:rsid w:val="0033262C"/>
    <w:rsid w:val="0034544A"/>
    <w:rsid w:val="00353FD9"/>
    <w:rsid w:val="0036718C"/>
    <w:rsid w:val="003716F7"/>
    <w:rsid w:val="003761B0"/>
    <w:rsid w:val="00381710"/>
    <w:rsid w:val="003835AF"/>
    <w:rsid w:val="00394D93"/>
    <w:rsid w:val="003A5AD6"/>
    <w:rsid w:val="003E4C3B"/>
    <w:rsid w:val="003E63C0"/>
    <w:rsid w:val="003F4DE8"/>
    <w:rsid w:val="0042269E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5CCF"/>
    <w:rsid w:val="005A62C1"/>
    <w:rsid w:val="005D030A"/>
    <w:rsid w:val="005E58D4"/>
    <w:rsid w:val="006027CC"/>
    <w:rsid w:val="00623F17"/>
    <w:rsid w:val="006659E0"/>
    <w:rsid w:val="006A718D"/>
    <w:rsid w:val="006E792F"/>
    <w:rsid w:val="00700E72"/>
    <w:rsid w:val="00725D08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01C6"/>
    <w:rsid w:val="008725F1"/>
    <w:rsid w:val="008A74B7"/>
    <w:rsid w:val="008B5602"/>
    <w:rsid w:val="008F1D94"/>
    <w:rsid w:val="009178A2"/>
    <w:rsid w:val="00930B79"/>
    <w:rsid w:val="009E736F"/>
    <w:rsid w:val="009F240C"/>
    <w:rsid w:val="009F38D8"/>
    <w:rsid w:val="009F6F13"/>
    <w:rsid w:val="00A32C1A"/>
    <w:rsid w:val="00A32F88"/>
    <w:rsid w:val="00A67905"/>
    <w:rsid w:val="00A739DB"/>
    <w:rsid w:val="00A92398"/>
    <w:rsid w:val="00AD7B46"/>
    <w:rsid w:val="00AE0AB9"/>
    <w:rsid w:val="00B03303"/>
    <w:rsid w:val="00B05D0F"/>
    <w:rsid w:val="00B11E31"/>
    <w:rsid w:val="00B121FF"/>
    <w:rsid w:val="00B43D79"/>
    <w:rsid w:val="00B73B73"/>
    <w:rsid w:val="00B77758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26AEA"/>
    <w:rsid w:val="00D65D2B"/>
    <w:rsid w:val="00D77519"/>
    <w:rsid w:val="00DB726E"/>
    <w:rsid w:val="00E12C07"/>
    <w:rsid w:val="00E85A23"/>
    <w:rsid w:val="00E96239"/>
    <w:rsid w:val="00EB152F"/>
    <w:rsid w:val="00EB331B"/>
    <w:rsid w:val="00EC1B9A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C5FD9"/>
    <w:rsid w:val="00FD69C2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18</TotalTime>
  <Pages>1</Pages>
  <Words>127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13</cp:revision>
  <cp:lastPrinted>2013-04-22T19:18:00Z</cp:lastPrinted>
  <dcterms:created xsi:type="dcterms:W3CDTF">2013-01-20T16:07:00Z</dcterms:created>
  <dcterms:modified xsi:type="dcterms:W3CDTF">2014-06-16T05:48:00Z</dcterms:modified>
</cp:coreProperties>
</file>