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BF" w:rsidRDefault="005C79B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2D2DD8">
        <w:rPr>
          <w:b/>
        </w:rPr>
        <w:t xml:space="preserve"> Asie – demografické charakteristiky</w:t>
      </w:r>
      <w:r w:rsidR="0036718C">
        <w:rPr>
          <w:b/>
        </w:rPr>
        <w:tab/>
      </w:r>
    </w:p>
    <w:p w:rsidR="009F6F13" w:rsidRPr="005C79B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2D2DD8">
        <w:rPr>
          <w:b/>
        </w:rPr>
        <w:t xml:space="preserve"> </w:t>
      </w:r>
      <w:r w:rsidR="002D2DD8" w:rsidRPr="005C79BF">
        <w:t>Mgr.</w:t>
      </w:r>
      <w:r w:rsidR="00DE109E" w:rsidRPr="005C79BF">
        <w:t xml:space="preserve"> </w:t>
      </w:r>
      <w:r w:rsidR="002D2DD8" w:rsidRPr="005C79BF">
        <w:t>Alena Zemanová</w:t>
      </w:r>
      <w:r w:rsidR="00163029" w:rsidRPr="005C79BF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531836">
        <w:t xml:space="preserve">        </w:t>
      </w:r>
      <w:r w:rsidR="00674699">
        <w:t>2</w:t>
      </w:r>
      <w:r w:rsidR="00006849">
        <w:t>_</w:t>
      </w:r>
      <w:r w:rsidR="002D2DD8">
        <w:t xml:space="preserve"> Regionální </w:t>
      </w:r>
      <w:proofErr w:type="gramStart"/>
      <w:r w:rsidR="002D2DD8">
        <w:t>zeměpi</w:t>
      </w:r>
      <w:r w:rsidR="000B7C83">
        <w:t>s</w:t>
      </w:r>
      <w:r w:rsidR="002D2DD8">
        <w:t xml:space="preserve">       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0B7C83">
        <w:t xml:space="preserve"> </w:t>
      </w:r>
      <w:proofErr w:type="gramStart"/>
      <w:r w:rsidR="002D2DD8">
        <w:t xml:space="preserve">04      </w:t>
      </w:r>
      <w:r w:rsidR="00531836">
        <w:t xml:space="preserve">          </w:t>
      </w:r>
      <w:r w:rsidR="00592F82">
        <w:t>Předmět</w:t>
      </w:r>
      <w:proofErr w:type="gramEnd"/>
      <w:r w:rsidR="00592F82">
        <w:t>:</w:t>
      </w:r>
      <w:r w:rsidR="00DE109E">
        <w:t xml:space="preserve"> </w:t>
      </w:r>
      <w:r w:rsidR="00006849">
        <w:t>z</w:t>
      </w:r>
      <w:r w:rsidR="00E466F4">
        <w:t>eměpis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D2DD8">
        <w:t>21.11.</w:t>
      </w:r>
      <w:r w:rsidR="00006849">
        <w:t xml:space="preserve"> </w:t>
      </w:r>
      <w:r w:rsidR="002D2DD8">
        <w:t>2012</w:t>
      </w:r>
      <w:proofErr w:type="gramEnd"/>
      <w:r w:rsidR="00163029">
        <w:tab/>
      </w:r>
      <w:r>
        <w:t>Třída:</w:t>
      </w:r>
      <w:r w:rsidR="00163029">
        <w:tab/>
      </w:r>
      <w:r w:rsidR="002D2DD8">
        <w:t xml:space="preserve">2.B     </w:t>
      </w:r>
      <w:r>
        <w:t>Ověřující učitel</w:t>
      </w:r>
      <w:r w:rsidR="002D2DD8">
        <w:t>: Mgr.</w:t>
      </w:r>
      <w:r w:rsidR="00DE109E">
        <w:t xml:space="preserve"> </w:t>
      </w:r>
      <w:r w:rsidR="002D2DD8">
        <w:t>Alena Zemanová</w:t>
      </w:r>
    </w:p>
    <w:p w:rsidR="00034B42" w:rsidRDefault="00034B42" w:rsidP="00163029">
      <w:pPr>
        <w:spacing w:line="360" w:lineRule="auto"/>
      </w:pPr>
    </w:p>
    <w:p w:rsidR="000B7C83" w:rsidRDefault="006319C3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2D2DD8">
        <w:rPr>
          <w:rStyle w:val="Hypertextovodkaz"/>
          <w:b/>
          <w:color w:val="auto"/>
          <w:u w:val="none"/>
        </w:rPr>
        <w:t xml:space="preserve"> </w:t>
      </w:r>
    </w:p>
    <w:p w:rsidR="00163029" w:rsidRPr="000B7C83" w:rsidRDefault="002D2DD8" w:rsidP="00034B42">
      <w:pPr>
        <w:spacing w:line="276" w:lineRule="auto"/>
        <w:jc w:val="both"/>
      </w:pPr>
      <w:r w:rsidRPr="000B7C83">
        <w:rPr>
          <w:rStyle w:val="Hypertextovodkaz"/>
          <w:color w:val="auto"/>
          <w:u w:val="none"/>
        </w:rPr>
        <w:t>Výukový materiál se zabývá vybranými demografickými charakteristikami</w:t>
      </w:r>
      <w:r w:rsidR="000B7C83">
        <w:rPr>
          <w:rStyle w:val="Hypertextovodkaz"/>
          <w:color w:val="auto"/>
          <w:u w:val="none"/>
        </w:rPr>
        <w:t xml:space="preserve"> asijských států</w:t>
      </w:r>
      <w:r w:rsidR="000B7C83" w:rsidRPr="000B7C83">
        <w:rPr>
          <w:rStyle w:val="Hypertextovodkaz"/>
          <w:color w:val="auto"/>
          <w:u w:val="none"/>
        </w:rPr>
        <w:t>.</w:t>
      </w:r>
      <w:r w:rsidRPr="000B7C83">
        <w:rPr>
          <w:rStyle w:val="Hypertextovodkaz"/>
          <w:color w:val="auto"/>
          <w:u w:val="none"/>
        </w:rPr>
        <w:t xml:space="preserve">  Má ověřit znalost</w:t>
      </w:r>
      <w:r w:rsidR="000B7C83" w:rsidRPr="000B7C83">
        <w:rPr>
          <w:rStyle w:val="Hypertextovodkaz"/>
          <w:color w:val="auto"/>
          <w:u w:val="none"/>
        </w:rPr>
        <w:t xml:space="preserve"> </w:t>
      </w:r>
      <w:r w:rsidRPr="000B7C83">
        <w:rPr>
          <w:rStyle w:val="Hypertextovodkaz"/>
          <w:color w:val="auto"/>
          <w:u w:val="none"/>
        </w:rPr>
        <w:t>hlavních měst a dovednost práce s</w:t>
      </w:r>
      <w:r w:rsidR="000B7C83" w:rsidRPr="000B7C83">
        <w:rPr>
          <w:rStyle w:val="Hypertextovodkaz"/>
          <w:color w:val="auto"/>
          <w:u w:val="none"/>
        </w:rPr>
        <w:t xml:space="preserve"> tematickými mapami a tabulkami ve Školním atlasu dnešního světa. Odpovědi si studenti zapisují do pracovních listů. </w:t>
      </w:r>
    </w:p>
    <w:p w:rsidR="00034B42" w:rsidRDefault="00034B42" w:rsidP="00745A98">
      <w:pPr>
        <w:spacing w:line="360" w:lineRule="auto"/>
        <w:rPr>
          <w:b/>
        </w:rPr>
      </w:pPr>
    </w:p>
    <w:p w:rsidR="00006849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B7C83">
        <w:rPr>
          <w:b/>
        </w:rPr>
        <w:t xml:space="preserve"> </w:t>
      </w:r>
    </w:p>
    <w:p w:rsidR="00484E3A" w:rsidRDefault="00006849" w:rsidP="00745A98">
      <w:pPr>
        <w:spacing w:line="360" w:lineRule="auto"/>
        <w:rPr>
          <w:b/>
        </w:rPr>
      </w:pPr>
      <w:r w:rsidRPr="00006849">
        <w:t>H</w:t>
      </w:r>
      <w:r w:rsidR="000B7C83" w:rsidRPr="000B7C83">
        <w:t>ustota zalidnění, sídla,</w:t>
      </w:r>
      <w:r w:rsidR="00DE109E">
        <w:t xml:space="preserve"> </w:t>
      </w:r>
      <w:r w:rsidR="000B7C83" w:rsidRPr="000B7C83">
        <w:t>náboženství,</w:t>
      </w:r>
      <w:r w:rsidR="00DE109E">
        <w:t xml:space="preserve"> </w:t>
      </w:r>
      <w:r w:rsidR="000B7C83" w:rsidRPr="000B7C83">
        <w:t>přirozený přírůstek, index stáří</w:t>
      </w:r>
    </w:p>
    <w:p w:rsidR="00034B42" w:rsidRDefault="00034B42" w:rsidP="00745A98">
      <w:pPr>
        <w:spacing w:line="360" w:lineRule="auto"/>
        <w:rPr>
          <w:b/>
        </w:rPr>
      </w:pPr>
    </w:p>
    <w:p w:rsidR="00DE109E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E109E">
        <w:rPr>
          <w:b/>
        </w:rPr>
        <w:t xml:space="preserve"> </w:t>
      </w:r>
    </w:p>
    <w:p w:rsidR="00F73128" w:rsidRPr="00DE109E" w:rsidRDefault="00DE109E" w:rsidP="00034B42">
      <w:pPr>
        <w:spacing w:line="276" w:lineRule="auto"/>
        <w:jc w:val="both"/>
      </w:pPr>
      <w:r w:rsidRPr="00DE109E">
        <w:t>Výukový materiál lze vy</w:t>
      </w:r>
      <w:r w:rsidR="000B7C83" w:rsidRPr="00DE109E">
        <w:t>užít v hodinách zeměpisu, v zeměpisném semináři při opakování k</w:t>
      </w:r>
      <w:r w:rsidRPr="00DE109E">
        <w:t> </w:t>
      </w:r>
      <w:r w:rsidR="000B7C83" w:rsidRPr="00DE109E">
        <w:t>maturitě</w:t>
      </w:r>
      <w:r w:rsidRPr="00DE109E">
        <w:t>.</w:t>
      </w:r>
    </w:p>
    <w:p w:rsidR="000A58B5" w:rsidRPr="000A58B5" w:rsidRDefault="000A58B5" w:rsidP="000A58B5">
      <w:pPr>
        <w:spacing w:before="240"/>
        <w:rPr>
          <w:b/>
          <w:sz w:val="8"/>
          <w:szCs w:val="8"/>
        </w:rPr>
      </w:pPr>
    </w:p>
    <w:p w:rsidR="00EB331B" w:rsidRPr="000A58B5" w:rsidRDefault="00623F17" w:rsidP="009479C6">
      <w:pPr>
        <w:spacing w:before="240" w:line="360" w:lineRule="auto"/>
        <w:rPr>
          <w:b/>
        </w:rPr>
      </w:pPr>
      <w:r w:rsidRPr="000A58B5">
        <w:rPr>
          <w:b/>
        </w:rPr>
        <w:t>Seznam literatury a pramenů:</w:t>
      </w:r>
    </w:p>
    <w:p w:rsidR="005C79BF" w:rsidRPr="00C27D7C" w:rsidRDefault="005C79BF" w:rsidP="005C79BF">
      <w:pPr>
        <w:autoSpaceDE w:val="0"/>
        <w:autoSpaceDN w:val="0"/>
        <w:adjustRightInd w:val="0"/>
        <w:rPr>
          <w:rFonts w:eastAsia="Arial Unicode MS"/>
          <w:color w:val="000000"/>
        </w:rPr>
      </w:pPr>
      <w:r w:rsidRPr="00C27D7C">
        <w:rPr>
          <w:color w:val="000000"/>
        </w:rPr>
        <w:t xml:space="preserve">Hanus, M., Šídlo, L. </w:t>
      </w:r>
      <w:r w:rsidRPr="00C27D7C">
        <w:rPr>
          <w:i/>
          <w:iCs/>
          <w:color w:val="000000"/>
        </w:rPr>
        <w:t>Školní atlas dnešního sv</w:t>
      </w:r>
      <w:r w:rsidRPr="00C27D7C">
        <w:rPr>
          <w:rFonts w:eastAsia="Arial Unicode MS"/>
          <w:i/>
          <w:iCs/>
          <w:color w:val="000000"/>
        </w:rPr>
        <w:t xml:space="preserve">ěta. </w:t>
      </w:r>
      <w:r w:rsidRPr="00C27D7C">
        <w:rPr>
          <w:rFonts w:eastAsia="Arial Unicode MS"/>
          <w:color w:val="000000"/>
        </w:rPr>
        <w:t xml:space="preserve">Praha: </w:t>
      </w:r>
      <w:proofErr w:type="spellStart"/>
      <w:r w:rsidRPr="00C27D7C">
        <w:rPr>
          <w:rFonts w:eastAsia="Arial Unicode MS"/>
          <w:color w:val="000000"/>
        </w:rPr>
        <w:t>Terra</w:t>
      </w:r>
      <w:proofErr w:type="spellEnd"/>
      <w:r w:rsidRPr="00C27D7C">
        <w:rPr>
          <w:rFonts w:eastAsia="Arial Unicode MS"/>
          <w:color w:val="000000"/>
        </w:rPr>
        <w:t xml:space="preserve">, s.r.o., a </w:t>
      </w:r>
      <w:proofErr w:type="spellStart"/>
      <w:r w:rsidRPr="00C27D7C">
        <w:rPr>
          <w:rFonts w:eastAsia="Arial Unicode MS"/>
          <w:color w:val="000000"/>
        </w:rPr>
        <w:t>Terra</w:t>
      </w:r>
      <w:proofErr w:type="spellEnd"/>
      <w:r w:rsidRPr="00C27D7C">
        <w:rPr>
          <w:rFonts w:eastAsia="Arial Unicode MS"/>
          <w:color w:val="000000"/>
        </w:rPr>
        <w:t xml:space="preserve"> – Klub, o.p.s., 2011</w:t>
      </w:r>
    </w:p>
    <w:p w:rsidR="00C27D7C" w:rsidRDefault="00C27D7C" w:rsidP="00623F17">
      <w:pPr>
        <w:spacing w:line="360" w:lineRule="auto"/>
        <w:rPr>
          <w:b/>
        </w:rPr>
      </w:pPr>
    </w:p>
    <w:p w:rsidR="00006849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DE109E" w:rsidP="00623F17">
      <w:pPr>
        <w:spacing w:line="360" w:lineRule="auto"/>
        <w:rPr>
          <w:b/>
        </w:rPr>
      </w:pPr>
      <w:r w:rsidRPr="00DE109E">
        <w:t>Součástí materiálu je Pracovní list – Asie, demografické charakteristiky</w:t>
      </w:r>
      <w:r w:rsidR="00006849">
        <w:t>.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E54" w:rsidRDefault="009D6E54">
      <w:r>
        <w:separator/>
      </w:r>
    </w:p>
  </w:endnote>
  <w:endnote w:type="continuationSeparator" w:id="0">
    <w:p w:rsidR="009D6E54" w:rsidRDefault="009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9C3" w:rsidRDefault="006319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9C3" w:rsidRDefault="006319C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E54" w:rsidRDefault="009D6E54">
      <w:r>
        <w:separator/>
      </w:r>
    </w:p>
  </w:footnote>
  <w:footnote w:type="continuationSeparator" w:id="0">
    <w:p w:rsidR="009D6E54" w:rsidRDefault="009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9C3" w:rsidRDefault="006319C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319C3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6319C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9C3" w:rsidRDefault="006319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6849"/>
    <w:rsid w:val="00034B42"/>
    <w:rsid w:val="00040C37"/>
    <w:rsid w:val="000547D9"/>
    <w:rsid w:val="00054DFD"/>
    <w:rsid w:val="000A48C9"/>
    <w:rsid w:val="000A58B5"/>
    <w:rsid w:val="000B2930"/>
    <w:rsid w:val="000B7C83"/>
    <w:rsid w:val="000C1FE7"/>
    <w:rsid w:val="000C3E7E"/>
    <w:rsid w:val="000D28F6"/>
    <w:rsid w:val="000E29CB"/>
    <w:rsid w:val="0010546B"/>
    <w:rsid w:val="0015478E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D2DD8"/>
    <w:rsid w:val="0033262C"/>
    <w:rsid w:val="0034544A"/>
    <w:rsid w:val="00353FD9"/>
    <w:rsid w:val="00361A22"/>
    <w:rsid w:val="0036718C"/>
    <w:rsid w:val="003761B0"/>
    <w:rsid w:val="003835AF"/>
    <w:rsid w:val="00394563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31836"/>
    <w:rsid w:val="00546A70"/>
    <w:rsid w:val="00574DD9"/>
    <w:rsid w:val="00592F82"/>
    <w:rsid w:val="005A62C1"/>
    <w:rsid w:val="005B7E60"/>
    <w:rsid w:val="005C79BF"/>
    <w:rsid w:val="005D030A"/>
    <w:rsid w:val="005D07AB"/>
    <w:rsid w:val="005F6DEB"/>
    <w:rsid w:val="006027CC"/>
    <w:rsid w:val="006032E7"/>
    <w:rsid w:val="00623F17"/>
    <w:rsid w:val="006319C3"/>
    <w:rsid w:val="006659E0"/>
    <w:rsid w:val="00674699"/>
    <w:rsid w:val="00675FA3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479C6"/>
    <w:rsid w:val="009D6E5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27D7C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5B82"/>
    <w:rsid w:val="00D77519"/>
    <w:rsid w:val="00DB726E"/>
    <w:rsid w:val="00DE109E"/>
    <w:rsid w:val="00E12C07"/>
    <w:rsid w:val="00E466F4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31246-4EEC-49B8-BA7F-4075C562D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140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16</cp:revision>
  <cp:lastPrinted>1900-12-31T23:00:00Z</cp:lastPrinted>
  <dcterms:created xsi:type="dcterms:W3CDTF">2012-11-22T18:27:00Z</dcterms:created>
  <dcterms:modified xsi:type="dcterms:W3CDTF">2014-06-10T13:28:00Z</dcterms:modified>
</cp:coreProperties>
</file>