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C40" w:rsidRDefault="00372C40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1294B">
        <w:rPr>
          <w:b/>
        </w:rPr>
        <w:t xml:space="preserve"> Afrika - státy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1294B">
        <w:rPr>
          <w:b/>
        </w:rPr>
        <w:t xml:space="preserve"> </w:t>
      </w:r>
      <w:r w:rsidR="0011294B" w:rsidRPr="00372C40">
        <w:t>Mgr. Alena Zemanová</w:t>
      </w:r>
      <w:r w:rsidR="00163029" w:rsidRPr="00A32F88">
        <w:rPr>
          <w:b/>
        </w:rPr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321B9F">
        <w:t xml:space="preserve"> </w:t>
      </w:r>
      <w:r w:rsidR="002659D3">
        <w:t xml:space="preserve">      </w:t>
      </w:r>
      <w:r w:rsidR="00007AE7">
        <w:t>2</w:t>
      </w:r>
      <w:r w:rsidR="00DD75AB">
        <w:t>_</w:t>
      </w:r>
      <w:r w:rsidR="00007AE7">
        <w:t xml:space="preserve"> </w:t>
      </w:r>
      <w:r w:rsidR="000662CF">
        <w:t xml:space="preserve">Regionální zeměpis       </w:t>
      </w:r>
      <w:r w:rsidR="008725F1">
        <w:t>Č</w:t>
      </w:r>
      <w:r>
        <w:t>íslo</w:t>
      </w:r>
      <w:r w:rsidR="00007AE7">
        <w:t xml:space="preserve"> </w:t>
      </w:r>
      <w:proofErr w:type="gramStart"/>
      <w:r w:rsidR="002659D3">
        <w:t xml:space="preserve">DUM </w:t>
      </w:r>
      <w:r w:rsidR="00007AE7">
        <w:t>:</w:t>
      </w:r>
      <w:r w:rsidR="002659D3">
        <w:t xml:space="preserve"> </w:t>
      </w:r>
      <w:r w:rsidR="009B6451">
        <w:t xml:space="preserve"> </w:t>
      </w:r>
      <w:r w:rsidR="0011294B">
        <w:t>01</w:t>
      </w:r>
      <w:proofErr w:type="gramEnd"/>
      <w:r w:rsidR="000662CF">
        <w:t xml:space="preserve">     </w:t>
      </w:r>
      <w:r w:rsidR="006534A9">
        <w:t xml:space="preserve">        </w:t>
      </w:r>
      <w:r w:rsidR="000662CF">
        <w:t xml:space="preserve">  </w:t>
      </w:r>
      <w:r w:rsidR="002659D3">
        <w:t xml:space="preserve">Předmět: </w:t>
      </w:r>
      <w:r w:rsidR="00DD75AB">
        <w:t>z</w:t>
      </w:r>
      <w:r w:rsidR="0011294B">
        <w:t>eměpis</w:t>
      </w:r>
      <w:r w:rsidR="000662CF">
        <w:t xml:space="preserve">                              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321B9F">
        <w:t>12.11</w:t>
      </w:r>
      <w:proofErr w:type="gramEnd"/>
      <w:r w:rsidR="00321B9F">
        <w:t>.</w:t>
      </w:r>
      <w:r w:rsidR="0011294B">
        <w:t xml:space="preserve"> 2012</w:t>
      </w:r>
      <w:r w:rsidR="00007AE7" w:rsidRPr="00007AE7">
        <w:t xml:space="preserve"> </w:t>
      </w:r>
      <w:r w:rsidR="00007AE7">
        <w:t xml:space="preserve">     </w:t>
      </w:r>
      <w:r w:rsidR="006534A9">
        <w:t xml:space="preserve">   </w:t>
      </w:r>
      <w:r w:rsidR="00007AE7">
        <w:t>Třída:</w:t>
      </w:r>
      <w:r w:rsidR="008A29BA">
        <w:t xml:space="preserve"> </w:t>
      </w:r>
      <w:r w:rsidR="00007AE7">
        <w:t>sexta               Ověřující učitel: Mgr.</w:t>
      </w:r>
      <w:r w:rsidR="008A29BA">
        <w:t xml:space="preserve"> </w:t>
      </w:r>
      <w:r w:rsidR="00007AE7">
        <w:t xml:space="preserve">Alena Zemanová    </w:t>
      </w:r>
      <w:r w:rsidR="006A3EE9">
        <w:t xml:space="preserve">                     </w:t>
      </w:r>
    </w:p>
    <w:p w:rsidR="0054446F" w:rsidRDefault="0054446F" w:rsidP="00163029">
      <w:pPr>
        <w:spacing w:line="360" w:lineRule="auto"/>
      </w:pPr>
    </w:p>
    <w:p w:rsidR="00DD75AB" w:rsidRDefault="006249BB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321B9F">
        <w:rPr>
          <w:rStyle w:val="Hypertextovodkaz"/>
          <w:b/>
          <w:color w:val="auto"/>
          <w:u w:val="none"/>
        </w:rPr>
        <w:t xml:space="preserve"> </w:t>
      </w:r>
    </w:p>
    <w:p w:rsidR="00321B9F" w:rsidRPr="00501C29" w:rsidRDefault="00DD75AB" w:rsidP="0054446F">
      <w:pPr>
        <w:spacing w:line="276" w:lineRule="auto"/>
        <w:jc w:val="both"/>
        <w:rPr>
          <w:b/>
        </w:rPr>
      </w:pPr>
      <w:r>
        <w:rPr>
          <w:rStyle w:val="Hypertextovodkaz"/>
          <w:color w:val="auto"/>
          <w:u w:val="none"/>
        </w:rPr>
        <w:t>Výukový materiál má dvě části;</w:t>
      </w:r>
      <w:r w:rsidR="00321B9F" w:rsidRPr="002659D3">
        <w:rPr>
          <w:rStyle w:val="Hypertextovodkaz"/>
          <w:color w:val="auto"/>
          <w:u w:val="none"/>
        </w:rPr>
        <w:t xml:space="preserve"> v první části si žáci zopakují absolutní polohu Afriky, problematiku kolonizace a </w:t>
      </w:r>
      <w:r w:rsidR="00871103" w:rsidRPr="002659D3">
        <w:rPr>
          <w:rStyle w:val="Hypertextovodkaz"/>
          <w:color w:val="auto"/>
          <w:u w:val="none"/>
        </w:rPr>
        <w:t>na vybraných státech vznik samostatných států. Druhá část výukového materiálu</w:t>
      </w:r>
      <w:r w:rsidR="00321B9F" w:rsidRPr="002659D3">
        <w:rPr>
          <w:rStyle w:val="Hypertextovodkaz"/>
          <w:color w:val="auto"/>
          <w:u w:val="none"/>
        </w:rPr>
        <w:t xml:space="preserve"> má interaktivní formou naučit žáky polohu jednotlivých států Afriky</w:t>
      </w:r>
      <w:r>
        <w:rPr>
          <w:rStyle w:val="Hypertextovodkaz"/>
          <w:color w:val="auto"/>
          <w:u w:val="none"/>
        </w:rPr>
        <w:t>. R</w:t>
      </w:r>
      <w:r w:rsidR="00321B9F" w:rsidRPr="002659D3">
        <w:rPr>
          <w:rStyle w:val="Hypertextovodkaz"/>
          <w:color w:val="auto"/>
          <w:u w:val="none"/>
        </w:rPr>
        <w:t>egionální zeměpis se vyučuje podle ŠVP ve druhém ročníku</w:t>
      </w:r>
      <w:r w:rsidR="00871103" w:rsidRPr="002659D3">
        <w:rPr>
          <w:rStyle w:val="Hypertextovodkaz"/>
          <w:color w:val="auto"/>
          <w:u w:val="none"/>
        </w:rPr>
        <w:t>.</w:t>
      </w:r>
    </w:p>
    <w:p w:rsidR="0054446F" w:rsidRDefault="0054446F" w:rsidP="00745A98">
      <w:pPr>
        <w:spacing w:line="360" w:lineRule="auto"/>
        <w:rPr>
          <w:b/>
        </w:rPr>
      </w:pPr>
    </w:p>
    <w:p w:rsidR="00DD75AB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2659D3">
        <w:rPr>
          <w:b/>
        </w:rPr>
        <w:t xml:space="preserve">  </w:t>
      </w:r>
    </w:p>
    <w:p w:rsidR="00484E3A" w:rsidRDefault="0011294B" w:rsidP="00745A98">
      <w:pPr>
        <w:spacing w:line="360" w:lineRule="auto"/>
        <w:rPr>
          <w:b/>
        </w:rPr>
      </w:pPr>
      <w:r>
        <w:t>Absolutní poloha, kolonie, dekolonizace, státy Afriky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871103" w:rsidP="0054446F">
      <w:pPr>
        <w:spacing w:line="276" w:lineRule="auto"/>
        <w:jc w:val="both"/>
      </w:pPr>
      <w:r>
        <w:t>Výukový m</w:t>
      </w:r>
      <w:r w:rsidR="0011294B">
        <w:t>ateriál lze použít</w:t>
      </w:r>
      <w:r>
        <w:t xml:space="preserve">, převážně druhou jeho část, </w:t>
      </w:r>
      <w:r w:rsidR="0011294B">
        <w:t xml:space="preserve">při ověřování </w:t>
      </w:r>
      <w:r w:rsidR="00A67485">
        <w:t>znalostí polohy jednotlivých států Afriky</w:t>
      </w:r>
      <w:r w:rsidR="00372C40">
        <w:t>.</w:t>
      </w:r>
      <w:r>
        <w:t xml:space="preserve"> </w:t>
      </w:r>
    </w:p>
    <w:p w:rsidR="00372C40" w:rsidRPr="00372C40" w:rsidRDefault="00372C40" w:rsidP="0054446F">
      <w:pPr>
        <w:spacing w:before="240" w:line="276" w:lineRule="auto"/>
        <w:jc w:val="both"/>
        <w:rPr>
          <w:b/>
          <w:sz w:val="10"/>
          <w:szCs w:val="10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bookmarkStart w:id="0" w:name="Text9"/>
    <w:p w:rsidR="00623F17" w:rsidRPr="002659D3" w:rsidRDefault="00C937F9" w:rsidP="0084178C">
      <w:pPr>
        <w:spacing w:line="276" w:lineRule="auto"/>
        <w:rPr>
          <w:bCs/>
          <w:sz w:val="22"/>
          <w:szCs w:val="22"/>
        </w:rPr>
      </w:pPr>
      <w:r w:rsidRPr="002659D3">
        <w:rPr>
          <w:bCs/>
          <w:sz w:val="22"/>
          <w:szCs w:val="22"/>
        </w:rPr>
        <w:fldChar w:fldCharType="begin"/>
      </w:r>
      <w:r w:rsidR="00A67485" w:rsidRPr="002659D3">
        <w:rPr>
          <w:bCs/>
          <w:sz w:val="22"/>
          <w:szCs w:val="22"/>
        </w:rPr>
        <w:instrText xml:space="preserve"> HYPERLINK "http://leccos.com/index.php/clanky/afrika" </w:instrText>
      </w:r>
      <w:r w:rsidRPr="002659D3">
        <w:rPr>
          <w:bCs/>
          <w:sz w:val="22"/>
          <w:szCs w:val="22"/>
        </w:rPr>
        <w:fldChar w:fldCharType="separate"/>
      </w:r>
      <w:r w:rsidR="00A67485" w:rsidRPr="002659D3">
        <w:rPr>
          <w:rStyle w:val="Hypertextovodkaz"/>
          <w:bCs/>
          <w:color w:val="auto"/>
          <w:sz w:val="22"/>
          <w:szCs w:val="22"/>
        </w:rPr>
        <w:t>http://leccos.com/index.php/clanky/afrika</w:t>
      </w:r>
      <w:bookmarkEnd w:id="0"/>
      <w:r w:rsidRPr="002659D3">
        <w:rPr>
          <w:bCs/>
          <w:sz w:val="22"/>
          <w:szCs w:val="22"/>
        </w:rPr>
        <w:fldChar w:fldCharType="end"/>
      </w:r>
    </w:p>
    <w:p w:rsidR="00372C40" w:rsidRPr="00372C40" w:rsidRDefault="00372C40" w:rsidP="0084178C">
      <w:pPr>
        <w:autoSpaceDE w:val="0"/>
        <w:autoSpaceDN w:val="0"/>
        <w:adjustRightInd w:val="0"/>
        <w:spacing w:line="276" w:lineRule="auto"/>
        <w:rPr>
          <w:rFonts w:eastAsia="Arial Unicode MS"/>
          <w:color w:val="000000"/>
          <w:sz w:val="21"/>
          <w:szCs w:val="21"/>
        </w:rPr>
      </w:pPr>
      <w:r w:rsidRPr="00372C40">
        <w:rPr>
          <w:color w:val="000000"/>
          <w:sz w:val="21"/>
          <w:szCs w:val="21"/>
        </w:rPr>
        <w:t xml:space="preserve">Hanus, M., Šídlo, L. </w:t>
      </w:r>
      <w:r w:rsidRPr="00372C40">
        <w:rPr>
          <w:i/>
          <w:iCs/>
          <w:color w:val="000000"/>
          <w:sz w:val="21"/>
          <w:szCs w:val="21"/>
        </w:rPr>
        <w:t>Školní atlas dnešního sv</w:t>
      </w:r>
      <w:r w:rsidRPr="00372C40">
        <w:rPr>
          <w:rFonts w:eastAsia="Arial Unicode MS"/>
          <w:i/>
          <w:iCs/>
          <w:color w:val="000000"/>
          <w:sz w:val="21"/>
          <w:szCs w:val="21"/>
        </w:rPr>
        <w:t xml:space="preserve">ěta. </w:t>
      </w:r>
      <w:r w:rsidRPr="00372C40">
        <w:rPr>
          <w:rFonts w:eastAsia="Arial Unicode MS"/>
          <w:color w:val="000000"/>
          <w:sz w:val="21"/>
          <w:szCs w:val="21"/>
        </w:rPr>
        <w:t xml:space="preserve">Praha: </w:t>
      </w:r>
      <w:proofErr w:type="spellStart"/>
      <w:r w:rsidRPr="00372C40">
        <w:rPr>
          <w:rFonts w:eastAsia="Arial Unicode MS"/>
          <w:color w:val="000000"/>
          <w:sz w:val="21"/>
          <w:szCs w:val="21"/>
        </w:rPr>
        <w:t>Terra</w:t>
      </w:r>
      <w:proofErr w:type="spellEnd"/>
      <w:r w:rsidRPr="00372C40">
        <w:rPr>
          <w:rFonts w:eastAsia="Arial Unicode MS"/>
          <w:color w:val="000000"/>
          <w:sz w:val="21"/>
          <w:szCs w:val="21"/>
        </w:rPr>
        <w:t xml:space="preserve">, s.r.o., a </w:t>
      </w:r>
      <w:proofErr w:type="spellStart"/>
      <w:r w:rsidRPr="00372C40">
        <w:rPr>
          <w:rFonts w:eastAsia="Arial Unicode MS"/>
          <w:color w:val="000000"/>
          <w:sz w:val="21"/>
          <w:szCs w:val="21"/>
        </w:rPr>
        <w:t>Terra</w:t>
      </w:r>
      <w:proofErr w:type="spellEnd"/>
      <w:r w:rsidRPr="00372C40">
        <w:rPr>
          <w:rFonts w:eastAsia="Arial Unicode MS"/>
          <w:color w:val="000000"/>
          <w:sz w:val="21"/>
          <w:szCs w:val="21"/>
        </w:rPr>
        <w:t xml:space="preserve"> – Klub, o.p.s., 2011</w:t>
      </w:r>
    </w:p>
    <w:p w:rsidR="00372C40" w:rsidRPr="00372C40" w:rsidRDefault="00372C40" w:rsidP="0084178C">
      <w:pPr>
        <w:spacing w:before="240" w:line="276" w:lineRule="auto"/>
        <w:rPr>
          <w:b/>
          <w:sz w:val="10"/>
          <w:szCs w:val="10"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DD75AB">
        <w:rPr>
          <w:b/>
        </w:rPr>
        <w:t>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B9E" w:rsidRDefault="00A65B9E">
      <w:r>
        <w:separator/>
      </w:r>
    </w:p>
  </w:endnote>
  <w:endnote w:type="continuationSeparator" w:id="0">
    <w:p w:rsidR="00A65B9E" w:rsidRDefault="00A65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9BB" w:rsidRDefault="006249B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9BB" w:rsidRDefault="006249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B9E" w:rsidRDefault="00A65B9E">
      <w:r>
        <w:separator/>
      </w:r>
    </w:p>
  </w:footnote>
  <w:footnote w:type="continuationSeparator" w:id="0">
    <w:p w:rsidR="00A65B9E" w:rsidRDefault="00A65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9BB" w:rsidRDefault="006249B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6249BB">
      <w:rPr>
        <w:bCs/>
      </w:rPr>
      <w:t>34.</w:t>
    </w:r>
    <w:bookmarkStart w:id="1" w:name="_GoBack"/>
    <w:bookmarkEnd w:id="1"/>
    <w:r>
      <w:rPr>
        <w:bCs/>
      </w:rPr>
      <w:t>0325</w:t>
    </w:r>
  </w:p>
  <w:p w:rsidR="00484E3A" w:rsidRPr="00745A98" w:rsidRDefault="006249B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9BB" w:rsidRDefault="006249B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07AE7"/>
    <w:rsid w:val="00017F2C"/>
    <w:rsid w:val="00040C37"/>
    <w:rsid w:val="000547D9"/>
    <w:rsid w:val="00054DFD"/>
    <w:rsid w:val="000662CF"/>
    <w:rsid w:val="000A007E"/>
    <w:rsid w:val="000A48C9"/>
    <w:rsid w:val="000B2930"/>
    <w:rsid w:val="000C1FE7"/>
    <w:rsid w:val="000C3E7E"/>
    <w:rsid w:val="000D28F6"/>
    <w:rsid w:val="000E29CB"/>
    <w:rsid w:val="0010546B"/>
    <w:rsid w:val="0011294B"/>
    <w:rsid w:val="00163029"/>
    <w:rsid w:val="001A6A4C"/>
    <w:rsid w:val="001F1A08"/>
    <w:rsid w:val="00232FB1"/>
    <w:rsid w:val="002659D3"/>
    <w:rsid w:val="0028489E"/>
    <w:rsid w:val="00290C19"/>
    <w:rsid w:val="00297870"/>
    <w:rsid w:val="002A290B"/>
    <w:rsid w:val="002A58FA"/>
    <w:rsid w:val="002A5BAC"/>
    <w:rsid w:val="00321B9F"/>
    <w:rsid w:val="0033262C"/>
    <w:rsid w:val="0034544A"/>
    <w:rsid w:val="00353FD9"/>
    <w:rsid w:val="0036718C"/>
    <w:rsid w:val="00372C40"/>
    <w:rsid w:val="003761B0"/>
    <w:rsid w:val="0038174F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7282"/>
    <w:rsid w:val="00484E3A"/>
    <w:rsid w:val="00490F9C"/>
    <w:rsid w:val="00493EE7"/>
    <w:rsid w:val="004C3049"/>
    <w:rsid w:val="00501C29"/>
    <w:rsid w:val="00512A86"/>
    <w:rsid w:val="0054446F"/>
    <w:rsid w:val="00546A70"/>
    <w:rsid w:val="00574DD9"/>
    <w:rsid w:val="00592F82"/>
    <w:rsid w:val="005A62C1"/>
    <w:rsid w:val="005D030A"/>
    <w:rsid w:val="006027CC"/>
    <w:rsid w:val="00623F17"/>
    <w:rsid w:val="006249BB"/>
    <w:rsid w:val="006534A9"/>
    <w:rsid w:val="006659E0"/>
    <w:rsid w:val="006A3EE9"/>
    <w:rsid w:val="006A718D"/>
    <w:rsid w:val="006E792F"/>
    <w:rsid w:val="00700E72"/>
    <w:rsid w:val="00745A98"/>
    <w:rsid w:val="007659FE"/>
    <w:rsid w:val="00771703"/>
    <w:rsid w:val="007C2080"/>
    <w:rsid w:val="007C424F"/>
    <w:rsid w:val="007C52F1"/>
    <w:rsid w:val="007F02F7"/>
    <w:rsid w:val="007F06C8"/>
    <w:rsid w:val="00801324"/>
    <w:rsid w:val="00812228"/>
    <w:rsid w:val="0082351D"/>
    <w:rsid w:val="00823D1E"/>
    <w:rsid w:val="0084178C"/>
    <w:rsid w:val="00871103"/>
    <w:rsid w:val="008725F1"/>
    <w:rsid w:val="008A29BA"/>
    <w:rsid w:val="008B5602"/>
    <w:rsid w:val="008F1D94"/>
    <w:rsid w:val="009178A2"/>
    <w:rsid w:val="00930B79"/>
    <w:rsid w:val="009B6451"/>
    <w:rsid w:val="009E736F"/>
    <w:rsid w:val="009F240C"/>
    <w:rsid w:val="009F6F13"/>
    <w:rsid w:val="00A32C1A"/>
    <w:rsid w:val="00A32F88"/>
    <w:rsid w:val="00A65B9E"/>
    <w:rsid w:val="00A67485"/>
    <w:rsid w:val="00A67905"/>
    <w:rsid w:val="00A739DB"/>
    <w:rsid w:val="00A92398"/>
    <w:rsid w:val="00AB091D"/>
    <w:rsid w:val="00AD3096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17B26"/>
    <w:rsid w:val="00C36394"/>
    <w:rsid w:val="00C43F4C"/>
    <w:rsid w:val="00C61876"/>
    <w:rsid w:val="00C61B2E"/>
    <w:rsid w:val="00C841AF"/>
    <w:rsid w:val="00C937F9"/>
    <w:rsid w:val="00CB38DA"/>
    <w:rsid w:val="00CC59E8"/>
    <w:rsid w:val="00CF24A3"/>
    <w:rsid w:val="00D449FB"/>
    <w:rsid w:val="00D65D2B"/>
    <w:rsid w:val="00D77519"/>
    <w:rsid w:val="00DB726E"/>
    <w:rsid w:val="00DC1B85"/>
    <w:rsid w:val="00DD75AB"/>
    <w:rsid w:val="00E12C07"/>
    <w:rsid w:val="00E732E8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60A51"/>
    <w:rsid w:val="00F73128"/>
    <w:rsid w:val="00F879C1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13</TotalTime>
  <Pages>1</Pages>
  <Words>145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14</cp:revision>
  <cp:lastPrinted>1900-12-31T23:00:00Z</cp:lastPrinted>
  <dcterms:created xsi:type="dcterms:W3CDTF">2012-11-22T16:16:00Z</dcterms:created>
  <dcterms:modified xsi:type="dcterms:W3CDTF">2014-06-10T13:24:00Z</dcterms:modified>
</cp:coreProperties>
</file>