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88238F">
        <w:rPr>
          <w:b/>
        </w:rPr>
        <w:t xml:space="preserve"> Pohyby Země – rotace Země, pásmový čas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4E59FD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88238F">
        <w:rPr>
          <w:b/>
        </w:rPr>
        <w:t xml:space="preserve"> </w:t>
      </w:r>
      <w:r w:rsidR="0088238F" w:rsidRPr="004E59FD">
        <w:t>Mgr.</w:t>
      </w:r>
      <w:r w:rsidR="00796D8E" w:rsidRPr="004E59FD">
        <w:t xml:space="preserve"> </w:t>
      </w:r>
      <w:r w:rsidR="000600B1" w:rsidRPr="004E59FD">
        <w:t>Alena Z</w:t>
      </w:r>
      <w:r w:rsidR="0088238F" w:rsidRPr="004E59FD">
        <w:t>emanová</w:t>
      </w:r>
      <w:r w:rsidR="00163029" w:rsidRPr="004E59FD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A34ED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sz w:val="8"/>
          <w:szCs w:val="8"/>
        </w:rPr>
      </w:pPr>
      <w:r>
        <w:t xml:space="preserve">Sada: </w:t>
      </w:r>
      <w:r w:rsidR="0068378D">
        <w:t xml:space="preserve">     </w:t>
      </w:r>
      <w:r w:rsidR="0088238F">
        <w:t xml:space="preserve"> 1</w:t>
      </w:r>
      <w:r w:rsidR="006D4BD5">
        <w:t>_</w:t>
      </w:r>
      <w:r w:rsidR="0088238F">
        <w:t xml:space="preserve"> </w:t>
      </w:r>
      <w:r w:rsidR="000600B1">
        <w:t xml:space="preserve">Země a její </w:t>
      </w:r>
      <w:proofErr w:type="gramStart"/>
      <w:r w:rsidR="000600B1">
        <w:t>sféry</w:t>
      </w:r>
      <w:r w:rsidR="00766002">
        <w:t xml:space="preserve">    </w:t>
      </w:r>
      <w:r w:rsidR="0068378D">
        <w:t xml:space="preserve">              </w:t>
      </w:r>
      <w:r w:rsidR="00766002">
        <w:t xml:space="preserve"> </w:t>
      </w:r>
      <w:r w:rsidR="000600B1">
        <w:t>Číslo</w:t>
      </w:r>
      <w:proofErr w:type="gramEnd"/>
      <w:r w:rsidR="000600B1">
        <w:t xml:space="preserve"> DUM: </w:t>
      </w:r>
      <w:proofErr w:type="gramStart"/>
      <w:r w:rsidR="000600B1">
        <w:t>02</w:t>
      </w:r>
      <w:r w:rsidR="00766002">
        <w:t xml:space="preserve">  </w:t>
      </w:r>
      <w:r w:rsidR="0088238F">
        <w:t xml:space="preserve"> </w:t>
      </w:r>
      <w:r w:rsidR="000600B1">
        <w:t xml:space="preserve">                              </w:t>
      </w:r>
      <w:r w:rsidR="0088238F">
        <w:t>Předmět</w:t>
      </w:r>
      <w:proofErr w:type="gramEnd"/>
      <w:r w:rsidR="0088238F">
        <w:t xml:space="preserve">: zeměpis                  </w:t>
      </w:r>
      <w:r w:rsidR="000600B1">
        <w:t xml:space="preserve">                             </w:t>
      </w:r>
    </w:p>
    <w:p w:rsidR="009F6F13" w:rsidRDefault="00163029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ab/>
      </w:r>
      <w:r w:rsidR="00592F82">
        <w:tab/>
      </w:r>
      <w:r w:rsidR="0022081B">
        <w:t xml:space="preserve">             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88238F">
        <w:t>13.11.2012</w:t>
      </w:r>
      <w:proofErr w:type="gramEnd"/>
      <w:r w:rsidR="000600B1">
        <w:t xml:space="preserve">                 Třída: </w:t>
      </w:r>
      <w:proofErr w:type="gramStart"/>
      <w:r w:rsidR="000600B1">
        <w:t xml:space="preserve">1.D        </w:t>
      </w:r>
      <w:r w:rsidR="0022081B">
        <w:t xml:space="preserve"> </w:t>
      </w:r>
      <w:r w:rsidR="000600B1">
        <w:t>Ověřující</w:t>
      </w:r>
      <w:proofErr w:type="gramEnd"/>
      <w:r w:rsidR="000600B1">
        <w:t xml:space="preserve"> učitel: </w:t>
      </w:r>
      <w:r w:rsidR="0088238F">
        <w:t>Mgr.</w:t>
      </w:r>
      <w:r w:rsidR="00796D8E">
        <w:t xml:space="preserve"> </w:t>
      </w:r>
      <w:r w:rsidR="0088238F">
        <w:t>Alena Zemanová</w:t>
      </w:r>
      <w:r w:rsidR="00745A98">
        <w:tab/>
      </w:r>
    </w:p>
    <w:p w:rsidR="00CD11DD" w:rsidRPr="00CD11DD" w:rsidRDefault="00CD11DD" w:rsidP="00CD11DD">
      <w:pPr>
        <w:spacing w:line="360" w:lineRule="auto"/>
        <w:rPr>
          <w:sz w:val="20"/>
          <w:szCs w:val="20"/>
        </w:rPr>
      </w:pPr>
    </w:p>
    <w:p w:rsidR="00565C8B" w:rsidRDefault="00F5071B" w:rsidP="00CD11DD">
      <w:pPr>
        <w:spacing w:line="360" w:lineRule="auto"/>
        <w:rPr>
          <w:rStyle w:val="Hypertextovodkaz"/>
          <w:color w:val="auto"/>
          <w:u w:val="none"/>
        </w:rPr>
      </w:pPr>
      <w:hyperlink r:id="rId8" w:history="1">
        <w:r w:rsidR="00163029" w:rsidRPr="00A17421">
          <w:rPr>
            <w:rStyle w:val="Hypertextovodkaz"/>
            <w:b/>
            <w:color w:val="auto"/>
            <w:u w:val="none"/>
          </w:rPr>
          <w:t>Anotace materiálu</w:t>
        </w:r>
        <w:r w:rsidR="00163029" w:rsidRPr="00A17421">
          <w:rPr>
            <w:rStyle w:val="Hypertextovodkaz"/>
            <w:color w:val="auto"/>
            <w:u w:val="none"/>
          </w:rPr>
          <w:t>:</w:t>
        </w:r>
      </w:hyperlink>
      <w:r w:rsidR="0088238F" w:rsidRPr="00A17421">
        <w:rPr>
          <w:rStyle w:val="Hypertextovodkaz"/>
          <w:color w:val="auto"/>
          <w:u w:val="none"/>
        </w:rPr>
        <w:t xml:space="preserve"> </w:t>
      </w:r>
    </w:p>
    <w:p w:rsidR="00796D8E" w:rsidRPr="00A17421" w:rsidRDefault="0088238F" w:rsidP="00CD11DD">
      <w:pPr>
        <w:spacing w:line="276" w:lineRule="auto"/>
        <w:jc w:val="both"/>
      </w:pPr>
      <w:r w:rsidRPr="00A17421">
        <w:rPr>
          <w:rStyle w:val="Hypertextovodkaz"/>
          <w:color w:val="auto"/>
          <w:u w:val="none"/>
        </w:rPr>
        <w:t>Výukový mate</w:t>
      </w:r>
      <w:r w:rsidR="00485A58" w:rsidRPr="00A17421">
        <w:rPr>
          <w:rStyle w:val="Hypertextovodkaz"/>
          <w:color w:val="auto"/>
          <w:u w:val="none"/>
        </w:rPr>
        <w:t>riál obsahuje část teoretickou,</w:t>
      </w:r>
      <w:r w:rsidRPr="00A17421">
        <w:rPr>
          <w:rStyle w:val="Hypertextovodkaz"/>
          <w:color w:val="auto"/>
          <w:u w:val="none"/>
        </w:rPr>
        <w:t xml:space="preserve"> žáci se seznámí se základními pojmy. V</w:t>
      </w:r>
      <w:r w:rsidR="00485A58" w:rsidRPr="00A17421">
        <w:rPr>
          <w:rStyle w:val="Hypertextovodkaz"/>
          <w:color w:val="auto"/>
          <w:u w:val="none"/>
        </w:rPr>
        <w:t xml:space="preserve"> části </w:t>
      </w:r>
      <w:r w:rsidRPr="00A17421">
        <w:rPr>
          <w:rStyle w:val="Hypertextovodkaz"/>
          <w:color w:val="auto"/>
          <w:u w:val="none"/>
        </w:rPr>
        <w:t xml:space="preserve">praktické </w:t>
      </w:r>
      <w:r w:rsidR="006D4BD5">
        <w:rPr>
          <w:rStyle w:val="Hypertextovodkaz"/>
          <w:color w:val="auto"/>
          <w:u w:val="none"/>
        </w:rPr>
        <w:t>(</w:t>
      </w:r>
      <w:r w:rsidR="00485A58" w:rsidRPr="00A17421">
        <w:rPr>
          <w:rStyle w:val="Hypertextovodkaz"/>
          <w:color w:val="auto"/>
          <w:u w:val="none"/>
        </w:rPr>
        <w:t>práce s atlasem) žáci hleda</w:t>
      </w:r>
      <w:r w:rsidRPr="00A17421">
        <w:rPr>
          <w:rStyle w:val="Hypertextovodkaz"/>
          <w:color w:val="auto"/>
          <w:u w:val="none"/>
        </w:rPr>
        <w:t xml:space="preserve">jí </w:t>
      </w:r>
      <w:r w:rsidR="00485A58" w:rsidRPr="00A17421">
        <w:rPr>
          <w:rStyle w:val="Hypertextovodkaz"/>
          <w:color w:val="auto"/>
          <w:u w:val="none"/>
        </w:rPr>
        <w:t xml:space="preserve">odpovědi na zadané úkoly. Odpovědi zapisují do pracovních listů. Některé odpovědi </w:t>
      </w:r>
      <w:r w:rsidR="006D4BD5">
        <w:rPr>
          <w:rStyle w:val="Hypertextovodkaz"/>
          <w:color w:val="auto"/>
          <w:u w:val="none"/>
        </w:rPr>
        <w:t xml:space="preserve">si vyzkouší interaktivně (viz </w:t>
      </w:r>
      <w:r w:rsidR="00796D8E" w:rsidRPr="00A17421">
        <w:rPr>
          <w:rStyle w:val="Hypertextovodkaz"/>
          <w:color w:val="auto"/>
          <w:u w:val="none"/>
        </w:rPr>
        <w:t>stránka 9)</w:t>
      </w:r>
      <w:r w:rsidR="006D4BD5">
        <w:rPr>
          <w:rStyle w:val="Hypertextovodkaz"/>
          <w:color w:val="auto"/>
          <w:u w:val="none"/>
        </w:rPr>
        <w:t>.</w:t>
      </w:r>
    </w:p>
    <w:p w:rsidR="00FE2B3C" w:rsidRDefault="00FE2B3C" w:rsidP="00CD11DD">
      <w:pPr>
        <w:spacing w:line="276" w:lineRule="auto"/>
        <w:jc w:val="both"/>
        <w:rPr>
          <w:b/>
          <w:sz w:val="20"/>
          <w:szCs w:val="20"/>
        </w:rPr>
      </w:pPr>
    </w:p>
    <w:p w:rsidR="00CD11DD" w:rsidRPr="00CD11DD" w:rsidRDefault="00CD11DD" w:rsidP="00CD11DD">
      <w:pPr>
        <w:spacing w:line="276" w:lineRule="auto"/>
        <w:jc w:val="both"/>
        <w:rPr>
          <w:b/>
          <w:sz w:val="16"/>
          <w:szCs w:val="16"/>
        </w:rPr>
      </w:pPr>
    </w:p>
    <w:p w:rsidR="00565C8B" w:rsidRDefault="00484E3A" w:rsidP="00CD11DD">
      <w:pPr>
        <w:spacing w:line="360" w:lineRule="auto"/>
        <w:rPr>
          <w:b/>
        </w:rPr>
      </w:pPr>
      <w:r>
        <w:rPr>
          <w:b/>
        </w:rPr>
        <w:t>Klíčová slova:</w:t>
      </w:r>
      <w:r w:rsidR="00796D8E">
        <w:rPr>
          <w:b/>
        </w:rPr>
        <w:t xml:space="preserve"> </w:t>
      </w:r>
    </w:p>
    <w:p w:rsidR="00484E3A" w:rsidRDefault="00796D8E" w:rsidP="00CD11DD">
      <w:pPr>
        <w:spacing w:line="360" w:lineRule="auto"/>
        <w:rPr>
          <w:b/>
        </w:rPr>
      </w:pPr>
      <w:r w:rsidRPr="00A17421">
        <w:t>zemská osa, hvězdný den, sluneční den, časová pásma, datová hranice, místní</w:t>
      </w:r>
      <w:r>
        <w:rPr>
          <w:b/>
        </w:rPr>
        <w:t xml:space="preserve"> </w:t>
      </w:r>
      <w:r w:rsidRPr="00A17421">
        <w:t>čas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796D8E" w:rsidP="00CD11DD">
      <w:pPr>
        <w:spacing w:line="276" w:lineRule="auto"/>
        <w:jc w:val="both"/>
      </w:pPr>
      <w:r>
        <w:t>Materiál lze využít v hodinách zeměpisu, v zeměpisném semináři při opakování k maturitě, v praktickém životě</w:t>
      </w:r>
      <w:r w:rsidR="00565C8B">
        <w:t>.</w:t>
      </w:r>
    </w:p>
    <w:p w:rsidR="0063467D" w:rsidRDefault="0063467D" w:rsidP="00CD11DD">
      <w:pPr>
        <w:spacing w:line="276" w:lineRule="auto"/>
      </w:pPr>
    </w:p>
    <w:p w:rsidR="0063467D" w:rsidRDefault="0063467D" w:rsidP="009F6F13"/>
    <w:p w:rsidR="0063467D" w:rsidRDefault="0063467D" w:rsidP="00CD11DD">
      <w:pPr>
        <w:spacing w:line="360" w:lineRule="auto"/>
        <w:rPr>
          <w:b/>
          <w:bCs/>
          <w:lang w:val="pl-PL"/>
        </w:rPr>
      </w:pPr>
      <w:r w:rsidRPr="0063467D">
        <w:rPr>
          <w:b/>
          <w:bCs/>
          <w:lang w:val="pl-PL"/>
        </w:rPr>
        <w:t>Seznam použité literatury a pramenů:</w:t>
      </w:r>
    </w:p>
    <w:p w:rsidR="004E59FD" w:rsidRPr="004E59FD" w:rsidRDefault="004E59FD" w:rsidP="00CD11DD">
      <w:pPr>
        <w:autoSpaceDE w:val="0"/>
        <w:autoSpaceDN w:val="0"/>
        <w:adjustRightInd w:val="0"/>
        <w:spacing w:line="276" w:lineRule="auto"/>
        <w:rPr>
          <w:rFonts w:eastAsia="Arial Unicode MS"/>
          <w:color w:val="000000"/>
          <w:sz w:val="21"/>
          <w:szCs w:val="21"/>
        </w:rPr>
      </w:pPr>
      <w:r w:rsidRPr="004E59FD">
        <w:rPr>
          <w:color w:val="000000"/>
          <w:sz w:val="21"/>
          <w:szCs w:val="21"/>
        </w:rPr>
        <w:t xml:space="preserve">Hanus, M., Šídlo, L. </w:t>
      </w:r>
      <w:r w:rsidRPr="004E59FD">
        <w:rPr>
          <w:i/>
          <w:iCs/>
          <w:color w:val="000000"/>
          <w:sz w:val="21"/>
          <w:szCs w:val="21"/>
        </w:rPr>
        <w:t>Školní atlas dnešního sv</w:t>
      </w:r>
      <w:r w:rsidRPr="004E59FD">
        <w:rPr>
          <w:rFonts w:eastAsia="Arial Unicode MS"/>
          <w:i/>
          <w:iCs/>
          <w:color w:val="000000"/>
          <w:sz w:val="21"/>
          <w:szCs w:val="21"/>
        </w:rPr>
        <w:t xml:space="preserve">ěta. </w:t>
      </w:r>
      <w:r w:rsidRPr="004E59FD">
        <w:rPr>
          <w:rFonts w:eastAsia="Arial Unicode MS"/>
          <w:color w:val="000000"/>
          <w:sz w:val="21"/>
          <w:szCs w:val="21"/>
        </w:rPr>
        <w:t xml:space="preserve">Praha: </w:t>
      </w:r>
      <w:proofErr w:type="spellStart"/>
      <w:r w:rsidRPr="004E59FD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4E59FD">
        <w:rPr>
          <w:rFonts w:eastAsia="Arial Unicode MS"/>
          <w:color w:val="000000"/>
          <w:sz w:val="21"/>
          <w:szCs w:val="21"/>
        </w:rPr>
        <w:t xml:space="preserve">, s.r.o., a </w:t>
      </w:r>
      <w:proofErr w:type="spellStart"/>
      <w:r w:rsidRPr="004E59FD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4E59FD">
        <w:rPr>
          <w:rFonts w:eastAsia="Arial Unicode MS"/>
          <w:color w:val="000000"/>
          <w:sz w:val="21"/>
          <w:szCs w:val="21"/>
        </w:rPr>
        <w:t xml:space="preserve"> – Klub, o.p.s., 2011</w:t>
      </w:r>
    </w:p>
    <w:p w:rsidR="00FD04B1" w:rsidRPr="00FD04B1" w:rsidRDefault="00FD04B1" w:rsidP="00CD11DD">
      <w:pPr>
        <w:autoSpaceDE w:val="0"/>
        <w:autoSpaceDN w:val="0"/>
        <w:adjustRightInd w:val="0"/>
        <w:spacing w:line="276" w:lineRule="auto"/>
        <w:rPr>
          <w:color w:val="000000"/>
          <w:sz w:val="20"/>
          <w:szCs w:val="20"/>
        </w:rPr>
      </w:pPr>
      <w:proofErr w:type="spellStart"/>
      <w:r w:rsidRPr="00FD04B1">
        <w:rPr>
          <w:color w:val="000000"/>
          <w:sz w:val="20"/>
          <w:szCs w:val="20"/>
        </w:rPr>
        <w:t>Štulc</w:t>
      </w:r>
      <w:proofErr w:type="spellEnd"/>
      <w:r w:rsidRPr="00FD04B1">
        <w:rPr>
          <w:color w:val="000000"/>
          <w:sz w:val="20"/>
          <w:szCs w:val="20"/>
        </w:rPr>
        <w:t xml:space="preserve">, M., Příhoda, P., Srbová, H. </w:t>
      </w:r>
      <w:r w:rsidRPr="00FD04B1">
        <w:rPr>
          <w:i/>
          <w:iCs/>
          <w:color w:val="000000"/>
          <w:sz w:val="20"/>
          <w:szCs w:val="20"/>
        </w:rPr>
        <w:t xml:space="preserve">Přírodní obraz Země pro 1. ročník gymnázia. </w:t>
      </w:r>
      <w:r w:rsidRPr="00FD04B1">
        <w:rPr>
          <w:color w:val="000000"/>
          <w:sz w:val="20"/>
          <w:szCs w:val="20"/>
        </w:rPr>
        <w:t>Praha: Fortuna, 1995</w:t>
      </w:r>
    </w:p>
    <w:p w:rsidR="00FD04B1" w:rsidRDefault="00FD04B1" w:rsidP="00CD11DD">
      <w:pPr>
        <w:autoSpaceDE w:val="0"/>
        <w:autoSpaceDN w:val="0"/>
        <w:adjustRightInd w:val="0"/>
        <w:spacing w:line="276" w:lineRule="auto"/>
        <w:rPr>
          <w:color w:val="000000"/>
          <w:sz w:val="20"/>
          <w:szCs w:val="20"/>
        </w:rPr>
      </w:pPr>
      <w:r w:rsidRPr="00FD04B1">
        <w:rPr>
          <w:color w:val="000000"/>
          <w:sz w:val="20"/>
          <w:szCs w:val="20"/>
        </w:rPr>
        <w:t xml:space="preserve">Sobotová, M., Sobota, K. </w:t>
      </w:r>
      <w:r w:rsidRPr="00FD04B1">
        <w:rPr>
          <w:i/>
          <w:iCs/>
          <w:color w:val="000000"/>
          <w:sz w:val="20"/>
          <w:szCs w:val="20"/>
        </w:rPr>
        <w:t xml:space="preserve">Zeměpisný náčrtník. </w:t>
      </w:r>
      <w:r w:rsidRPr="00FD04B1">
        <w:rPr>
          <w:color w:val="000000"/>
          <w:sz w:val="20"/>
          <w:szCs w:val="20"/>
        </w:rPr>
        <w:t>Praha: Nakladatelství české geografické společnosti, 1996</w:t>
      </w:r>
    </w:p>
    <w:p w:rsidR="00FD04B1" w:rsidRPr="00FD04B1" w:rsidRDefault="00FD04B1" w:rsidP="00CD11DD">
      <w:pPr>
        <w:autoSpaceDE w:val="0"/>
        <w:autoSpaceDN w:val="0"/>
        <w:adjustRightInd w:val="0"/>
        <w:spacing w:line="276" w:lineRule="auto"/>
        <w:rPr>
          <w:color w:val="000000"/>
          <w:sz w:val="20"/>
          <w:szCs w:val="20"/>
        </w:rPr>
      </w:pPr>
      <w:r w:rsidRPr="00FD04B1">
        <w:rPr>
          <w:color w:val="000000"/>
          <w:sz w:val="20"/>
          <w:szCs w:val="20"/>
        </w:rPr>
        <w:t>(obrá</w:t>
      </w:r>
      <w:r>
        <w:rPr>
          <w:color w:val="000000"/>
          <w:sz w:val="20"/>
          <w:szCs w:val="20"/>
        </w:rPr>
        <w:t>zek 1 B planeta Země)</w:t>
      </w:r>
    </w:p>
    <w:p w:rsidR="0063467D" w:rsidRDefault="0063467D" w:rsidP="00CD11DD">
      <w:pPr>
        <w:spacing w:line="276" w:lineRule="auto"/>
        <w:rPr>
          <w:sz w:val="20"/>
          <w:szCs w:val="20"/>
        </w:rPr>
      </w:pPr>
    </w:p>
    <w:p w:rsidR="00CD11DD" w:rsidRPr="00FD04B1" w:rsidRDefault="00CD11DD" w:rsidP="009F6F13">
      <w:pPr>
        <w:rPr>
          <w:sz w:val="20"/>
          <w:szCs w:val="20"/>
        </w:rPr>
      </w:pPr>
    </w:p>
    <w:p w:rsidR="00565C8B" w:rsidRPr="006D4BD5" w:rsidRDefault="0063467D" w:rsidP="00CD11DD">
      <w:pPr>
        <w:spacing w:line="360" w:lineRule="auto"/>
        <w:rPr>
          <w:b/>
        </w:rPr>
      </w:pPr>
      <w:r w:rsidRPr="006D4BD5">
        <w:rPr>
          <w:b/>
        </w:rPr>
        <w:t xml:space="preserve">Poznámka: </w:t>
      </w:r>
    </w:p>
    <w:p w:rsidR="0063467D" w:rsidRDefault="0063467D" w:rsidP="004E59FD">
      <w:pPr>
        <w:jc w:val="both"/>
      </w:pPr>
      <w:proofErr w:type="gramStart"/>
      <w:r>
        <w:t>Součástí</w:t>
      </w:r>
      <w:r w:rsidR="00565C8B">
        <w:t xml:space="preserve"> </w:t>
      </w:r>
      <w:r>
        <w:t xml:space="preserve"> materiálu</w:t>
      </w:r>
      <w:proofErr w:type="gramEnd"/>
      <w:r>
        <w:t xml:space="preserve"> je Pracovní list: Pohyby Země – otáčení Země kolem vlastní osy,</w:t>
      </w:r>
    </w:p>
    <w:p w:rsidR="00623F17" w:rsidRPr="00B121FF" w:rsidRDefault="0063467D" w:rsidP="00861BE7">
      <w:pPr>
        <w:jc w:val="both"/>
      </w:pPr>
      <w:r>
        <w:lastRenderedPageBreak/>
        <w:t>pásmový čas</w:t>
      </w:r>
      <w:r w:rsidR="00565C8B">
        <w:t>.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A0" w:rsidRDefault="00EA71A0">
      <w:r>
        <w:separator/>
      </w:r>
    </w:p>
  </w:endnote>
  <w:endnote w:type="continuationSeparator" w:id="0">
    <w:p w:rsidR="00EA71A0" w:rsidRDefault="00EA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71B" w:rsidRDefault="00F5071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71B" w:rsidRDefault="00F507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A0" w:rsidRDefault="00EA71A0">
      <w:r>
        <w:separator/>
      </w:r>
    </w:p>
  </w:footnote>
  <w:footnote w:type="continuationSeparator" w:id="0">
    <w:p w:rsidR="00EA71A0" w:rsidRDefault="00EA7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71B" w:rsidRDefault="00F5071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F5071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5071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71B" w:rsidRDefault="00F507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600B1"/>
    <w:rsid w:val="000A48C9"/>
    <w:rsid w:val="000B2930"/>
    <w:rsid w:val="000C1FE7"/>
    <w:rsid w:val="000C3E7E"/>
    <w:rsid w:val="000D28F6"/>
    <w:rsid w:val="000E29CB"/>
    <w:rsid w:val="000E5A76"/>
    <w:rsid w:val="0010546B"/>
    <w:rsid w:val="00143E8C"/>
    <w:rsid w:val="00163029"/>
    <w:rsid w:val="001A6A4C"/>
    <w:rsid w:val="001F1A08"/>
    <w:rsid w:val="0022081B"/>
    <w:rsid w:val="00220E92"/>
    <w:rsid w:val="00232FB1"/>
    <w:rsid w:val="0028489E"/>
    <w:rsid w:val="00290C19"/>
    <w:rsid w:val="00297870"/>
    <w:rsid w:val="002A290B"/>
    <w:rsid w:val="002A5BAC"/>
    <w:rsid w:val="00305303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85A58"/>
    <w:rsid w:val="00490F9C"/>
    <w:rsid w:val="00493EE7"/>
    <w:rsid w:val="004C3049"/>
    <w:rsid w:val="004E59FD"/>
    <w:rsid w:val="00501C29"/>
    <w:rsid w:val="00512A86"/>
    <w:rsid w:val="00546A70"/>
    <w:rsid w:val="00565C8B"/>
    <w:rsid w:val="00574DD9"/>
    <w:rsid w:val="00592F82"/>
    <w:rsid w:val="005A01D8"/>
    <w:rsid w:val="005A62C1"/>
    <w:rsid w:val="005D030A"/>
    <w:rsid w:val="005F45CC"/>
    <w:rsid w:val="006027CC"/>
    <w:rsid w:val="00622E61"/>
    <w:rsid w:val="00623F17"/>
    <w:rsid w:val="0063467D"/>
    <w:rsid w:val="006659E0"/>
    <w:rsid w:val="0068378D"/>
    <w:rsid w:val="006A718D"/>
    <w:rsid w:val="006D4BD5"/>
    <w:rsid w:val="006E792F"/>
    <w:rsid w:val="00700E72"/>
    <w:rsid w:val="0071203C"/>
    <w:rsid w:val="00745A98"/>
    <w:rsid w:val="007659FE"/>
    <w:rsid w:val="00766002"/>
    <w:rsid w:val="00771703"/>
    <w:rsid w:val="00796D8E"/>
    <w:rsid w:val="007C424F"/>
    <w:rsid w:val="007C52F1"/>
    <w:rsid w:val="007F02F7"/>
    <w:rsid w:val="007F06C8"/>
    <w:rsid w:val="00801324"/>
    <w:rsid w:val="00812228"/>
    <w:rsid w:val="0082351D"/>
    <w:rsid w:val="00823D1E"/>
    <w:rsid w:val="008541FD"/>
    <w:rsid w:val="00861BE7"/>
    <w:rsid w:val="008725F1"/>
    <w:rsid w:val="0088238F"/>
    <w:rsid w:val="008B5602"/>
    <w:rsid w:val="008D4A19"/>
    <w:rsid w:val="008F1D94"/>
    <w:rsid w:val="008F22C7"/>
    <w:rsid w:val="009178A2"/>
    <w:rsid w:val="00930B79"/>
    <w:rsid w:val="009A7FCC"/>
    <w:rsid w:val="009E736F"/>
    <w:rsid w:val="009F240C"/>
    <w:rsid w:val="009F6F13"/>
    <w:rsid w:val="00A17421"/>
    <w:rsid w:val="00A32C1A"/>
    <w:rsid w:val="00A32F88"/>
    <w:rsid w:val="00A34EDA"/>
    <w:rsid w:val="00A67905"/>
    <w:rsid w:val="00A739DB"/>
    <w:rsid w:val="00A92398"/>
    <w:rsid w:val="00AE0AB9"/>
    <w:rsid w:val="00B03303"/>
    <w:rsid w:val="00B11E31"/>
    <w:rsid w:val="00B121FF"/>
    <w:rsid w:val="00B36718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D11DD"/>
    <w:rsid w:val="00CF24A3"/>
    <w:rsid w:val="00D65D2B"/>
    <w:rsid w:val="00D77519"/>
    <w:rsid w:val="00DB726E"/>
    <w:rsid w:val="00E12C07"/>
    <w:rsid w:val="00E85A23"/>
    <w:rsid w:val="00E96239"/>
    <w:rsid w:val="00EA71A0"/>
    <w:rsid w:val="00EB152F"/>
    <w:rsid w:val="00EB331B"/>
    <w:rsid w:val="00ED00A5"/>
    <w:rsid w:val="00EE037D"/>
    <w:rsid w:val="00EF7937"/>
    <w:rsid w:val="00F06DC0"/>
    <w:rsid w:val="00F16660"/>
    <w:rsid w:val="00F21BB5"/>
    <w:rsid w:val="00F456CA"/>
    <w:rsid w:val="00F5071B"/>
    <w:rsid w:val="00F73128"/>
    <w:rsid w:val="00FA168B"/>
    <w:rsid w:val="00FC34AC"/>
    <w:rsid w:val="00FD04B1"/>
    <w:rsid w:val="00FD69C2"/>
    <w:rsid w:val="00FE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24</TotalTime>
  <Pages>2</Pages>
  <Words>192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21</cp:revision>
  <cp:lastPrinted>1900-12-31T23:00:00Z</cp:lastPrinted>
  <dcterms:created xsi:type="dcterms:W3CDTF">2012-11-18T07:49:00Z</dcterms:created>
  <dcterms:modified xsi:type="dcterms:W3CDTF">2014-06-10T13:22:00Z</dcterms:modified>
</cp:coreProperties>
</file>