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A1794C" w:rsidRPr="00A1794C" w:rsidRDefault="009F6F13" w:rsidP="00A1794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1794C" w:rsidRPr="00A1794C">
        <w:rPr>
          <w:b/>
        </w:rPr>
        <w:t>Vznik spolků a sportu v českých zemích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 xml:space="preserve">Mgr. </w:t>
      </w:r>
      <w:r w:rsidR="00C5165F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C5165F">
        <w:rPr>
          <w:b/>
        </w:rPr>
        <w:t>1</w:t>
      </w:r>
      <w:r w:rsidR="00A1794C">
        <w:rPr>
          <w:b/>
        </w:rPr>
        <w:t>9</w:t>
      </w:r>
      <w:r w:rsidR="00592F82">
        <w:tab/>
        <w:t>Předmět:</w:t>
      </w:r>
      <w:r w:rsidR="00592F82">
        <w:tab/>
      </w:r>
      <w:r w:rsidR="00040BA0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7788C">
        <w:t>5. 11. 2013</w:t>
      </w:r>
      <w:r w:rsidR="00163029">
        <w:tab/>
      </w:r>
      <w:r>
        <w:t>Třída:</w:t>
      </w:r>
      <w:r w:rsidR="00163029">
        <w:tab/>
      </w:r>
      <w:r w:rsidR="00C7788C">
        <w:t xml:space="preserve">4. B                </w:t>
      </w:r>
      <w:r>
        <w:t>Ověřující učitel:</w:t>
      </w:r>
      <w:r w:rsidR="00C7788C">
        <w:t xml:space="preserve"> Mgr. Libuše Szutáková</w:t>
      </w:r>
    </w:p>
    <w:p w:rsidR="00163029" w:rsidRPr="00501C29" w:rsidRDefault="00867A5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93D34" w:rsidP="00745A98">
      <w:r>
        <w:t xml:space="preserve">Materiál je určen </w:t>
      </w:r>
      <w:r w:rsidR="00A1794C">
        <w:t>k seznámení se vznikem spolků a rozvojem sportu v českých zemích v 19. století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0969EF" w:rsidRDefault="00A1794C" w:rsidP="00745A98">
      <w:pPr>
        <w:spacing w:before="240" w:line="360" w:lineRule="auto"/>
        <w:rPr>
          <w:b/>
        </w:rPr>
      </w:pPr>
      <w:r>
        <w:t>Sokol, Miroslav Tyrš, Jindřich Fügner, Jiří Guth, Josef Rösler – Ořovský, ČOV, ČAAU, Orel, DTJ, Tělocvičný spolek paní a dívek pražských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A1794C" w:rsidP="009F6F13">
      <w:r>
        <w:t>Materiál je určen pro necvičící studenty. Prezentace slouží k seznámení se vznikem tělovýchovných spolků a s rozvojem sportu v českých zemích v 19. století. Největší prostor je věnován spolku Sokol. Úkoly, které jsou součástí prezentace, vedou studenty k vyhledání informací souvisejících se sokolským hnutím v Táboře.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t xml:space="preserve">KRÁTKÝ, F.: Dějiny tělesné výchovy I. Praha 1974 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rPr>
          <w:i/>
          <w:iCs/>
        </w:rPr>
        <w:t>Wikipedie: Otevřená encyklopedie: Sokol (spolek)</w:t>
      </w:r>
      <w:r w:rsidRPr="00A1794C">
        <w:t xml:space="preserve"> [online]. c2013 [citováno 2. 11. 2013]. Dostupný z WWW: &lt;</w:t>
      </w:r>
      <w:hyperlink r:id="rId9" w:history="1">
        <w:r w:rsidRPr="00A1794C">
          <w:rPr>
            <w:rStyle w:val="Hypertextovodkaz"/>
          </w:rPr>
          <w:t>http://cs.wikipedia.org/w/</w:t>
        </w:r>
      </w:hyperlink>
      <w:hyperlink r:id="rId10" w:history="1">
        <w:r w:rsidRPr="00A1794C">
          <w:rPr>
            <w:rStyle w:val="Hypertextovodkaz"/>
          </w:rPr>
          <w:t>index.php?title</w:t>
        </w:r>
      </w:hyperlink>
      <w:hyperlink r:id="rId11" w:history="1">
        <w:r w:rsidRPr="00A1794C">
          <w:rPr>
            <w:rStyle w:val="Hypertextovodkaz"/>
          </w:rPr>
          <w:t>=Sokol_(spolek)&amp;</w:t>
        </w:r>
      </w:hyperlink>
      <w:hyperlink r:id="rId12" w:history="1">
        <w:r w:rsidRPr="00A1794C">
          <w:rPr>
            <w:rStyle w:val="Hypertextovodkaz"/>
          </w:rPr>
          <w:t>oldid</w:t>
        </w:r>
      </w:hyperlink>
      <w:hyperlink r:id="rId13" w:history="1">
        <w:r w:rsidRPr="00A1794C">
          <w:rPr>
            <w:rStyle w:val="Hypertextovodkaz"/>
          </w:rPr>
          <w:t>=10892253</w:t>
        </w:r>
      </w:hyperlink>
      <w:r w:rsidRPr="00A1794C">
        <w:t xml:space="preserve">&gt; 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rPr>
          <w:i/>
          <w:iCs/>
        </w:rPr>
        <w:t>Wikipedie: Otevřená encyklopedie: Miroslav Tyrš</w:t>
      </w:r>
      <w:r w:rsidRPr="00A1794C">
        <w:t xml:space="preserve"> [online]. c2013 [citováno 2. 11. 2013]. Dostupný z WWW: &lt;</w:t>
      </w:r>
      <w:hyperlink r:id="rId14" w:history="1">
        <w:r w:rsidRPr="00A1794C">
          <w:rPr>
            <w:rStyle w:val="Hypertextovodkaz"/>
          </w:rPr>
          <w:t>http://cs.wikipedia.org/w/</w:t>
        </w:r>
      </w:hyperlink>
      <w:hyperlink r:id="rId15" w:history="1">
        <w:r w:rsidRPr="00A1794C">
          <w:rPr>
            <w:rStyle w:val="Hypertextovodkaz"/>
          </w:rPr>
          <w:t>index.php?title</w:t>
        </w:r>
      </w:hyperlink>
      <w:hyperlink r:id="rId16" w:history="1">
        <w:r w:rsidRPr="00A1794C">
          <w:rPr>
            <w:rStyle w:val="Hypertextovodkaz"/>
          </w:rPr>
          <w:t>=Miroslav_Tyr%C5%A1&amp;oldid=10892254</w:t>
        </w:r>
      </w:hyperlink>
      <w:r w:rsidRPr="00A1794C">
        <w:t xml:space="preserve">&gt; 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lastRenderedPageBreak/>
        <w:t xml:space="preserve">Sokol Tábor. [online]. [cit. 2013-11-02]. Dostupné z: http://sokol-tabor.info/?page_id=8 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t xml:space="preserve">Soubor:Jan Vilímek - Miroslav Tyrš.jpg. [online]. [cit. 2013-11-02]. Dostupné z: http://cs.wikipedia.org/wiki/Soubor:Jan_Vil%C3%ADmek_-_Miroslav_Tyr%C5%A1.jpg 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rPr>
          <w:lang w:val="en-US"/>
        </w:rPr>
        <w:t xml:space="preserve">File:Jan Vilímek - Jindřich Fügner.jpg. [online]. [cit. 2013-11-02]. Dostupné z: http://commons.wikimedia.org/wiki/File:Jan_Vil%C3%ADmek_-_Jind%C5%99ich_F%C3%BCgner.jpg </w:t>
      </w:r>
    </w:p>
    <w:p w:rsidR="00A1794C" w:rsidRPr="00A1794C" w:rsidRDefault="00A1794C" w:rsidP="00A1794C">
      <w:pPr>
        <w:spacing w:before="100" w:beforeAutospacing="1" w:line="360" w:lineRule="auto"/>
      </w:pPr>
      <w:r w:rsidRPr="00A1794C">
        <w:rPr>
          <w:lang w:val="en-US"/>
        </w:rPr>
        <w:t xml:space="preserve">File:Group of Sokols.jpg. [online]. [cit. 2013-11-02]. Dostupné z: http://commons.wikimedia.org/wiki/File:Group_of_Sokols.jpg </w:t>
      </w:r>
    </w:p>
    <w:p w:rsidR="00C5165F" w:rsidRPr="00C5165F" w:rsidRDefault="00C5165F" w:rsidP="00C5165F">
      <w:pPr>
        <w:spacing w:before="100" w:beforeAutospacing="1" w:line="360" w:lineRule="auto"/>
      </w:pPr>
    </w:p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</w:p>
    <w:p w:rsidR="00623F17" w:rsidRPr="00B121FF" w:rsidRDefault="00623F17" w:rsidP="009F6F13"/>
    <w:sectPr w:rsidR="00623F17" w:rsidRPr="00B121FF" w:rsidSect="00A32F8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54" w:rsidRDefault="00D34254">
      <w:r>
        <w:separator/>
      </w:r>
    </w:p>
  </w:endnote>
  <w:endnote w:type="continuationSeparator" w:id="0">
    <w:p w:rsidR="00D34254" w:rsidRDefault="00D3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A57" w:rsidRDefault="00867A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0B522E">
      <w:rPr>
        <w:bCs/>
        <w:noProof/>
      </w:rPr>
      <w:t>TV_3_19_ML.docx</w:t>
    </w:r>
    <w:r w:rsidRPr="008F1D94">
      <w:rPr>
        <w:bCs/>
      </w:rPr>
      <w:fldChar w:fldCharType="end"/>
    </w:r>
    <w:r w:rsidRPr="008F1D94">
      <w:rPr>
        <w:b/>
        <w:bCs/>
      </w:rPr>
      <w:t xml:space="preserve"> </w:t>
    </w:r>
    <w:r>
      <w:rPr>
        <w:b/>
        <w:bCs/>
      </w:rPr>
      <w:tab/>
    </w:r>
    <w:r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867A57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A57" w:rsidRDefault="00867A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54" w:rsidRDefault="00D34254">
      <w:r>
        <w:separator/>
      </w:r>
    </w:p>
  </w:footnote>
  <w:footnote w:type="continuationSeparator" w:id="0">
    <w:p w:rsidR="00D34254" w:rsidRDefault="00D34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A57" w:rsidRDefault="00867A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867A5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67A57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867A5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A57" w:rsidRDefault="00867A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BA0"/>
    <w:rsid w:val="00040C37"/>
    <w:rsid w:val="000547D9"/>
    <w:rsid w:val="00054DFD"/>
    <w:rsid w:val="00083BBF"/>
    <w:rsid w:val="000969EF"/>
    <w:rsid w:val="000A48C9"/>
    <w:rsid w:val="000B2930"/>
    <w:rsid w:val="000B522E"/>
    <w:rsid w:val="000C1FE7"/>
    <w:rsid w:val="000C3E7E"/>
    <w:rsid w:val="000E29CB"/>
    <w:rsid w:val="0010546B"/>
    <w:rsid w:val="00163029"/>
    <w:rsid w:val="001A6A4C"/>
    <w:rsid w:val="001F1A08"/>
    <w:rsid w:val="00232FB1"/>
    <w:rsid w:val="0026231B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32F6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AEE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37723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67A57"/>
    <w:rsid w:val="008725F1"/>
    <w:rsid w:val="008A74C4"/>
    <w:rsid w:val="008B5602"/>
    <w:rsid w:val="008D2A68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1794C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9736C"/>
    <w:rsid w:val="00BA4C26"/>
    <w:rsid w:val="00BC3C15"/>
    <w:rsid w:val="00C067D2"/>
    <w:rsid w:val="00C36394"/>
    <w:rsid w:val="00C43F4C"/>
    <w:rsid w:val="00C5165F"/>
    <w:rsid w:val="00C61876"/>
    <w:rsid w:val="00C61B2E"/>
    <w:rsid w:val="00C7788C"/>
    <w:rsid w:val="00C841AF"/>
    <w:rsid w:val="00CB38DA"/>
    <w:rsid w:val="00CC59E8"/>
    <w:rsid w:val="00CF24A3"/>
    <w:rsid w:val="00D34254"/>
    <w:rsid w:val="00D62716"/>
    <w:rsid w:val="00D65D2B"/>
    <w:rsid w:val="00DB726E"/>
    <w:rsid w:val="00E12C07"/>
    <w:rsid w:val="00E4212F"/>
    <w:rsid w:val="00E85A23"/>
    <w:rsid w:val="00E9574C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6449"/>
    <w:rsid w:val="00F77E1C"/>
    <w:rsid w:val="00F87280"/>
    <w:rsid w:val="00F93D34"/>
    <w:rsid w:val="00FA168B"/>
    <w:rsid w:val="00FC1A2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uiPriority w:val="99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179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cs.wikipedia.org/w/index.php?title=Sokol_(spolek)&amp;oldid=10892253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/index.php?title=Sokol_(spolek)&amp;oldid=10892253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cs.wikipedia.org/w/index.php?title=Miroslav_Tyr%C5%A1&amp;oldid=10892254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/index.php?title=Sokol_(spolek)&amp;oldid=1089225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/index.php?title=Miroslav_Tyr%C5%A1&amp;oldid=1089225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s.wikipedia.org/w/index.php?title=Sokol_(spolek)&amp;oldid=1089225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Sokol_(spolek)&amp;oldid=10892253" TargetMode="External"/><Relationship Id="rId14" Type="http://schemas.openxmlformats.org/officeDocument/2006/relationships/hyperlink" Target="http://cs.wikipedia.org/w/index.php?title=Miroslav_Tyr%C5%A1&amp;oldid=10892254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2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2817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2013-11-24T18:22:00Z</cp:lastPrinted>
  <dcterms:created xsi:type="dcterms:W3CDTF">2013-11-02T18:04:00Z</dcterms:created>
  <dcterms:modified xsi:type="dcterms:W3CDTF">2014-06-10T13:12:00Z</dcterms:modified>
</cp:coreProperties>
</file>