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B5A46">
        <w:rPr>
          <w:b/>
        </w:rPr>
        <w:t>Média a sport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 xml:space="preserve">Mgr. </w:t>
      </w:r>
      <w:r w:rsidR="003B5A46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526A4">
        <w:t xml:space="preserve"> </w:t>
      </w:r>
      <w:r w:rsidR="00563D53">
        <w:t>3_</w:t>
      </w:r>
      <w:r w:rsidR="00B526A4" w:rsidRPr="00B526A4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3B5A46">
        <w:t>5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563D53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04A25">
        <w:t>4</w:t>
      </w:r>
      <w:r w:rsidR="00EC7DA9">
        <w:t>.</w:t>
      </w:r>
      <w:r w:rsidR="00504A25">
        <w:t>11</w:t>
      </w:r>
      <w:proofErr w:type="gramEnd"/>
      <w:r w:rsidR="00504A25">
        <w:t>.</w:t>
      </w:r>
      <w:r w:rsidR="00EC7DA9">
        <w:t xml:space="preserve"> 201</w:t>
      </w:r>
      <w:r w:rsidR="00504A25">
        <w:t xml:space="preserve">                  </w:t>
      </w:r>
      <w:r>
        <w:t>Třída:</w:t>
      </w:r>
      <w:r w:rsidR="00163029">
        <w:tab/>
      </w:r>
      <w:r w:rsidR="00504A25">
        <w:t>V8G</w:t>
      </w:r>
      <w:r w:rsidR="00CB12BE">
        <w:t xml:space="preserve">               </w:t>
      </w:r>
      <w:r w:rsidR="00504A25">
        <w:t xml:space="preserve"> </w:t>
      </w:r>
      <w:r>
        <w:t>Ověřující učitel:</w:t>
      </w:r>
      <w:r w:rsidR="00CB12BE">
        <w:t xml:space="preserve"> Mgr. </w:t>
      </w:r>
      <w:r w:rsidR="00504A25">
        <w:t>Libuše Szutáková</w:t>
      </w:r>
    </w:p>
    <w:p w:rsidR="00163029" w:rsidRPr="00501C29" w:rsidRDefault="0029345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B5A46" w:rsidP="00745A98">
      <w:r>
        <w:t>Vztah sportu a masových médií a vzájemný vliv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F268BE" w:rsidRDefault="003B5A46" w:rsidP="00745A98">
      <w:pPr>
        <w:spacing w:before="240" w:line="360" w:lineRule="auto"/>
      </w:pPr>
      <w:r>
        <w:t>masová média, televize, rozhlas, sport, komerce, sponzoring, reklama, objektivita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6A4" w:rsidP="009F6F13">
      <w:r w:rsidRPr="00B526A4">
        <w:t xml:space="preserve">Materiál je určen pro necvičící studenty. S pomocí prezentace se seznámí </w:t>
      </w:r>
      <w:r w:rsidR="003B5A46">
        <w:t>s vlivem médií na sport.</w:t>
      </w:r>
      <w:r w:rsidRPr="00B526A4">
        <w:t xml:space="preserve"> </w:t>
      </w:r>
      <w:r w:rsidR="003B5A46">
        <w:t>Součástí prezentace je zadání samostatného úkolu</w:t>
      </w:r>
      <w:r w:rsidRPr="00B526A4">
        <w:t xml:space="preserve">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B5A46" w:rsidRPr="003B5A46" w:rsidRDefault="003B5A46" w:rsidP="003B5A46">
      <w:pPr>
        <w:pStyle w:val="Normlnweb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 xml:space="preserve">DĚKANOVSKÝ, Jan. </w:t>
      </w:r>
      <w:r w:rsidRPr="003B5A46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 xml:space="preserve">Sport, média a </w:t>
      </w:r>
      <w:proofErr w:type="gramStart"/>
      <w:r w:rsidRPr="003B5A46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>mýty : zlatí</w:t>
      </w:r>
      <w:proofErr w:type="gramEnd"/>
      <w:r w:rsidRPr="003B5A46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 xml:space="preserve"> hoši, královna bílé stopy a další moderní hrdinové</w:t>
      </w:r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 xml:space="preserve">. 1. vyd. Praha: Dokořán, 2008. 183 s. ISBN 978-80-7363-131-4. </w:t>
      </w:r>
    </w:p>
    <w:p w:rsidR="003B5A46" w:rsidRPr="003B5A46" w:rsidRDefault="003B5A46" w:rsidP="003B5A46">
      <w:pPr>
        <w:pStyle w:val="Normlnweb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 xml:space="preserve">Zvyšování mediální gramotnosti v ČR. [online]. [cit. 2013-10-20]. Dostupné z: http://www.mediapodlupou.cz/lekce/celebrity-media-a-reklama-na-prikladu-sportu </w:t>
      </w:r>
    </w:p>
    <w:p w:rsidR="003B5A46" w:rsidRPr="003B5A46" w:rsidRDefault="003B5A46" w:rsidP="003B5A46">
      <w:pPr>
        <w:pStyle w:val="Normlnweb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>WIKILEAKS.svetu.cz. [online]. [cit. 2013-10-20]. Dostupné z: http://wikileaks.svetu.</w:t>
      </w:r>
      <w:proofErr w:type="gramStart"/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>cz/214-media-a-sport.html</w:t>
      </w:r>
      <w:proofErr w:type="gramEnd"/>
      <w:r w:rsidRPr="003B5A46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:rsidR="00C95136" w:rsidRDefault="00C95136" w:rsidP="00F268BE">
      <w:pPr>
        <w:pStyle w:val="Normlnweb"/>
        <w:spacing w:before="0" w:beforeAutospacing="0" w:after="0" w:afterAutospacing="0"/>
      </w:pPr>
    </w:p>
    <w:p w:rsidR="00623F17" w:rsidRPr="00EB331B" w:rsidRDefault="00623F17" w:rsidP="003B5A46">
      <w:pPr>
        <w:rPr>
          <w:b/>
        </w:rPr>
      </w:pPr>
      <w:r w:rsidRPr="00EB331B">
        <w:rPr>
          <w:b/>
        </w:rPr>
        <w:t>Poznámka:</w:t>
      </w:r>
      <w:r w:rsidR="003B5A46">
        <w:rPr>
          <w:b/>
        </w:rPr>
        <w:t xml:space="preserve"> </w:t>
      </w:r>
      <w:r w:rsidR="003B5A46">
        <w:t>Materiál je vhodné zařadit v souvislosti s významnou sportovní událostí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D2" w:rsidRDefault="00492DD2">
      <w:r>
        <w:separator/>
      </w:r>
    </w:p>
  </w:endnote>
  <w:endnote w:type="continuationSeparator" w:id="0">
    <w:p w:rsidR="00492DD2" w:rsidRDefault="0049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52" w:rsidRDefault="002934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52" w:rsidRDefault="0029345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52" w:rsidRDefault="002934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D2" w:rsidRDefault="00492DD2">
      <w:r>
        <w:separator/>
      </w:r>
    </w:p>
  </w:footnote>
  <w:footnote w:type="continuationSeparator" w:id="0">
    <w:p w:rsidR="00492DD2" w:rsidRDefault="00492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52" w:rsidRDefault="002934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293452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29345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52" w:rsidRDefault="002934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92B"/>
    <w:rsid w:val="00163029"/>
    <w:rsid w:val="001A6A4C"/>
    <w:rsid w:val="001F1A08"/>
    <w:rsid w:val="00232FB1"/>
    <w:rsid w:val="002761B9"/>
    <w:rsid w:val="0028489E"/>
    <w:rsid w:val="00290C19"/>
    <w:rsid w:val="00293452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B5A46"/>
    <w:rsid w:val="003D030C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2DD2"/>
    <w:rsid w:val="00493EE7"/>
    <w:rsid w:val="004A4D0E"/>
    <w:rsid w:val="004C3049"/>
    <w:rsid w:val="00501C29"/>
    <w:rsid w:val="00504A25"/>
    <w:rsid w:val="00512A86"/>
    <w:rsid w:val="00543DE2"/>
    <w:rsid w:val="00546A70"/>
    <w:rsid w:val="00563D53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25089"/>
    <w:rsid w:val="00B43D79"/>
    <w:rsid w:val="00B526A4"/>
    <w:rsid w:val="00B73B73"/>
    <w:rsid w:val="00B76C3B"/>
    <w:rsid w:val="00B844DC"/>
    <w:rsid w:val="00BA4C26"/>
    <w:rsid w:val="00BC3C15"/>
    <w:rsid w:val="00C067D2"/>
    <w:rsid w:val="00C36394"/>
    <w:rsid w:val="00C43F4C"/>
    <w:rsid w:val="00C61876"/>
    <w:rsid w:val="00C61B2E"/>
    <w:rsid w:val="00C841AF"/>
    <w:rsid w:val="00C95136"/>
    <w:rsid w:val="00CB12BE"/>
    <w:rsid w:val="00CB38DA"/>
    <w:rsid w:val="00CC59E8"/>
    <w:rsid w:val="00CF24A3"/>
    <w:rsid w:val="00CF54E7"/>
    <w:rsid w:val="00D65D2B"/>
    <w:rsid w:val="00DB726E"/>
    <w:rsid w:val="00E12C07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268BE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154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9</cp:revision>
  <cp:lastPrinted>2013-11-24T18:17:00Z</cp:lastPrinted>
  <dcterms:created xsi:type="dcterms:W3CDTF">2013-10-20T18:30:00Z</dcterms:created>
  <dcterms:modified xsi:type="dcterms:W3CDTF">2014-06-10T13:10:00Z</dcterms:modified>
</cp:coreProperties>
</file>