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35B19">
        <w:rPr>
          <w:b/>
        </w:rPr>
        <w:t xml:space="preserve">Tělesná kultura </w:t>
      </w:r>
      <w:r w:rsidR="00CF54E7">
        <w:rPr>
          <w:b/>
        </w:rPr>
        <w:t>starověkého Řecka a Říma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526A4" w:rsidRPr="00B526A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B526A4">
        <w:t xml:space="preserve"> </w:t>
      </w:r>
      <w:r w:rsidR="00B62092">
        <w:t>3_</w:t>
      </w:r>
      <w:r w:rsidR="00B526A4" w:rsidRPr="00B526A4">
        <w:t>Materiály pro necvičící žáky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935B19">
        <w:t>1</w:t>
      </w:r>
      <w:r w:rsidR="00CF54E7">
        <w:t>1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A92A3E">
        <w:t>t</w:t>
      </w:r>
      <w:r w:rsidR="00B526A4" w:rsidRPr="00B526A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3D030C">
        <w:t>7</w:t>
      </w:r>
      <w:r w:rsidR="00935B19">
        <w:t xml:space="preserve">. </w:t>
      </w:r>
      <w:r w:rsidR="003D030C">
        <w:t>10</w:t>
      </w:r>
      <w:r w:rsidR="00EC7DA9">
        <w:t>. 201</w:t>
      </w:r>
      <w:r w:rsidR="00935B19">
        <w:t>3</w:t>
      </w:r>
      <w:r w:rsidR="00163029">
        <w:tab/>
      </w:r>
      <w:r>
        <w:t>Třída:</w:t>
      </w:r>
      <w:r w:rsidR="00163029">
        <w:tab/>
      </w:r>
      <w:r w:rsidR="00CF54E7">
        <w:t>2</w:t>
      </w:r>
      <w:r w:rsidR="00935B19">
        <w:t xml:space="preserve">. </w:t>
      </w:r>
      <w:r w:rsidR="00F268BE">
        <w:t>B</w:t>
      </w:r>
      <w:r>
        <w:tab/>
        <w:t>Ověřující učitel:</w:t>
      </w:r>
      <w:r w:rsidR="00745A98">
        <w:tab/>
      </w:r>
      <w:r w:rsidR="00B76C3B">
        <w:t xml:space="preserve">Mgr. </w:t>
      </w:r>
      <w:r w:rsidR="00B844DC">
        <w:t>L. Doudová</w:t>
      </w:r>
    </w:p>
    <w:p w:rsidR="00163029" w:rsidRPr="00501C29" w:rsidRDefault="003E106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F268BE" w:rsidP="00745A98">
      <w:r>
        <w:t xml:space="preserve">Prezentace slouží k seznámení s tělesnou kulturou ve </w:t>
      </w:r>
      <w:r w:rsidR="00CF54E7">
        <w:t>starověkém Řecku a Římě</w:t>
      </w:r>
      <w:r>
        <w:t>.</w:t>
      </w:r>
      <w:r w:rsidR="00CF54E7">
        <w:t xml:space="preserve"> Pracovní list ověřuje osvojení poznatků z prezentace.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Pr="00F268BE" w:rsidRDefault="00CF54E7" w:rsidP="00745A98">
      <w:pPr>
        <w:spacing w:before="240" w:line="360" w:lineRule="auto"/>
      </w:pPr>
      <w:r>
        <w:t>kalokagathie, spartská výchova, pentathlon, palaistra, gymnasion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Pr="00E5248B" w:rsidRDefault="00B526A4" w:rsidP="009F6F13">
      <w:r w:rsidRPr="00B526A4">
        <w:t>Materiál je určen pro necvičící studenty. S pomocí prezentace se seznámí s</w:t>
      </w:r>
      <w:r w:rsidR="00F268BE">
        <w:t xml:space="preserve"> tělesnou kulturou ve </w:t>
      </w:r>
      <w:r w:rsidR="00F268BE" w:rsidRPr="00E5248B">
        <w:t>s</w:t>
      </w:r>
      <w:r w:rsidR="00CF54E7" w:rsidRPr="00E5248B">
        <w:t>tarověkém Řecku a Římě</w:t>
      </w:r>
      <w:r w:rsidRPr="00E5248B">
        <w:t xml:space="preserve">. K ověření prostudovaného materiálu slouží </w:t>
      </w:r>
      <w:r w:rsidR="00CF54E7" w:rsidRPr="00E5248B">
        <w:t>pracovní list</w:t>
      </w:r>
      <w:r w:rsidRPr="00E5248B">
        <w:t xml:space="preserve">. </w:t>
      </w:r>
    </w:p>
    <w:p w:rsidR="00EB331B" w:rsidRPr="00E5248B" w:rsidRDefault="00623F17" w:rsidP="00623F17">
      <w:pPr>
        <w:spacing w:before="240" w:line="360" w:lineRule="auto"/>
        <w:rPr>
          <w:b/>
        </w:rPr>
      </w:pPr>
      <w:r w:rsidRPr="00E5248B">
        <w:rPr>
          <w:b/>
        </w:rPr>
        <w:t>Seznam literatury a pramenů:</w:t>
      </w:r>
    </w:p>
    <w:p w:rsidR="00F268BE" w:rsidRPr="00E5248B" w:rsidRDefault="00F268BE" w:rsidP="00F268BE">
      <w:pPr>
        <w:pStyle w:val="Normlnweb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E5248B">
        <w:rPr>
          <w:rFonts w:eastAsiaTheme="minorEastAsia"/>
          <w:color w:val="000000" w:themeColor="text1"/>
          <w:kern w:val="24"/>
        </w:rPr>
        <w:t xml:space="preserve">KRÁTKÝ, F.: </w:t>
      </w:r>
      <w:r w:rsidRPr="005E3D63">
        <w:rPr>
          <w:rFonts w:eastAsiaTheme="minorEastAsia"/>
          <w:i/>
          <w:color w:val="000000" w:themeColor="text1"/>
          <w:kern w:val="24"/>
        </w:rPr>
        <w:t>Dějiny tělesné výchovy I</w:t>
      </w:r>
      <w:r w:rsidRPr="00E5248B">
        <w:rPr>
          <w:rFonts w:eastAsiaTheme="minorEastAsia"/>
          <w:color w:val="000000" w:themeColor="text1"/>
          <w:kern w:val="24"/>
        </w:rPr>
        <w:t>. Praha 1974</w:t>
      </w:r>
    </w:p>
    <w:p w:rsidR="00F268BE" w:rsidRPr="00E5248B" w:rsidRDefault="00F268BE" w:rsidP="00F268BE">
      <w:pPr>
        <w:pStyle w:val="Normlnweb"/>
        <w:spacing w:before="0" w:beforeAutospacing="0" w:after="0" w:afterAutospacing="0"/>
      </w:pPr>
    </w:p>
    <w:p w:rsidR="00F268BE" w:rsidRPr="00E5248B" w:rsidRDefault="00F268BE" w:rsidP="00F268BE">
      <w:pPr>
        <w:pStyle w:val="Normlnweb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E5248B">
        <w:rPr>
          <w:rFonts w:eastAsiaTheme="minorEastAsia"/>
          <w:color w:val="000000" w:themeColor="text1"/>
          <w:kern w:val="24"/>
        </w:rPr>
        <w:t xml:space="preserve">OLIVOVÁ, V.: </w:t>
      </w:r>
      <w:r w:rsidRPr="005E3D63">
        <w:rPr>
          <w:rFonts w:eastAsiaTheme="minorEastAsia"/>
          <w:i/>
          <w:color w:val="000000" w:themeColor="text1"/>
          <w:kern w:val="24"/>
        </w:rPr>
        <w:t>Lidé a hry. Historická geneze sportu.</w:t>
      </w:r>
      <w:r w:rsidRPr="00E5248B">
        <w:rPr>
          <w:rFonts w:eastAsiaTheme="minorEastAsia"/>
          <w:color w:val="000000" w:themeColor="text1"/>
          <w:kern w:val="24"/>
        </w:rPr>
        <w:t xml:space="preserve"> Praha 1979</w:t>
      </w:r>
    </w:p>
    <w:p w:rsidR="00C95136" w:rsidRPr="00E5248B" w:rsidRDefault="00C95136" w:rsidP="00F268BE">
      <w:pPr>
        <w:pStyle w:val="Normlnweb"/>
        <w:spacing w:before="0" w:beforeAutospacing="0" w:after="0" w:afterAutospacing="0"/>
      </w:pPr>
    </w:p>
    <w:p w:rsidR="00C95136" w:rsidRPr="00E5248B" w:rsidRDefault="00623F17" w:rsidP="00C95136">
      <w:r w:rsidRPr="00E5248B">
        <w:rPr>
          <w:b/>
        </w:rPr>
        <w:t xml:space="preserve">Poznámka: </w:t>
      </w:r>
      <w:r w:rsidR="00C95136" w:rsidRPr="00E5248B">
        <w:t>Materiál může být využit pro zopakování i ve vyšších ročnících.</w:t>
      </w:r>
    </w:p>
    <w:p w:rsidR="00623F17" w:rsidRPr="00EB331B" w:rsidRDefault="00623F17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F4C" w:rsidRDefault="009D3F4C">
      <w:r>
        <w:separator/>
      </w:r>
    </w:p>
  </w:endnote>
  <w:endnote w:type="continuationSeparator" w:id="0">
    <w:p w:rsidR="009D3F4C" w:rsidRDefault="009D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65" w:rsidRDefault="003E106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65" w:rsidRDefault="003E10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F4C" w:rsidRDefault="009D3F4C">
      <w:r>
        <w:separator/>
      </w:r>
    </w:p>
  </w:footnote>
  <w:footnote w:type="continuationSeparator" w:id="0">
    <w:p w:rsidR="009D3F4C" w:rsidRDefault="009D3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65" w:rsidRDefault="003E106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3E106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3E106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065" w:rsidRDefault="003E106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35611"/>
    <w:rsid w:val="0015392B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36FF"/>
    <w:rsid w:val="0036718C"/>
    <w:rsid w:val="003761B0"/>
    <w:rsid w:val="003835AF"/>
    <w:rsid w:val="00394D93"/>
    <w:rsid w:val="003A5AD6"/>
    <w:rsid w:val="003D030C"/>
    <w:rsid w:val="003E1065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5E3D63"/>
    <w:rsid w:val="006027CC"/>
    <w:rsid w:val="00623F1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09F9"/>
    <w:rsid w:val="008B5602"/>
    <w:rsid w:val="008F1D94"/>
    <w:rsid w:val="009178A2"/>
    <w:rsid w:val="00930B79"/>
    <w:rsid w:val="00935B19"/>
    <w:rsid w:val="00940856"/>
    <w:rsid w:val="0095486C"/>
    <w:rsid w:val="009D24AA"/>
    <w:rsid w:val="009D3F4C"/>
    <w:rsid w:val="009E736F"/>
    <w:rsid w:val="009F240C"/>
    <w:rsid w:val="009F6F13"/>
    <w:rsid w:val="00A32C1A"/>
    <w:rsid w:val="00A32F88"/>
    <w:rsid w:val="00A67905"/>
    <w:rsid w:val="00A739DB"/>
    <w:rsid w:val="00A92398"/>
    <w:rsid w:val="00A92A3E"/>
    <w:rsid w:val="00AB43E1"/>
    <w:rsid w:val="00AE0AB9"/>
    <w:rsid w:val="00AE4629"/>
    <w:rsid w:val="00B03303"/>
    <w:rsid w:val="00B11E31"/>
    <w:rsid w:val="00B121FF"/>
    <w:rsid w:val="00B43D79"/>
    <w:rsid w:val="00B526A4"/>
    <w:rsid w:val="00B62092"/>
    <w:rsid w:val="00B73B73"/>
    <w:rsid w:val="00B76C3B"/>
    <w:rsid w:val="00B844DC"/>
    <w:rsid w:val="00BA4C26"/>
    <w:rsid w:val="00BC3C15"/>
    <w:rsid w:val="00C067D2"/>
    <w:rsid w:val="00C36394"/>
    <w:rsid w:val="00C43F4C"/>
    <w:rsid w:val="00C61876"/>
    <w:rsid w:val="00C61B2E"/>
    <w:rsid w:val="00C841AF"/>
    <w:rsid w:val="00C95136"/>
    <w:rsid w:val="00CB38DA"/>
    <w:rsid w:val="00CC59E8"/>
    <w:rsid w:val="00CF24A3"/>
    <w:rsid w:val="00CF54E7"/>
    <w:rsid w:val="00D65D2B"/>
    <w:rsid w:val="00DB726E"/>
    <w:rsid w:val="00E12C07"/>
    <w:rsid w:val="00E5248B"/>
    <w:rsid w:val="00E85A23"/>
    <w:rsid w:val="00E96239"/>
    <w:rsid w:val="00EB152F"/>
    <w:rsid w:val="00EB331B"/>
    <w:rsid w:val="00EC7DA9"/>
    <w:rsid w:val="00ED00A5"/>
    <w:rsid w:val="00EE037D"/>
    <w:rsid w:val="00EF7937"/>
    <w:rsid w:val="00F16660"/>
    <w:rsid w:val="00F21BB5"/>
    <w:rsid w:val="00F268BE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146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12</cp:revision>
  <cp:lastPrinted>2013-11-24T18:11:00Z</cp:lastPrinted>
  <dcterms:created xsi:type="dcterms:W3CDTF">2013-10-20T17:59:00Z</dcterms:created>
  <dcterms:modified xsi:type="dcterms:W3CDTF">2014-06-10T13:08:00Z</dcterms:modified>
</cp:coreProperties>
</file>