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D6A9B" w:rsidRPr="005D6A9B">
        <w:rPr>
          <w:b/>
        </w:rPr>
        <w:t>Sportovní aktivity - sportovní kurz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D6A9B" w:rsidRPr="005D6A9B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54BB5" w:rsidRDefault="009F6F13" w:rsidP="00954BB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954BB5">
        <w:t xml:space="preserve">: </w:t>
      </w:r>
      <w:r w:rsidR="005D6A9B" w:rsidRPr="005D6A9B">
        <w:t>3</w:t>
      </w:r>
      <w:r w:rsidR="00954BB5">
        <w:t>_</w:t>
      </w:r>
      <w:r w:rsidR="005D6A9B" w:rsidRPr="005D6A9B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04</w:t>
      </w:r>
      <w:r w:rsidR="00592F82">
        <w:tab/>
        <w:t>Předmět:</w:t>
      </w:r>
      <w:r w:rsidR="00693085">
        <w:t xml:space="preserve"> </w:t>
      </w:r>
      <w:r w:rsidR="00954BB5">
        <w:t>tělesná výchova</w:t>
      </w:r>
    </w:p>
    <w:p w:rsidR="009F6F13" w:rsidRPr="00954BB5" w:rsidRDefault="009F6F13" w:rsidP="00954BB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22952">
        <w:t>17. 12. 2012</w:t>
      </w:r>
      <w:r w:rsidR="00163029">
        <w:tab/>
      </w:r>
      <w:r>
        <w:t>Třída:</w:t>
      </w:r>
      <w:r w:rsidR="00163029">
        <w:tab/>
      </w:r>
      <w:r w:rsidR="00B22952">
        <w:t>4. C</w:t>
      </w:r>
      <w:r w:rsidR="00954BB5">
        <w:tab/>
      </w:r>
      <w:r>
        <w:t>Ověřující učitel:</w:t>
      </w:r>
      <w:r w:rsidR="00954BB5">
        <w:t xml:space="preserve"> Mgr. </w:t>
      </w:r>
      <w:r w:rsidR="00B22952">
        <w:t>L. Szutáková</w:t>
      </w:r>
    </w:p>
    <w:p w:rsidR="00163029" w:rsidRPr="00501C29" w:rsidRDefault="003A5B6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D6A9B" w:rsidP="00745A98">
      <w:r w:rsidRPr="005D6A9B">
        <w:t>Seznámení se sportovními aktivitami, které nejsou součástí pravidelné výuky. Tyto aktivity jsou provozovány na sportovním kurzu.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5D6A9B" w:rsidRDefault="005D6A9B" w:rsidP="00745A98">
      <w:pPr>
        <w:spacing w:before="240" w:line="360" w:lineRule="auto"/>
      </w:pPr>
      <w:r w:rsidRPr="005D6A9B">
        <w:t xml:space="preserve">softbal, </w:t>
      </w:r>
      <w:proofErr w:type="spellStart"/>
      <w:r w:rsidRPr="005D6A9B">
        <w:t>fresbee</w:t>
      </w:r>
      <w:proofErr w:type="spellEnd"/>
      <w:r w:rsidRPr="005D6A9B">
        <w:t xml:space="preserve">, golf, jízda na koni, jízda na kole, turistika, orientační běh, </w:t>
      </w:r>
      <w:proofErr w:type="spellStart"/>
      <w:r w:rsidRPr="005D6A9B">
        <w:t>ringo</w:t>
      </w:r>
      <w:proofErr w:type="spellEnd"/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D6A9B" w:rsidP="009F6F13">
      <w:r w:rsidRPr="005D6A9B">
        <w:t>Materiál je primárně určen pro studenty jako alternativa aktivní účasti na sportovním kurzu. Předpokladem vyplnění pracovního listu je získání informací od studentů, kteří se kurzu zúčastnili.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D6A9B" w:rsidP="009F6F13">
      <w:r w:rsidRPr="005D6A9B">
        <w:t>Wikipedie: Otevřená encyklopedie: Golf [online]. c2012 [citováno 16. 12. 2012]. Dostupný z WWW: &lt;http://cs.wikipedia.org/w/index.php?title=Golf&amp;oldid=9429893&gt;</w:t>
      </w:r>
    </w:p>
    <w:p w:rsidR="00623F17" w:rsidRDefault="00623F17" w:rsidP="001C3275">
      <w:pPr>
        <w:spacing w:before="240" w:line="360" w:lineRule="auto"/>
      </w:pPr>
      <w:r w:rsidRPr="00EB331B">
        <w:rPr>
          <w:b/>
        </w:rPr>
        <w:t xml:space="preserve">Poznámka: </w:t>
      </w:r>
      <w:r w:rsidR="00954BB5">
        <w:rPr>
          <w:b/>
        </w:rPr>
        <w:t>–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55" w:rsidRDefault="006A0855">
      <w:r>
        <w:separator/>
      </w:r>
    </w:p>
  </w:endnote>
  <w:endnote w:type="continuationSeparator" w:id="0">
    <w:p w:rsidR="006A0855" w:rsidRDefault="006A0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C" w:rsidRDefault="003A5B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2E0099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3A5B6C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C" w:rsidRDefault="003A5B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55" w:rsidRDefault="006A0855">
      <w:r>
        <w:separator/>
      </w:r>
    </w:p>
  </w:footnote>
  <w:footnote w:type="continuationSeparator" w:id="0">
    <w:p w:rsidR="006A0855" w:rsidRDefault="006A0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C" w:rsidRDefault="003A5B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A5B6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A5B6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B6C" w:rsidRDefault="003A5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16B2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3275"/>
    <w:rsid w:val="001F1A08"/>
    <w:rsid w:val="00232FB1"/>
    <w:rsid w:val="0028489E"/>
    <w:rsid w:val="00290C19"/>
    <w:rsid w:val="00297870"/>
    <w:rsid w:val="002A290B"/>
    <w:rsid w:val="002A5BAC"/>
    <w:rsid w:val="002E0099"/>
    <w:rsid w:val="0033262C"/>
    <w:rsid w:val="0034544A"/>
    <w:rsid w:val="00353FD9"/>
    <w:rsid w:val="0036718C"/>
    <w:rsid w:val="003761B0"/>
    <w:rsid w:val="003835AF"/>
    <w:rsid w:val="00394D93"/>
    <w:rsid w:val="003A5AD6"/>
    <w:rsid w:val="003A5B6C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D6A9B"/>
    <w:rsid w:val="006027CC"/>
    <w:rsid w:val="00623F17"/>
    <w:rsid w:val="00693085"/>
    <w:rsid w:val="006A085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4BB5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22952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3B3F"/>
    <w:rsid w:val="00F456CA"/>
    <w:rsid w:val="00F73128"/>
    <w:rsid w:val="00FA168B"/>
    <w:rsid w:val="00FA1724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135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1900-12-31T23:00:00Z</cp:lastPrinted>
  <dcterms:created xsi:type="dcterms:W3CDTF">2012-12-16T11:43:00Z</dcterms:created>
  <dcterms:modified xsi:type="dcterms:W3CDTF">2014-06-10T13:05:00Z</dcterms:modified>
</cp:coreProperties>
</file>