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B526A4" w:rsidRPr="00B526A4">
        <w:rPr>
          <w:b/>
        </w:rPr>
        <w:t>Olympijské symboly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B526A4" w:rsidRPr="00B526A4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701845">
        <w:t xml:space="preserve">: </w:t>
      </w:r>
      <w:r w:rsidR="00154B77">
        <w:t>3_</w:t>
      </w:r>
      <w:r w:rsidR="00B526A4" w:rsidRPr="00B526A4">
        <w:t>Materiály pro necvičící žáky</w:t>
      </w:r>
      <w:r w:rsidR="0070184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D24AA">
        <w:t xml:space="preserve"> 03</w:t>
      </w:r>
      <w:r w:rsidR="00592F82">
        <w:tab/>
        <w:t>Předmět:</w:t>
      </w:r>
      <w:r w:rsidR="00693085">
        <w:t xml:space="preserve"> </w:t>
      </w:r>
      <w:r w:rsidR="00592F82">
        <w:tab/>
      </w:r>
      <w:r w:rsidR="00154B77">
        <w:t>t</w:t>
      </w:r>
      <w:r w:rsidR="00B526A4" w:rsidRPr="00B526A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EC7DA9">
        <w:t>10. 12. 2012</w:t>
      </w:r>
      <w:r w:rsidR="00163029">
        <w:tab/>
      </w:r>
      <w:r>
        <w:t>Třída:</w:t>
      </w:r>
      <w:r w:rsidR="00163029">
        <w:tab/>
      </w:r>
      <w:r w:rsidR="00B844DC">
        <w:t>1. C</w:t>
      </w:r>
      <w:r w:rsidR="00701845">
        <w:tab/>
      </w:r>
      <w:r>
        <w:t>Ověřující učitel:</w:t>
      </w:r>
      <w:r w:rsidR="00701845">
        <w:t xml:space="preserve"> Mgr. </w:t>
      </w:r>
      <w:r w:rsidR="00B844DC">
        <w:t>L. Doudová</w:t>
      </w:r>
    </w:p>
    <w:p w:rsidR="00163029" w:rsidRPr="00501C29" w:rsidRDefault="00C81CF3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B526A4" w:rsidP="00745A98">
      <w:r w:rsidRPr="00B526A4">
        <w:t>Seznámení s olympijskými symboly, jejich historií a významem.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B526A4" w:rsidP="00745A98">
      <w:pPr>
        <w:spacing w:before="240" w:line="360" w:lineRule="auto"/>
        <w:rPr>
          <w:b/>
        </w:rPr>
      </w:pPr>
      <w:r w:rsidRPr="00B526A4">
        <w:rPr>
          <w:b/>
        </w:rPr>
        <w:t>olympijské symboly, vlajka, kruhy, oheň, hymna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B526A4" w:rsidP="009F6F13">
      <w:r w:rsidRPr="00B526A4">
        <w:t>Materiál je určen pro necvičící studenty. S pomocí prezentace se seznámí s olympijskými symboly. K ověření prostudovaného materiálu slouží test s vyhodnocením, který je součástí prezentace. Materiál může být využit pro zopakování i ve vyšších ročnících.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B526A4" w:rsidP="009F6F13">
      <w:r w:rsidRPr="00B526A4">
        <w:t xml:space="preserve">DOVALIL, Josef a kol. </w:t>
      </w:r>
      <w:r w:rsidRPr="00701845">
        <w:rPr>
          <w:i/>
        </w:rPr>
        <w:t>Olympismus.</w:t>
      </w:r>
      <w:r w:rsidRPr="00B526A4">
        <w:t xml:space="preserve"> Praha: Olympia, 2004, 222 s. ISBN 80-7033-871-7.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B844DC" w:rsidP="00623F17">
      <w:r>
        <w:t>Materiál může být využit v různých ročnících. Vzhledem k uskutečněným OH v Londýně byl materiál ověřen v prvním ročníku.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25D" w:rsidRDefault="004B225D">
      <w:r>
        <w:separator/>
      </w:r>
    </w:p>
  </w:endnote>
  <w:endnote w:type="continuationSeparator" w:id="0">
    <w:p w:rsidR="004B225D" w:rsidRDefault="004B2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CF3" w:rsidRDefault="00C81CF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77" w:rsidRPr="008F1D94" w:rsidRDefault="00154B77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>
      <w:rPr>
        <w:bCs/>
        <w:noProof/>
      </w:rPr>
      <w:t>Dokument1</w:t>
    </w:r>
    <w:r w:rsidRPr="008F1D94">
      <w:rPr>
        <w:bCs/>
      </w:rPr>
      <w:fldChar w:fldCharType="end"/>
    </w:r>
    <w:r w:rsidRPr="008F1D94">
      <w:rPr>
        <w:b/>
        <w:bCs/>
      </w:rPr>
      <w:t xml:space="preserve"> </w:t>
    </w:r>
    <w:r>
      <w:rPr>
        <w:b/>
        <w:bCs/>
      </w:rPr>
      <w:tab/>
    </w:r>
    <w:r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C81CF3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CF3" w:rsidRDefault="00C81C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25D" w:rsidRDefault="004B225D">
      <w:r>
        <w:separator/>
      </w:r>
    </w:p>
  </w:footnote>
  <w:footnote w:type="continuationSeparator" w:id="0">
    <w:p w:rsidR="004B225D" w:rsidRDefault="004B2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CF3" w:rsidRDefault="00C81CF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77" w:rsidRDefault="00154B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54B77" w:rsidRDefault="00154B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154B77" w:rsidRDefault="00154B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154B77" w:rsidRDefault="00154B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154B77" w:rsidRDefault="00154B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154B77" w:rsidRDefault="00154B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154B77" w:rsidRDefault="00154B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154B77" w:rsidRPr="00394D93" w:rsidRDefault="00154B77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154B77" w:rsidRPr="00745A98" w:rsidRDefault="00154B77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C81CF3">
      <w:rPr>
        <w:bCs/>
      </w:rPr>
      <w:t>34.</w:t>
    </w:r>
    <w:bookmarkStart w:id="0" w:name="_GoBack"/>
    <w:bookmarkEnd w:id="0"/>
    <w:r>
      <w:rPr>
        <w:bCs/>
      </w:rPr>
      <w:t>0325</w:t>
    </w:r>
  </w:p>
  <w:p w:rsidR="00154B77" w:rsidRPr="00745A98" w:rsidRDefault="00C81CF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154B77">
      <w:rPr>
        <w:bCs/>
      </w:rPr>
      <w:t>Příjemce:</w:t>
    </w:r>
    <w:r w:rsidR="00154B77">
      <w:rPr>
        <w:bCs/>
      </w:rPr>
      <w:tab/>
      <w:t xml:space="preserve">Gymnázium Pierra de </w:t>
    </w:r>
    <w:proofErr w:type="spellStart"/>
    <w:proofErr w:type="gramStart"/>
    <w:r w:rsidR="00154B77">
      <w:rPr>
        <w:bCs/>
      </w:rPr>
      <w:t>Coubertina</w:t>
    </w:r>
    <w:proofErr w:type="spellEnd"/>
    <w:proofErr w:type="gramEnd"/>
    <w:r w:rsidR="00154B77">
      <w:rPr>
        <w:bCs/>
      </w:rPr>
      <w:t>, Tábor, Náměstí Františka Křižíka 860, 390 01 Tábor</w:t>
    </w:r>
    <w:r w:rsidR="00154B77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CF3" w:rsidRDefault="00C81CF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5392B"/>
    <w:rsid w:val="00154B77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B225D"/>
    <w:rsid w:val="004C3049"/>
    <w:rsid w:val="00501C29"/>
    <w:rsid w:val="00512A86"/>
    <w:rsid w:val="00543DE2"/>
    <w:rsid w:val="00546A70"/>
    <w:rsid w:val="00574DD9"/>
    <w:rsid w:val="00592F82"/>
    <w:rsid w:val="005A62C1"/>
    <w:rsid w:val="005D030A"/>
    <w:rsid w:val="006027CC"/>
    <w:rsid w:val="00623F17"/>
    <w:rsid w:val="00693085"/>
    <w:rsid w:val="006A718D"/>
    <w:rsid w:val="006E792F"/>
    <w:rsid w:val="00700E72"/>
    <w:rsid w:val="00701845"/>
    <w:rsid w:val="00740B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5486C"/>
    <w:rsid w:val="009D24AA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526A4"/>
    <w:rsid w:val="00B73B73"/>
    <w:rsid w:val="00B844DC"/>
    <w:rsid w:val="00BA4C26"/>
    <w:rsid w:val="00BC3C15"/>
    <w:rsid w:val="00C067D2"/>
    <w:rsid w:val="00C36394"/>
    <w:rsid w:val="00C43F4C"/>
    <w:rsid w:val="00C61876"/>
    <w:rsid w:val="00C61B2E"/>
    <w:rsid w:val="00C81CF3"/>
    <w:rsid w:val="00C841AF"/>
    <w:rsid w:val="00CB38DA"/>
    <w:rsid w:val="00CC59E8"/>
    <w:rsid w:val="00CF24A3"/>
    <w:rsid w:val="00D65D2B"/>
    <w:rsid w:val="00DB726E"/>
    <w:rsid w:val="00E12C07"/>
    <w:rsid w:val="00E85A23"/>
    <w:rsid w:val="00E96239"/>
    <w:rsid w:val="00EB152F"/>
    <w:rsid w:val="00EB331B"/>
    <w:rsid w:val="00EC7DA9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</TotalTime>
  <Pages>1</Pages>
  <Words>144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7</cp:revision>
  <cp:lastPrinted>1900-12-31T23:00:00Z</cp:lastPrinted>
  <dcterms:created xsi:type="dcterms:W3CDTF">2012-12-16T12:00:00Z</dcterms:created>
  <dcterms:modified xsi:type="dcterms:W3CDTF">2014-06-10T13:05:00Z</dcterms:modified>
</cp:coreProperties>
</file>