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681ED6">
        <w:rPr>
          <w:b/>
        </w:rPr>
        <w:t>Protažení posturálních svalů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ED6" w:rsidRPr="00681ED6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681ED6">
        <w:t xml:space="preserve"> </w:t>
      </w:r>
      <w:r w:rsidR="00681ED6" w:rsidRPr="00681ED6">
        <w:t>2. Posilování, rozcvičení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693085">
        <w:t xml:space="preserve"> 0</w:t>
      </w:r>
      <w:r w:rsidR="00B2681B">
        <w:t>6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681ED6" w:rsidRPr="00681ED6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2C4FD3">
        <w:t>17.12.2012</w:t>
      </w:r>
      <w:proofErr w:type="gramEnd"/>
      <w:r w:rsidR="00163029">
        <w:tab/>
      </w:r>
      <w:r>
        <w:t>Třída:</w:t>
      </w:r>
      <w:r w:rsidR="00163029">
        <w:tab/>
      </w:r>
      <w:r w:rsidR="002C4FD3">
        <w:t>1.B</w:t>
      </w:r>
      <w:r>
        <w:tab/>
        <w:t>Ověřující učitel:</w:t>
      </w:r>
      <w:r w:rsidR="00745A98">
        <w:tab/>
      </w:r>
      <w:r w:rsidR="002C4FD3">
        <w:t>L. Doudová</w:t>
      </w:r>
    </w:p>
    <w:p w:rsidR="00163029" w:rsidRPr="00501C29" w:rsidRDefault="00C06BF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681ED6" w:rsidP="00745A98">
      <w:r w:rsidRPr="00681ED6">
        <w:t>Cviky k protažení zkrácených posturálních svalů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681ED6" w:rsidP="00745A98">
      <w:pPr>
        <w:spacing w:before="240" w:line="360" w:lineRule="auto"/>
        <w:rPr>
          <w:b/>
        </w:rPr>
      </w:pPr>
      <w:r w:rsidRPr="00681ED6">
        <w:rPr>
          <w:b/>
        </w:rPr>
        <w:t>Svaly šíjové, trapézové, zdvihač lopatky, prsní svaly, zádové svaly, svaly nohou, lýtkové svaly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681ED6" w:rsidP="009F6F13">
      <w:r w:rsidRPr="00681ED6">
        <w:t>Materiál je vhodné využít v souvislosti s testováním posturálních svalů. Společně projít jednotlivé cviky a jejich provedení. Doporučit žákům, aby sami protahovali zejména svaly, které mají zkrácené. Materiál je možné žákům vytisknout k využití pro doma.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123071" w:rsidP="009F6F13">
      <w:r>
        <w:t>Fotodokumentac</w:t>
      </w:r>
      <w:r w:rsidR="00C12F99">
        <w:t>e autora DU</w:t>
      </w:r>
      <w:r>
        <w:t>M</w:t>
      </w:r>
    </w:p>
    <w:p w:rsidR="00123071" w:rsidRDefault="00123071" w:rsidP="009F6F13"/>
    <w:p w:rsidR="00623F17" w:rsidRDefault="00623F17" w:rsidP="002C4FD3">
      <w:pPr>
        <w:spacing w:before="240" w:line="360" w:lineRule="auto"/>
      </w:pPr>
      <w:r w:rsidRPr="00EB331B">
        <w:rPr>
          <w:b/>
        </w:rPr>
        <w:t xml:space="preserve">Poznámka: </w:t>
      </w:r>
      <w:r w:rsidR="002C4FD3">
        <w:rPr>
          <w:b/>
        </w:rPr>
        <w:t>------------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9A" w:rsidRDefault="0089379A">
      <w:r>
        <w:separator/>
      </w:r>
    </w:p>
  </w:endnote>
  <w:endnote w:type="continuationSeparator" w:id="0">
    <w:p w:rsidR="0089379A" w:rsidRDefault="0089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6" w:rsidRDefault="00C06B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6" w:rsidRDefault="00C06B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9A" w:rsidRDefault="0089379A">
      <w:r>
        <w:separator/>
      </w:r>
    </w:p>
  </w:footnote>
  <w:footnote w:type="continuationSeparator" w:id="0">
    <w:p w:rsidR="0089379A" w:rsidRDefault="00893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6" w:rsidRDefault="00C06BF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C06BF6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C06BF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BF6" w:rsidRDefault="00C06B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23071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2C4FD3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1691F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81ED6"/>
    <w:rsid w:val="00693085"/>
    <w:rsid w:val="006A718D"/>
    <w:rsid w:val="006E792F"/>
    <w:rsid w:val="00700E72"/>
    <w:rsid w:val="00745A98"/>
    <w:rsid w:val="007659FE"/>
    <w:rsid w:val="00771703"/>
    <w:rsid w:val="007B377D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9379A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2681B"/>
    <w:rsid w:val="00B43D79"/>
    <w:rsid w:val="00B73B73"/>
    <w:rsid w:val="00B8115C"/>
    <w:rsid w:val="00BA4C26"/>
    <w:rsid w:val="00BC3C15"/>
    <w:rsid w:val="00C067D2"/>
    <w:rsid w:val="00C06BF6"/>
    <w:rsid w:val="00C12F99"/>
    <w:rsid w:val="00C2078B"/>
    <w:rsid w:val="00C36394"/>
    <w:rsid w:val="00C43F4C"/>
    <w:rsid w:val="00C61876"/>
    <w:rsid w:val="00C61B2E"/>
    <w:rsid w:val="00C841AF"/>
    <w:rsid w:val="00CB38DA"/>
    <w:rsid w:val="00CC4D36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121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8</cp:revision>
  <cp:lastPrinted>1900-12-31T23:00:00Z</cp:lastPrinted>
  <dcterms:created xsi:type="dcterms:W3CDTF">2012-12-16T12:30:00Z</dcterms:created>
  <dcterms:modified xsi:type="dcterms:W3CDTF">2014-06-10T12:53:00Z</dcterms:modified>
</cp:coreProperties>
</file>