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9670C6" w:rsidRPr="009670C6">
        <w:rPr>
          <w:b/>
        </w:rPr>
        <w:t>Test maximální síly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9670C6" w:rsidRPr="009670C6">
        <w:rPr>
          <w:b/>
        </w:rPr>
        <w:t>Mgr. Lea Doudová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>Sada:</w:t>
      </w:r>
      <w:r w:rsidR="009670C6">
        <w:t xml:space="preserve"> </w:t>
      </w:r>
      <w:r w:rsidR="00DA0CF9">
        <w:t>2_</w:t>
      </w:r>
      <w:r w:rsidR="009670C6" w:rsidRPr="009670C6">
        <w:t>Posilování, rozcvičení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356EB4">
        <w:t xml:space="preserve"> </w:t>
      </w:r>
      <w:r w:rsidR="009670C6" w:rsidRPr="00FD7C01">
        <w:rPr>
          <w:b/>
          <w:color w:val="000000"/>
        </w:rPr>
        <w:t>05</w:t>
      </w:r>
      <w:r w:rsidR="009670C6" w:rsidRPr="00FD7C01">
        <w:rPr>
          <w:b/>
          <w:color w:val="000000"/>
        </w:rPr>
        <w:tab/>
      </w:r>
      <w:r w:rsidR="00592F82">
        <w:tab/>
        <w:t>Předmět:</w:t>
      </w:r>
      <w:r w:rsidR="00592F82">
        <w:tab/>
      </w:r>
      <w:r w:rsidR="00DA0CF9">
        <w:t>t</w:t>
      </w:r>
      <w:r w:rsidR="009670C6" w:rsidRPr="009670C6">
        <w:t>ělesná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9543FB">
        <w:t>11.12.2012</w:t>
      </w:r>
      <w:r w:rsidR="00163029">
        <w:tab/>
      </w:r>
      <w:r>
        <w:t>Třída:</w:t>
      </w:r>
      <w:r w:rsidR="00163029">
        <w:tab/>
      </w:r>
      <w:r w:rsidR="009543FB">
        <w:t>5. A, septima</w:t>
      </w:r>
      <w:r>
        <w:tab/>
        <w:t>Ověřující učitel:</w:t>
      </w:r>
      <w:r w:rsidR="00745A98">
        <w:tab/>
      </w:r>
      <w:r w:rsidR="00DA0CF9">
        <w:t xml:space="preserve">Mgr. </w:t>
      </w:r>
      <w:r w:rsidR="009543FB">
        <w:t>P. Nývlt</w:t>
      </w:r>
    </w:p>
    <w:p w:rsidR="00163029" w:rsidRPr="00501C29" w:rsidRDefault="001A48CD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9670C6" w:rsidP="00745A98">
      <w:r w:rsidRPr="009670C6">
        <w:t>Testování maximální síly na posilovacích strojích.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Default="009670C6" w:rsidP="00745A98">
      <w:pPr>
        <w:spacing w:before="240" w:line="360" w:lineRule="auto"/>
        <w:rPr>
          <w:b/>
        </w:rPr>
      </w:pPr>
      <w:r w:rsidRPr="009670C6">
        <w:t>maximální síla, dynamická síla, růst svalu, formování svalu, zátěž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9670C6" w:rsidP="009F6F13">
      <w:r w:rsidRPr="009670C6">
        <w:t xml:space="preserve">Testování je určeno pro 3. a 4. ročníky. </w:t>
      </w:r>
      <w:r>
        <w:t xml:space="preserve">Postup pro testování je uveden v pracovním listu. Před testováním je vhodné zopakovat správné provedení jednotlivých cviků a upozornit na možné chyby. </w:t>
      </w:r>
      <w:r w:rsidRPr="009670C6">
        <w:t>Na základě zjištění maximální síly si mohou studenti sestavit vhodný posilovací program.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1A2B61" w:rsidRDefault="001A2B61" w:rsidP="009F6F13"/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Default="009543FB" w:rsidP="00623F17">
      <w:r>
        <w:t>Pokud studenti cvičí ve dvojici je možné během 45 min. otestovat všech pět strojů. Při cvičení ve trojici je čas nedostatečný.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126" w:rsidRDefault="00D97126">
      <w:r>
        <w:separator/>
      </w:r>
    </w:p>
  </w:endnote>
  <w:endnote w:type="continuationSeparator" w:id="0">
    <w:p w:rsidR="00D97126" w:rsidRDefault="00D97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8CD" w:rsidRDefault="001A48C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  <w:p w:rsidR="00BB2167" w:rsidRDefault="00BB216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8CD" w:rsidRDefault="001A48C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126" w:rsidRDefault="00D97126">
      <w:r>
        <w:separator/>
      </w:r>
    </w:p>
  </w:footnote>
  <w:footnote w:type="continuationSeparator" w:id="0">
    <w:p w:rsidR="00D97126" w:rsidRDefault="00D971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8CD" w:rsidRDefault="001A48C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1A48CD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3" type="#_x0000_t75" alt="Logolink OPVK - oříznutý" style="position:absolute;margin-left:33.4pt;margin-top:1.6pt;width:389.25pt;height:77.25pt;z-index:251657216;visibility:visible">
          <v:imagedata r:id="rId1" o:title="Logolink OPVK - oříznutý"/>
          <w10:wrap type="topAndBottom"/>
        </v:shape>
      </w:pict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1A48CD">
      <w:rPr>
        <w:bCs/>
      </w:rPr>
      <w:t>34.</w:t>
    </w:r>
    <w:bookmarkStart w:id="0" w:name="_GoBack"/>
    <w:bookmarkEnd w:id="0"/>
    <w:r>
      <w:rPr>
        <w:bCs/>
      </w:rPr>
      <w:t>0325</w:t>
    </w:r>
  </w:p>
  <w:p w:rsidR="00356EB4" w:rsidRPr="00745A98" w:rsidRDefault="001A48CD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356EB4">
      <w:rPr>
        <w:bCs/>
      </w:rPr>
      <w:t>Příjemce:</w:t>
    </w:r>
    <w:r w:rsidR="00356EB4">
      <w:rPr>
        <w:bCs/>
      </w:rPr>
      <w:tab/>
      <w:t>Gymnázium Pierra de Coubertina, Tábor, Náměstí Františka Křižíka 860, 390 01 Tábor</w:t>
    </w:r>
    <w:r w:rsidR="00356EB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8CD" w:rsidRDefault="001A48C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hdrShapeDefaults>
    <o:shapedefaults v:ext="edit" spidmax="2054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63029"/>
    <w:rsid w:val="001A2B61"/>
    <w:rsid w:val="001A48CD"/>
    <w:rsid w:val="001A6A4C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56EB4"/>
    <w:rsid w:val="0036718C"/>
    <w:rsid w:val="003761B0"/>
    <w:rsid w:val="003835AF"/>
    <w:rsid w:val="00394D93"/>
    <w:rsid w:val="003A5AD6"/>
    <w:rsid w:val="003E4C3B"/>
    <w:rsid w:val="003E63C0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3E6A"/>
    <w:rsid w:val="005A62C1"/>
    <w:rsid w:val="005D030A"/>
    <w:rsid w:val="006027CC"/>
    <w:rsid w:val="00623F17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7F6530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543FB"/>
    <w:rsid w:val="009670C6"/>
    <w:rsid w:val="009E6D09"/>
    <w:rsid w:val="009E736F"/>
    <w:rsid w:val="009F240C"/>
    <w:rsid w:val="009F6F13"/>
    <w:rsid w:val="00A10D8B"/>
    <w:rsid w:val="00A32C1A"/>
    <w:rsid w:val="00A32F88"/>
    <w:rsid w:val="00A67905"/>
    <w:rsid w:val="00A739DB"/>
    <w:rsid w:val="00A92398"/>
    <w:rsid w:val="00AE0AB9"/>
    <w:rsid w:val="00B03303"/>
    <w:rsid w:val="00B0784A"/>
    <w:rsid w:val="00B11E31"/>
    <w:rsid w:val="00B121FF"/>
    <w:rsid w:val="00B43D79"/>
    <w:rsid w:val="00B64D51"/>
    <w:rsid w:val="00B73B73"/>
    <w:rsid w:val="00BA4C26"/>
    <w:rsid w:val="00BB2167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E30EE"/>
    <w:rsid w:val="00CF24A3"/>
    <w:rsid w:val="00D62716"/>
    <w:rsid w:val="00D65D2B"/>
    <w:rsid w:val="00D97126"/>
    <w:rsid w:val="00DA0CF9"/>
    <w:rsid w:val="00DB726E"/>
    <w:rsid w:val="00E12C07"/>
    <w:rsid w:val="00E309C6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77E1C"/>
    <w:rsid w:val="00FA168B"/>
    <w:rsid w:val="00FC34AC"/>
    <w:rsid w:val="00FD69C2"/>
    <w:rsid w:val="00FD7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12</TotalTime>
  <Pages>1</Pages>
  <Words>155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1074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10</cp:revision>
  <cp:lastPrinted>1900-12-31T23:00:00Z</cp:lastPrinted>
  <dcterms:created xsi:type="dcterms:W3CDTF">2012-12-16T15:45:00Z</dcterms:created>
  <dcterms:modified xsi:type="dcterms:W3CDTF">2014-06-10T12:52:00Z</dcterms:modified>
</cp:coreProperties>
</file>