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36D6F">
        <w:rPr>
          <w:b/>
        </w:rPr>
        <w:t>Sestava prostná dívky</w:t>
      </w:r>
      <w:r w:rsidR="008A2A01">
        <w:rPr>
          <w:b/>
        </w:rPr>
        <w:t xml:space="preserve"> II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F36D6F">
        <w:t>17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73333">
        <w:t>7.11.</w:t>
      </w:r>
      <w:r w:rsidR="00655497">
        <w:t xml:space="preserve"> </w:t>
      </w:r>
      <w:r w:rsidR="00EC7DA9">
        <w:t>201</w:t>
      </w:r>
      <w:r w:rsidR="00935B19">
        <w:t>3</w:t>
      </w:r>
      <w:r w:rsidR="00163029">
        <w:tab/>
      </w:r>
      <w:r>
        <w:t>Třída:</w:t>
      </w:r>
      <w:r w:rsidR="00C57734">
        <w:t xml:space="preserve"> </w:t>
      </w:r>
      <w:r w:rsidR="00163029">
        <w:tab/>
      </w:r>
      <w:r w:rsidR="00373333">
        <w:t>V7G</w:t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DD43BA">
        <w:t>L. Szutáková</w:t>
      </w:r>
    </w:p>
    <w:p w:rsidR="00163029" w:rsidRPr="00501C29" w:rsidRDefault="00C308BD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157515">
        <w:t xml:space="preserve"> provedení sestavy 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D1705" w:rsidRPr="000508D1" w:rsidRDefault="00DD43BA" w:rsidP="00745A98">
      <w:pPr>
        <w:spacing w:before="240" w:line="360" w:lineRule="auto"/>
      </w:pPr>
      <w:r>
        <w:t>Gymn</w:t>
      </w:r>
      <w:r w:rsidR="001D1705">
        <w:t xml:space="preserve">astické názvosloví –  </w:t>
      </w:r>
      <w:r w:rsidR="00F36D6F">
        <w:t>poskoky, stoje, výdrže, váhy, kotouly atd.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F36D6F">
        <w:t xml:space="preserve">ázku správného provedení 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Videodokumentace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C2" w:rsidRDefault="002F54C2">
      <w:r>
        <w:separator/>
      </w:r>
    </w:p>
  </w:endnote>
  <w:endnote w:type="continuationSeparator" w:id="0">
    <w:p w:rsidR="002F54C2" w:rsidRDefault="002F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8BD" w:rsidRDefault="00C308B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C308BD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8BD" w:rsidRDefault="00C30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C2" w:rsidRDefault="002F54C2">
      <w:r>
        <w:separator/>
      </w:r>
    </w:p>
  </w:footnote>
  <w:footnote w:type="continuationSeparator" w:id="0">
    <w:p w:rsidR="002F54C2" w:rsidRDefault="002F5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8BD" w:rsidRDefault="00C308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308BD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8BD" w:rsidRDefault="00C308B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AC3"/>
    <w:rsid w:val="00040C37"/>
    <w:rsid w:val="000508D1"/>
    <w:rsid w:val="000547D9"/>
    <w:rsid w:val="00054DFD"/>
    <w:rsid w:val="000A1B43"/>
    <w:rsid w:val="000A48C9"/>
    <w:rsid w:val="000B2930"/>
    <w:rsid w:val="000C1FE7"/>
    <w:rsid w:val="000C3E7E"/>
    <w:rsid w:val="000E29CB"/>
    <w:rsid w:val="0010546B"/>
    <w:rsid w:val="00152119"/>
    <w:rsid w:val="0015392B"/>
    <w:rsid w:val="00157515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5BAC"/>
    <w:rsid w:val="002F54C2"/>
    <w:rsid w:val="0033262C"/>
    <w:rsid w:val="0034544A"/>
    <w:rsid w:val="00353FD9"/>
    <w:rsid w:val="0036718C"/>
    <w:rsid w:val="00373333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536B2"/>
    <w:rsid w:val="00574DD9"/>
    <w:rsid w:val="00592F82"/>
    <w:rsid w:val="005A62C1"/>
    <w:rsid w:val="005D030A"/>
    <w:rsid w:val="005E7021"/>
    <w:rsid w:val="006027CC"/>
    <w:rsid w:val="00623F17"/>
    <w:rsid w:val="006262FA"/>
    <w:rsid w:val="0065549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62A8"/>
    <w:rsid w:val="008A2A01"/>
    <w:rsid w:val="008B5602"/>
    <w:rsid w:val="008F1D94"/>
    <w:rsid w:val="009178A2"/>
    <w:rsid w:val="00930B79"/>
    <w:rsid w:val="00935B19"/>
    <w:rsid w:val="00940856"/>
    <w:rsid w:val="0095486C"/>
    <w:rsid w:val="009B12D2"/>
    <w:rsid w:val="009D24AA"/>
    <w:rsid w:val="009E736F"/>
    <w:rsid w:val="009F240C"/>
    <w:rsid w:val="009F6F13"/>
    <w:rsid w:val="00A13E5C"/>
    <w:rsid w:val="00A32C1A"/>
    <w:rsid w:val="00A32F88"/>
    <w:rsid w:val="00A67905"/>
    <w:rsid w:val="00A71C33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E38B1"/>
    <w:rsid w:val="00C067D2"/>
    <w:rsid w:val="00C21A07"/>
    <w:rsid w:val="00C308BD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E12C07"/>
    <w:rsid w:val="00E85A23"/>
    <w:rsid w:val="00E96239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36D6F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77</TotalTime>
  <Pages>1</Pages>
  <Words>130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31</cp:revision>
  <cp:lastPrinted>1900-12-31T23:00:00Z</cp:lastPrinted>
  <dcterms:created xsi:type="dcterms:W3CDTF">2013-10-21T08:48:00Z</dcterms:created>
  <dcterms:modified xsi:type="dcterms:W3CDTF">2014-06-10T12:41:00Z</dcterms:modified>
</cp:coreProperties>
</file>