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EA7647" w:rsidP="00EA764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</w:t>
      </w:r>
      <w:r w:rsidR="00B121FF"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CD558A">
        <w:rPr>
          <w:b/>
        </w:rPr>
        <w:t>Sestava kruhy dívky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(č. a název)</w:t>
      </w:r>
      <w:r>
        <w:t>:</w:t>
      </w:r>
      <w:r w:rsidR="00B526A4">
        <w:t xml:space="preserve"> </w:t>
      </w:r>
      <w:r w:rsidR="005E7021">
        <w:t>1</w:t>
      </w:r>
      <w:r w:rsidR="00C21A07">
        <w:t xml:space="preserve">. Zdravotní TV a sestavy 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C57734">
        <w:t>14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55497">
        <w:t xml:space="preserve"> </w:t>
      </w:r>
      <w:r w:rsidR="006B735D">
        <w:t xml:space="preserve">     </w:t>
      </w:r>
      <w:r w:rsidR="002B16C5">
        <w:t xml:space="preserve">4.11. </w:t>
      </w:r>
      <w:r w:rsidR="00EC7DA9">
        <w:t>201</w:t>
      </w:r>
      <w:r w:rsidR="00935B19">
        <w:t>3</w:t>
      </w:r>
      <w:r w:rsidR="00163029">
        <w:tab/>
      </w:r>
      <w:r>
        <w:t>Třída:</w:t>
      </w:r>
      <w:r w:rsidR="00C57734">
        <w:t xml:space="preserve"> </w:t>
      </w:r>
      <w:r w:rsidR="00163029">
        <w:tab/>
      </w:r>
      <w:r w:rsidR="00506C02">
        <w:t>4.D</w:t>
      </w:r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2B16C5">
        <w:t>Lea Doudová</w:t>
      </w:r>
    </w:p>
    <w:p w:rsidR="00163029" w:rsidRPr="00501C29" w:rsidRDefault="002C494A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 w:rsidR="00CD558A">
        <w:t xml:space="preserve"> provedení sestavy na kruzích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0508D1" w:rsidRDefault="00DD43BA" w:rsidP="00745A98">
      <w:pPr>
        <w:spacing w:before="240" w:line="360" w:lineRule="auto"/>
      </w:pPr>
      <w:r>
        <w:t>Gymn</w:t>
      </w:r>
      <w:r w:rsidR="001D1705">
        <w:t xml:space="preserve">astické názvosloví –  </w:t>
      </w:r>
      <w:r w:rsidR="00120B53">
        <w:t>vzpor, sešin, vedený pohyb, zpomalení pohybu, došlap, shyb</w:t>
      </w:r>
    </w:p>
    <w:p w:rsidR="001D1705" w:rsidRPr="000508D1" w:rsidRDefault="001D1705" w:rsidP="00745A98">
      <w:pPr>
        <w:spacing w:before="240" w:line="360" w:lineRule="auto"/>
      </w:pPr>
      <w:r>
        <w:t xml:space="preserve">Břišní svaly, posilování, dopomoc, 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</w:t>
      </w:r>
      <w:r w:rsidR="001D1705">
        <w:t>ázku správného provedení prvku</w:t>
      </w:r>
      <w:r>
        <w:t xml:space="preserve"> pro klasifikaci žáků</w:t>
      </w:r>
    </w:p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Videodokumentace autora</w:t>
      </w:r>
      <w:r w:rsidR="00655497">
        <w:rPr>
          <w:b/>
        </w:rPr>
        <w:t xml:space="preserve"> </w:t>
      </w:r>
      <w:r>
        <w:rPr>
          <w:b/>
        </w:rPr>
        <w:t>DUM, foto autora</w:t>
      </w:r>
      <w:r w:rsidR="00655497">
        <w:rPr>
          <w:b/>
        </w:rPr>
        <w:t xml:space="preserve"> </w:t>
      </w:r>
      <w:r>
        <w:rPr>
          <w:b/>
        </w:rPr>
        <w:t>DUM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APPELT,</w:t>
      </w:r>
      <w:r w:rsidR="00BB35E8">
        <w:rPr>
          <w:b/>
        </w:rPr>
        <w:t xml:space="preserve"> </w:t>
      </w:r>
      <w:r>
        <w:rPr>
          <w:b/>
        </w:rPr>
        <w:t>K.,</w:t>
      </w:r>
      <w:r w:rsidR="00BB35E8">
        <w:rPr>
          <w:b/>
        </w:rPr>
        <w:t xml:space="preserve"> </w:t>
      </w:r>
      <w:r>
        <w:rPr>
          <w:b/>
        </w:rPr>
        <w:t xml:space="preserve"> LIBRA, M.,</w:t>
      </w:r>
      <w:r w:rsidR="00BB35E8">
        <w:rPr>
          <w:b/>
        </w:rPr>
        <w:t xml:space="preserve"> </w:t>
      </w:r>
      <w:r>
        <w:rPr>
          <w:b/>
        </w:rPr>
        <w:t xml:space="preserve">STEJSKALOVÁ, I. </w:t>
      </w:r>
      <w:r w:rsidR="00BB35E8">
        <w:rPr>
          <w:b/>
        </w:rPr>
        <w:t>Základy názvosloví tělesných cvičení.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 xml:space="preserve">                         Praha: Palestra, 2004, 129 s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>SKOPOVÁ, M., ZÍTKO, M., Základní gymnastika. 1. Vydání. Praha: Karolinum, 1993, 49 s.</w:t>
      </w:r>
    </w:p>
    <w:p w:rsidR="00623F17" w:rsidRPr="00EB331B" w:rsidRDefault="00BB35E8" w:rsidP="00BB35E8">
      <w:pPr>
        <w:spacing w:before="240" w:line="360" w:lineRule="auto"/>
        <w:rPr>
          <w:b/>
        </w:rPr>
      </w:pPr>
      <w:r>
        <w:rPr>
          <w:b/>
        </w:rPr>
        <w:lastRenderedPageBreak/>
        <w:t xml:space="preserve">                        ISBN 80 – 7066 – 721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F71" w:rsidRDefault="003D4F71">
      <w:r>
        <w:separator/>
      </w:r>
    </w:p>
  </w:endnote>
  <w:endnote w:type="continuationSeparator" w:id="0">
    <w:p w:rsidR="003D4F71" w:rsidRDefault="003D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4A" w:rsidRDefault="002C494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5392B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2C494A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4A" w:rsidRDefault="002C49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F71" w:rsidRDefault="003D4F71">
      <w:r>
        <w:separator/>
      </w:r>
    </w:p>
  </w:footnote>
  <w:footnote w:type="continuationSeparator" w:id="0">
    <w:p w:rsidR="003D4F71" w:rsidRDefault="003D4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4A" w:rsidRDefault="002C494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C494A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4A" w:rsidRDefault="002C49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08D1"/>
    <w:rsid w:val="000547D9"/>
    <w:rsid w:val="00054DFD"/>
    <w:rsid w:val="000A48C9"/>
    <w:rsid w:val="000B2930"/>
    <w:rsid w:val="000C1FE7"/>
    <w:rsid w:val="000C3E7E"/>
    <w:rsid w:val="000E29CB"/>
    <w:rsid w:val="0010546B"/>
    <w:rsid w:val="00120B53"/>
    <w:rsid w:val="00152119"/>
    <w:rsid w:val="0015392B"/>
    <w:rsid w:val="00163029"/>
    <w:rsid w:val="00173024"/>
    <w:rsid w:val="001A6A4C"/>
    <w:rsid w:val="001D1705"/>
    <w:rsid w:val="001F1A08"/>
    <w:rsid w:val="00232FB1"/>
    <w:rsid w:val="0028489E"/>
    <w:rsid w:val="00290C19"/>
    <w:rsid w:val="00297870"/>
    <w:rsid w:val="002A290B"/>
    <w:rsid w:val="002A4E3A"/>
    <w:rsid w:val="002A5BAC"/>
    <w:rsid w:val="002B16C5"/>
    <w:rsid w:val="002C494A"/>
    <w:rsid w:val="0033262C"/>
    <w:rsid w:val="0034544A"/>
    <w:rsid w:val="00353FD9"/>
    <w:rsid w:val="0036718C"/>
    <w:rsid w:val="003761B0"/>
    <w:rsid w:val="003835AF"/>
    <w:rsid w:val="00394D93"/>
    <w:rsid w:val="003A0EED"/>
    <w:rsid w:val="003A5AD6"/>
    <w:rsid w:val="003D4F71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113"/>
    <w:rsid w:val="00484E3A"/>
    <w:rsid w:val="00490F9C"/>
    <w:rsid w:val="00493EE7"/>
    <w:rsid w:val="004C3049"/>
    <w:rsid w:val="00501C29"/>
    <w:rsid w:val="00506C02"/>
    <w:rsid w:val="00512A86"/>
    <w:rsid w:val="00543DE2"/>
    <w:rsid w:val="00546A70"/>
    <w:rsid w:val="00574DD9"/>
    <w:rsid w:val="00592F82"/>
    <w:rsid w:val="005A62C1"/>
    <w:rsid w:val="005D030A"/>
    <w:rsid w:val="005E7021"/>
    <w:rsid w:val="006027CC"/>
    <w:rsid w:val="00623F17"/>
    <w:rsid w:val="00655497"/>
    <w:rsid w:val="00693085"/>
    <w:rsid w:val="006A718D"/>
    <w:rsid w:val="006B735D"/>
    <w:rsid w:val="006E792F"/>
    <w:rsid w:val="00700E72"/>
    <w:rsid w:val="00740BEF"/>
    <w:rsid w:val="00745A98"/>
    <w:rsid w:val="007659FE"/>
    <w:rsid w:val="00765E40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32C1A"/>
    <w:rsid w:val="00A32F88"/>
    <w:rsid w:val="00A67905"/>
    <w:rsid w:val="00A739DB"/>
    <w:rsid w:val="00A92398"/>
    <w:rsid w:val="00AB43E1"/>
    <w:rsid w:val="00AE0AB9"/>
    <w:rsid w:val="00AE4629"/>
    <w:rsid w:val="00B03303"/>
    <w:rsid w:val="00B11E31"/>
    <w:rsid w:val="00B121FF"/>
    <w:rsid w:val="00B43D79"/>
    <w:rsid w:val="00B526A4"/>
    <w:rsid w:val="00B73B73"/>
    <w:rsid w:val="00B76C3B"/>
    <w:rsid w:val="00B844DC"/>
    <w:rsid w:val="00BA4C26"/>
    <w:rsid w:val="00BB21EC"/>
    <w:rsid w:val="00BB35E8"/>
    <w:rsid w:val="00BC3C15"/>
    <w:rsid w:val="00C067D2"/>
    <w:rsid w:val="00C21A07"/>
    <w:rsid w:val="00C36394"/>
    <w:rsid w:val="00C43F4C"/>
    <w:rsid w:val="00C47A84"/>
    <w:rsid w:val="00C5280B"/>
    <w:rsid w:val="00C57734"/>
    <w:rsid w:val="00C61876"/>
    <w:rsid w:val="00C61B2E"/>
    <w:rsid w:val="00C8244F"/>
    <w:rsid w:val="00C841AF"/>
    <w:rsid w:val="00C95136"/>
    <w:rsid w:val="00CB38DA"/>
    <w:rsid w:val="00CC59E8"/>
    <w:rsid w:val="00CD558A"/>
    <w:rsid w:val="00CF24A3"/>
    <w:rsid w:val="00CF54E7"/>
    <w:rsid w:val="00D65D2B"/>
    <w:rsid w:val="00D76322"/>
    <w:rsid w:val="00DB726E"/>
    <w:rsid w:val="00DC0164"/>
    <w:rsid w:val="00DD43BA"/>
    <w:rsid w:val="00E12C07"/>
    <w:rsid w:val="00E73369"/>
    <w:rsid w:val="00E85A23"/>
    <w:rsid w:val="00E96239"/>
    <w:rsid w:val="00EA7647"/>
    <w:rsid w:val="00EB152F"/>
    <w:rsid w:val="00EB331B"/>
    <w:rsid w:val="00EC3844"/>
    <w:rsid w:val="00EC7DA9"/>
    <w:rsid w:val="00ED00A5"/>
    <w:rsid w:val="00EE037D"/>
    <w:rsid w:val="00EF7937"/>
    <w:rsid w:val="00F02023"/>
    <w:rsid w:val="00F16660"/>
    <w:rsid w:val="00F21BB5"/>
    <w:rsid w:val="00F268BE"/>
    <w:rsid w:val="00F456CA"/>
    <w:rsid w:val="00F47FCA"/>
    <w:rsid w:val="00F73128"/>
    <w:rsid w:val="00F752F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69</TotalTime>
  <Pages>2</Pages>
  <Words>138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29</cp:revision>
  <cp:lastPrinted>1900-12-31T23:00:00Z</cp:lastPrinted>
  <dcterms:created xsi:type="dcterms:W3CDTF">2013-10-21T08:48:00Z</dcterms:created>
  <dcterms:modified xsi:type="dcterms:W3CDTF">2014-06-10T12:38:00Z</dcterms:modified>
</cp:coreProperties>
</file>