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0782D" w:rsidP="00B0782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</w:t>
      </w:r>
      <w:r w:rsidR="00B121FF"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5602A">
        <w:rPr>
          <w:b/>
        </w:rPr>
        <w:t>Sestava hrazda chlapci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B526A4">
        <w:t xml:space="preserve"> </w:t>
      </w:r>
      <w:r w:rsidR="005E7021">
        <w:t>1</w:t>
      </w:r>
      <w:r w:rsidR="00DD43BA">
        <w:t xml:space="preserve">. Materiály pro </w:t>
      </w:r>
      <w:r w:rsidR="00B526A4" w:rsidRPr="00B526A4">
        <w:t>cvičící žáky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935B19">
        <w:t>1</w:t>
      </w:r>
      <w:r w:rsidR="00B0782D">
        <w:t>2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EC7DA9">
        <w:t xml:space="preserve"> </w:t>
      </w:r>
      <w:r w:rsidR="00BC5C3D">
        <w:t>11</w:t>
      </w:r>
      <w:r w:rsidR="00655497">
        <w:t>.</w:t>
      </w:r>
      <w:r w:rsidR="00BC5C3D">
        <w:t>11.</w:t>
      </w:r>
      <w:r w:rsidR="00655497">
        <w:t xml:space="preserve"> </w:t>
      </w:r>
      <w:r w:rsidR="00EC7DA9">
        <w:t>201</w:t>
      </w:r>
      <w:r w:rsidR="00935B19">
        <w:t>3</w:t>
      </w:r>
      <w:r w:rsidR="00163029">
        <w:tab/>
      </w:r>
      <w:r>
        <w:t>Třída:</w:t>
      </w:r>
      <w:r w:rsidR="00BC5C3D">
        <w:t xml:space="preserve"> V8G</w:t>
      </w:r>
      <w:r w:rsidR="00163029">
        <w:tab/>
      </w:r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BC5C3D">
        <w:t>Petr Nývlt</w:t>
      </w:r>
    </w:p>
    <w:p w:rsidR="00163029" w:rsidRPr="00501C29" w:rsidRDefault="00E7707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>
        <w:t xml:space="preserve"> provedení sestavy na hrazdě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508D1" w:rsidRPr="000508D1" w:rsidRDefault="00DD43BA" w:rsidP="00745A98">
      <w:pPr>
        <w:spacing w:before="240" w:line="360" w:lineRule="auto"/>
      </w:pPr>
      <w:r>
        <w:t>Gymnastické názvosloví – shyb stojmo</w:t>
      </w:r>
      <w:r w:rsidR="00F5602A">
        <w:t>, výmyk, vzpor, odkmih, toč vzad, podmet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ukázku správného provedení sestavy pro klasifikaci žáků</w:t>
      </w:r>
    </w:p>
    <w:p w:rsidR="00745A98" w:rsidRDefault="00745A98" w:rsidP="009F6F13"/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Videodokumentace autora</w:t>
      </w:r>
      <w:r w:rsidR="00655497">
        <w:rPr>
          <w:b/>
        </w:rPr>
        <w:t xml:space="preserve"> </w:t>
      </w:r>
      <w:r>
        <w:rPr>
          <w:b/>
        </w:rPr>
        <w:t>DUM, foto autora</w:t>
      </w:r>
      <w:r w:rsidR="00655497">
        <w:rPr>
          <w:b/>
        </w:rPr>
        <w:t xml:space="preserve"> </w:t>
      </w:r>
      <w:r>
        <w:rPr>
          <w:b/>
        </w:rPr>
        <w:t>DUM</w:t>
      </w:r>
    </w:p>
    <w:p w:rsidR="00BB35E8" w:rsidRPr="00F5602A" w:rsidRDefault="00DC0164" w:rsidP="00152119">
      <w:pPr>
        <w:spacing w:before="240" w:line="360" w:lineRule="auto"/>
        <w:rPr>
          <w:b/>
          <w:sz w:val="20"/>
          <w:szCs w:val="20"/>
        </w:rPr>
      </w:pPr>
      <w:r w:rsidRPr="00F5602A">
        <w:rPr>
          <w:b/>
          <w:sz w:val="20"/>
          <w:szCs w:val="20"/>
        </w:rPr>
        <w:t>APPELT,</w:t>
      </w:r>
      <w:r w:rsidR="00BB35E8" w:rsidRPr="00F5602A">
        <w:rPr>
          <w:b/>
          <w:sz w:val="20"/>
          <w:szCs w:val="20"/>
        </w:rPr>
        <w:t xml:space="preserve"> </w:t>
      </w:r>
      <w:r w:rsidRPr="00F5602A">
        <w:rPr>
          <w:b/>
          <w:sz w:val="20"/>
          <w:szCs w:val="20"/>
        </w:rPr>
        <w:t>K.,</w:t>
      </w:r>
      <w:r w:rsidR="00F5602A">
        <w:rPr>
          <w:b/>
          <w:sz w:val="20"/>
          <w:szCs w:val="20"/>
        </w:rPr>
        <w:t xml:space="preserve"> </w:t>
      </w:r>
      <w:r w:rsidRPr="00F5602A">
        <w:rPr>
          <w:b/>
          <w:sz w:val="20"/>
          <w:szCs w:val="20"/>
        </w:rPr>
        <w:t>LIBRA, M.,</w:t>
      </w:r>
      <w:r w:rsidR="00BB35E8" w:rsidRPr="00F5602A">
        <w:rPr>
          <w:b/>
          <w:sz w:val="20"/>
          <w:szCs w:val="20"/>
        </w:rPr>
        <w:t xml:space="preserve"> </w:t>
      </w:r>
      <w:r w:rsidR="00F5602A">
        <w:rPr>
          <w:b/>
          <w:sz w:val="20"/>
          <w:szCs w:val="20"/>
        </w:rPr>
        <w:t xml:space="preserve">STEJSKALOVÁ, </w:t>
      </w:r>
      <w:r w:rsidRPr="00F5602A">
        <w:rPr>
          <w:b/>
          <w:sz w:val="20"/>
          <w:szCs w:val="20"/>
        </w:rPr>
        <w:t xml:space="preserve">I. </w:t>
      </w:r>
      <w:r w:rsidR="00BB35E8" w:rsidRPr="00F5602A">
        <w:rPr>
          <w:b/>
          <w:sz w:val="20"/>
          <w:szCs w:val="20"/>
        </w:rPr>
        <w:t>Základy názvosloví tělesných cvičení.</w:t>
      </w:r>
      <w:r w:rsidR="00F5602A">
        <w:rPr>
          <w:b/>
          <w:sz w:val="20"/>
          <w:szCs w:val="20"/>
        </w:rPr>
        <w:t xml:space="preserve"> Praha: Palestra, 2004, 129</w:t>
      </w:r>
      <w:r w:rsidR="00BB35E8" w:rsidRPr="00F5602A">
        <w:rPr>
          <w:b/>
          <w:sz w:val="20"/>
          <w:szCs w:val="20"/>
        </w:rPr>
        <w:t>s</w:t>
      </w:r>
    </w:p>
    <w:p w:rsidR="00F5602A" w:rsidRDefault="00F5602A" w:rsidP="00BB35E8">
      <w:pPr>
        <w:spacing w:before="24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SKOPOVÁ, </w:t>
      </w:r>
      <w:r w:rsidR="00BB35E8" w:rsidRPr="00F5602A">
        <w:rPr>
          <w:b/>
          <w:sz w:val="20"/>
          <w:szCs w:val="20"/>
        </w:rPr>
        <w:t>M., ZÍTKO, M., Základní gymnastika. 1. Vyd</w:t>
      </w:r>
      <w:r>
        <w:rPr>
          <w:b/>
          <w:sz w:val="20"/>
          <w:szCs w:val="20"/>
        </w:rPr>
        <w:t>ání. Praha: Karolinum, 1993, 49</w:t>
      </w:r>
      <w:r w:rsidR="00BB35E8" w:rsidRPr="00F5602A">
        <w:rPr>
          <w:b/>
          <w:sz w:val="20"/>
          <w:szCs w:val="20"/>
        </w:rPr>
        <w:t>s.</w:t>
      </w:r>
    </w:p>
    <w:p w:rsidR="00623F17" w:rsidRPr="00F5602A" w:rsidRDefault="00BB35E8" w:rsidP="00BB35E8">
      <w:pPr>
        <w:spacing w:before="240" w:line="360" w:lineRule="auto"/>
        <w:rPr>
          <w:b/>
          <w:sz w:val="20"/>
          <w:szCs w:val="20"/>
        </w:rPr>
      </w:pPr>
      <w:r w:rsidRPr="00F5602A">
        <w:rPr>
          <w:b/>
          <w:sz w:val="20"/>
          <w:szCs w:val="20"/>
        </w:rPr>
        <w:t xml:space="preserve"> ISBN 80 – 7066 – 721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FEA" w:rsidRDefault="00E14FEA">
      <w:r>
        <w:separator/>
      </w:r>
    </w:p>
  </w:endnote>
  <w:endnote w:type="continuationSeparator" w:id="0">
    <w:p w:rsidR="00E14FEA" w:rsidRDefault="00E1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7B" w:rsidRDefault="00E770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5392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E7707B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7B" w:rsidRDefault="00E770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FEA" w:rsidRDefault="00E14FEA">
      <w:r>
        <w:separator/>
      </w:r>
    </w:p>
  </w:footnote>
  <w:footnote w:type="continuationSeparator" w:id="0">
    <w:p w:rsidR="00E14FEA" w:rsidRDefault="00E14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7B" w:rsidRDefault="00E770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7707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7B" w:rsidRDefault="00E770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10546B"/>
    <w:rsid w:val="00152119"/>
    <w:rsid w:val="0015392B"/>
    <w:rsid w:val="00163029"/>
    <w:rsid w:val="00165E38"/>
    <w:rsid w:val="00173024"/>
    <w:rsid w:val="001A6A4C"/>
    <w:rsid w:val="001F1A08"/>
    <w:rsid w:val="00232FB1"/>
    <w:rsid w:val="002668CA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5E7021"/>
    <w:rsid w:val="005F30CE"/>
    <w:rsid w:val="006027CC"/>
    <w:rsid w:val="00623F17"/>
    <w:rsid w:val="0065549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148AC"/>
    <w:rsid w:val="00A32C1A"/>
    <w:rsid w:val="00A32F88"/>
    <w:rsid w:val="00A67905"/>
    <w:rsid w:val="00A739DB"/>
    <w:rsid w:val="00A92398"/>
    <w:rsid w:val="00AB43E1"/>
    <w:rsid w:val="00AE0AB9"/>
    <w:rsid w:val="00AE4629"/>
    <w:rsid w:val="00B018E3"/>
    <w:rsid w:val="00B03303"/>
    <w:rsid w:val="00B0782D"/>
    <w:rsid w:val="00B11E31"/>
    <w:rsid w:val="00B121FF"/>
    <w:rsid w:val="00B43D79"/>
    <w:rsid w:val="00B526A4"/>
    <w:rsid w:val="00B73B73"/>
    <w:rsid w:val="00B76C3B"/>
    <w:rsid w:val="00B844DC"/>
    <w:rsid w:val="00BA4C26"/>
    <w:rsid w:val="00BB21EC"/>
    <w:rsid w:val="00BB35E8"/>
    <w:rsid w:val="00BC3C15"/>
    <w:rsid w:val="00BC5C3D"/>
    <w:rsid w:val="00C067D2"/>
    <w:rsid w:val="00C36394"/>
    <w:rsid w:val="00C43F4C"/>
    <w:rsid w:val="00C47A84"/>
    <w:rsid w:val="00C5280B"/>
    <w:rsid w:val="00C61876"/>
    <w:rsid w:val="00C61B2E"/>
    <w:rsid w:val="00C841AF"/>
    <w:rsid w:val="00C95136"/>
    <w:rsid w:val="00CB38DA"/>
    <w:rsid w:val="00CC59E8"/>
    <w:rsid w:val="00CF24A3"/>
    <w:rsid w:val="00CF54E7"/>
    <w:rsid w:val="00D25481"/>
    <w:rsid w:val="00D65D2B"/>
    <w:rsid w:val="00DB726E"/>
    <w:rsid w:val="00DC0164"/>
    <w:rsid w:val="00DD43BA"/>
    <w:rsid w:val="00E12C07"/>
    <w:rsid w:val="00E14FEA"/>
    <w:rsid w:val="00E7707B"/>
    <w:rsid w:val="00E85A23"/>
    <w:rsid w:val="00E96239"/>
    <w:rsid w:val="00EB152F"/>
    <w:rsid w:val="00EB331B"/>
    <w:rsid w:val="00EC7DA9"/>
    <w:rsid w:val="00ED00A5"/>
    <w:rsid w:val="00EE037D"/>
    <w:rsid w:val="00EF7937"/>
    <w:rsid w:val="00F02023"/>
    <w:rsid w:val="00F16660"/>
    <w:rsid w:val="00F21BB5"/>
    <w:rsid w:val="00F268BE"/>
    <w:rsid w:val="00F456CA"/>
    <w:rsid w:val="00F47FCA"/>
    <w:rsid w:val="00F5602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42</TotalTime>
  <Pages>1</Pages>
  <Words>132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21</cp:revision>
  <cp:lastPrinted>1900-12-31T23:00:00Z</cp:lastPrinted>
  <dcterms:created xsi:type="dcterms:W3CDTF">2013-10-21T08:48:00Z</dcterms:created>
  <dcterms:modified xsi:type="dcterms:W3CDTF">2014-06-10T12:37:00Z</dcterms:modified>
</cp:coreProperties>
</file>