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F7" w:rsidRDefault="007154F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B74E7">
        <w:rPr>
          <w:b/>
        </w:rPr>
        <w:t>Pythagorova věta</w:t>
      </w:r>
      <w:r w:rsidR="0000370F">
        <w:rPr>
          <w:b/>
        </w:rPr>
        <w:t xml:space="preserve"> v rovině</w:t>
      </w:r>
      <w:r w:rsidR="0036718C">
        <w:rPr>
          <w:b/>
        </w:rPr>
        <w:tab/>
      </w:r>
    </w:p>
    <w:p w:rsidR="009F6F13" w:rsidRPr="007154F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30B36" w:rsidRPr="007154F7">
        <w:t>Mgr. Kateřina Rinkeová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477E55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</w:p>
    <w:p w:rsidR="009F6F13" w:rsidRDefault="00477E55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477E55">
        <w:t>2_</w:t>
      </w:r>
      <w:r w:rsidR="00A30B36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00370F">
        <w:t>9</w:t>
      </w:r>
      <w:r w:rsidR="00592F82">
        <w:tab/>
        <w:t>Předmět:</w:t>
      </w:r>
      <w:r w:rsidR="00592F82">
        <w:tab/>
      </w:r>
      <w:r w:rsidR="00A30B36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0370F">
        <w:t>22</w:t>
      </w:r>
      <w:r w:rsidR="00154095">
        <w:t>.1</w:t>
      </w:r>
      <w:r w:rsidR="00A30B36">
        <w:t>0</w:t>
      </w:r>
      <w:r w:rsidR="00154095">
        <w:t>.2013</w:t>
      </w:r>
      <w:r w:rsidR="00163029">
        <w:tab/>
      </w:r>
      <w:r>
        <w:t>Třída:</w:t>
      </w:r>
      <w:r w:rsidR="00163029">
        <w:tab/>
      </w:r>
      <w:r w:rsidR="00A30B36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A30B36">
        <w:t>Mgr. K. Rinkeová</w:t>
      </w:r>
    </w:p>
    <w:p w:rsidR="00163029" w:rsidRPr="00501C29" w:rsidRDefault="00F2243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30B36" w:rsidRDefault="00A30B36" w:rsidP="00745A98">
      <w:r>
        <w:t xml:space="preserve">Materiál </w:t>
      </w:r>
      <w:r w:rsidR="0000370F">
        <w:t>seznamuje s použitím Pythagorovy věty</w:t>
      </w:r>
      <w:r w:rsidR="00DB74E7">
        <w:t xml:space="preserve"> </w:t>
      </w:r>
      <w:r w:rsidR="0000370F">
        <w:t>v rovině</w:t>
      </w:r>
      <w:r w:rsidR="00DB74E7">
        <w:t>.</w:t>
      </w:r>
    </w:p>
    <w:p w:rsidR="007154F7" w:rsidRDefault="007154F7" w:rsidP="00A30B36">
      <w:pPr>
        <w:spacing w:line="360" w:lineRule="auto"/>
        <w:rPr>
          <w:b/>
        </w:rPr>
      </w:pPr>
    </w:p>
    <w:p w:rsidR="00484E3A" w:rsidRDefault="00484E3A" w:rsidP="00A30B36">
      <w:pPr>
        <w:spacing w:line="360" w:lineRule="auto"/>
        <w:rPr>
          <w:b/>
        </w:rPr>
      </w:pPr>
      <w:r>
        <w:rPr>
          <w:b/>
        </w:rPr>
        <w:t>Klíčová slova:</w:t>
      </w:r>
    </w:p>
    <w:p w:rsidR="00DB74E7" w:rsidRDefault="0000370F" w:rsidP="007154F7">
      <w:pPr>
        <w:spacing w:line="276" w:lineRule="auto"/>
        <w:jc w:val="both"/>
      </w:pPr>
      <w:r>
        <w:t xml:space="preserve">rovinné útvary (obdélník, čtverec, rovnoběžník, kosočtverec, lichoběžník, rovnostranný a rovnoramenný trojúhelník) – Pythagorova věta </w:t>
      </w:r>
    </w:p>
    <w:p w:rsidR="007154F7" w:rsidRPr="007154F7" w:rsidRDefault="007154F7" w:rsidP="007154F7">
      <w:pPr>
        <w:spacing w:before="240"/>
        <w:rPr>
          <w:b/>
          <w:sz w:val="6"/>
          <w:szCs w:val="6"/>
        </w:rPr>
      </w:pP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36E6E" w:rsidP="009F6F13">
      <w:r>
        <w:t xml:space="preserve">Materiál </w:t>
      </w:r>
      <w:r w:rsidR="0000370F">
        <w:t>umožňuje aplikovat Pythagorovu větu na rovinných útvarech.</w:t>
      </w:r>
    </w:p>
    <w:p w:rsidR="007154F7" w:rsidRPr="007154F7" w:rsidRDefault="007154F7" w:rsidP="007154F7">
      <w:pPr>
        <w:spacing w:before="240"/>
        <w:rPr>
          <w:b/>
          <w:sz w:val="6"/>
          <w:szCs w:val="6"/>
        </w:rPr>
      </w:pP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30B36" w:rsidRPr="00A30B36" w:rsidRDefault="00A30B36" w:rsidP="007154F7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 w:rsidRPr="00A30B36">
        <w:rPr>
          <w:iCs/>
          <w:color w:val="000000"/>
        </w:rPr>
        <w:t xml:space="preserve">Odvárko, Kadleček: </w:t>
      </w:r>
      <w:r w:rsidRPr="007154F7">
        <w:rPr>
          <w:i/>
          <w:iCs/>
          <w:color w:val="000000"/>
        </w:rPr>
        <w:t>Matematika I pro 8. roč. ZŠ</w:t>
      </w:r>
      <w:r w:rsidRPr="00A30B36">
        <w:rPr>
          <w:iCs/>
          <w:color w:val="000000"/>
        </w:rPr>
        <w:t>, Prometheus 2000</w:t>
      </w:r>
    </w:p>
    <w:p w:rsidR="00A30B36" w:rsidRPr="00A30B36" w:rsidRDefault="00A30B36" w:rsidP="007154F7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 w:rsidRPr="00A30B36">
        <w:rPr>
          <w:iCs/>
          <w:color w:val="000000"/>
        </w:rPr>
        <w:t xml:space="preserve">Odvárko, Kadleček: </w:t>
      </w:r>
      <w:r w:rsidRPr="007154F7">
        <w:rPr>
          <w:i/>
          <w:iCs/>
          <w:color w:val="000000"/>
        </w:rPr>
        <w:t>Pracovní sešit z matematiky pro 8. roč. ZŠ</w:t>
      </w:r>
      <w:r w:rsidRPr="00A30B36">
        <w:rPr>
          <w:iCs/>
          <w:color w:val="000000"/>
        </w:rPr>
        <w:t>, Prometheus 2001</w:t>
      </w:r>
    </w:p>
    <w:p w:rsidR="00623F17" w:rsidRDefault="00623F17" w:rsidP="00623F17">
      <w:pPr>
        <w:spacing w:before="240"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623F17" w:rsidRPr="00DB74E7" w:rsidRDefault="0000370F" w:rsidP="007154F7">
      <w:pPr>
        <w:spacing w:line="276" w:lineRule="auto"/>
        <w:jc w:val="both"/>
      </w:pPr>
      <w:r>
        <w:t>Děti jednoznačně pozitivně reagovaly na promítání předem připravených náčrtků – zadání příkladů bylo díky nim jasnější.</w:t>
      </w:r>
    </w:p>
    <w:p w:rsidR="00623F17" w:rsidRPr="00B121FF" w:rsidRDefault="00623F17" w:rsidP="007154F7">
      <w:pPr>
        <w:spacing w:line="276" w:lineRule="auto"/>
        <w:jc w:val="both"/>
      </w:pP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1CC" w:rsidRDefault="004551CC">
      <w:r>
        <w:separator/>
      </w:r>
    </w:p>
  </w:endnote>
  <w:endnote w:type="continuationSeparator" w:id="0">
    <w:p w:rsidR="004551CC" w:rsidRDefault="0045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39" w:rsidRDefault="00F224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39" w:rsidRDefault="00F224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1CC" w:rsidRDefault="004551CC">
      <w:r>
        <w:separator/>
      </w:r>
    </w:p>
  </w:footnote>
  <w:footnote w:type="continuationSeparator" w:id="0">
    <w:p w:rsidR="004551CC" w:rsidRDefault="00455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39" w:rsidRDefault="00F224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2243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2243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39" w:rsidRDefault="00F224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370F"/>
    <w:rsid w:val="00040C37"/>
    <w:rsid w:val="000547D9"/>
    <w:rsid w:val="00054DFD"/>
    <w:rsid w:val="000A48C9"/>
    <w:rsid w:val="000B2930"/>
    <w:rsid w:val="000B3E44"/>
    <w:rsid w:val="000C1FE7"/>
    <w:rsid w:val="000C3E7E"/>
    <w:rsid w:val="000E29CB"/>
    <w:rsid w:val="0010546B"/>
    <w:rsid w:val="00154095"/>
    <w:rsid w:val="00163029"/>
    <w:rsid w:val="00170E09"/>
    <w:rsid w:val="001A6A4C"/>
    <w:rsid w:val="001D4D0A"/>
    <w:rsid w:val="001F1A08"/>
    <w:rsid w:val="00232FB1"/>
    <w:rsid w:val="00236E6E"/>
    <w:rsid w:val="0028489E"/>
    <w:rsid w:val="00290C19"/>
    <w:rsid w:val="00297870"/>
    <w:rsid w:val="002A290B"/>
    <w:rsid w:val="002A5BAC"/>
    <w:rsid w:val="002D5C0F"/>
    <w:rsid w:val="00312E25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551CC"/>
    <w:rsid w:val="004621BF"/>
    <w:rsid w:val="0046688E"/>
    <w:rsid w:val="00471A18"/>
    <w:rsid w:val="00477E55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154F7"/>
    <w:rsid w:val="0072774C"/>
    <w:rsid w:val="00736B2D"/>
    <w:rsid w:val="00745A98"/>
    <w:rsid w:val="007659FE"/>
    <w:rsid w:val="00771703"/>
    <w:rsid w:val="007C424F"/>
    <w:rsid w:val="007C52F1"/>
    <w:rsid w:val="007C7D31"/>
    <w:rsid w:val="007F02F7"/>
    <w:rsid w:val="007F06C8"/>
    <w:rsid w:val="00801324"/>
    <w:rsid w:val="0080509F"/>
    <w:rsid w:val="00812228"/>
    <w:rsid w:val="0082351D"/>
    <w:rsid w:val="00823D1E"/>
    <w:rsid w:val="0087247B"/>
    <w:rsid w:val="008725F1"/>
    <w:rsid w:val="0087663D"/>
    <w:rsid w:val="008B5602"/>
    <w:rsid w:val="008F1D94"/>
    <w:rsid w:val="00914108"/>
    <w:rsid w:val="009178A2"/>
    <w:rsid w:val="00930B79"/>
    <w:rsid w:val="009E736F"/>
    <w:rsid w:val="009F240C"/>
    <w:rsid w:val="009F6F13"/>
    <w:rsid w:val="00A06E7E"/>
    <w:rsid w:val="00A30B36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139D"/>
    <w:rsid w:val="00C57C92"/>
    <w:rsid w:val="00C61876"/>
    <w:rsid w:val="00C61B2E"/>
    <w:rsid w:val="00C841AF"/>
    <w:rsid w:val="00CB38DA"/>
    <w:rsid w:val="00CC59E8"/>
    <w:rsid w:val="00CF24A3"/>
    <w:rsid w:val="00D65D2B"/>
    <w:rsid w:val="00D667E6"/>
    <w:rsid w:val="00D9502B"/>
    <w:rsid w:val="00DA7016"/>
    <w:rsid w:val="00DB726E"/>
    <w:rsid w:val="00DB74E7"/>
    <w:rsid w:val="00E12C07"/>
    <w:rsid w:val="00E7661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2439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128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5</cp:revision>
  <cp:lastPrinted>1900-12-31T22:00:00Z</cp:lastPrinted>
  <dcterms:created xsi:type="dcterms:W3CDTF">2013-10-28T22:31:00Z</dcterms:created>
  <dcterms:modified xsi:type="dcterms:W3CDTF">2014-06-10T12:24:00Z</dcterms:modified>
</cp:coreProperties>
</file>