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BFA" w:rsidRDefault="00E41BF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B74E7">
        <w:rPr>
          <w:b/>
        </w:rPr>
        <w:t>Pythagorova věta</w:t>
      </w:r>
      <w:r w:rsidR="0036718C">
        <w:rPr>
          <w:b/>
        </w:rPr>
        <w:tab/>
      </w:r>
    </w:p>
    <w:p w:rsidR="009F6F13" w:rsidRPr="00E41BFA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30B36" w:rsidRPr="00E41BFA">
        <w:t xml:space="preserve">Mgr. Kateřina </w:t>
      </w:r>
      <w:proofErr w:type="spellStart"/>
      <w:r w:rsidR="00A30B36" w:rsidRPr="00E41BFA">
        <w:t>Rinkeová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816F46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816F46" w:rsidP="00592F82">
      <w:pPr>
        <w:tabs>
          <w:tab w:val="left" w:pos="993"/>
        </w:tabs>
        <w:spacing w:line="360" w:lineRule="auto"/>
      </w:pPr>
      <w:r>
        <w:tab/>
        <w:t>Příprava na 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816F46">
        <w:t>2_</w:t>
      </w:r>
      <w:r w:rsidR="00A30B36">
        <w:t>M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154095">
        <w:t>1</w:t>
      </w:r>
      <w:r w:rsidR="00DB74E7">
        <w:t>8</w:t>
      </w:r>
      <w:r w:rsidR="00592F82">
        <w:tab/>
        <w:t>Předmět:</w:t>
      </w:r>
      <w:r w:rsidR="00592F82">
        <w:tab/>
      </w:r>
      <w:r w:rsidR="00A30B36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DB74E7">
        <w:t>18</w:t>
      </w:r>
      <w:r w:rsidR="00154095">
        <w:t>.1</w:t>
      </w:r>
      <w:r w:rsidR="00A30B36">
        <w:t>0</w:t>
      </w:r>
      <w:r w:rsidR="00154095">
        <w:t>.2013</w:t>
      </w:r>
      <w:proofErr w:type="gramEnd"/>
      <w:r w:rsidR="00163029">
        <w:tab/>
      </w:r>
      <w:r>
        <w:t>Třída:</w:t>
      </w:r>
      <w:r w:rsidR="00163029">
        <w:tab/>
      </w:r>
      <w:r w:rsidR="00A30B36">
        <w:t>1</w:t>
      </w:r>
      <w:r w:rsidR="00154095">
        <w:t>.A</w:t>
      </w:r>
      <w:r>
        <w:tab/>
        <w:t>Ověřující učitel:</w:t>
      </w:r>
      <w:r w:rsidR="00154095">
        <w:t xml:space="preserve"> </w:t>
      </w:r>
      <w:r w:rsidR="00A30B36">
        <w:t xml:space="preserve">Mgr. K. </w:t>
      </w:r>
      <w:proofErr w:type="spellStart"/>
      <w:r w:rsidR="00A30B36">
        <w:t>Rinkeová</w:t>
      </w:r>
      <w:proofErr w:type="spellEnd"/>
    </w:p>
    <w:p w:rsidR="00163029" w:rsidRPr="00501C29" w:rsidRDefault="0008145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30B36" w:rsidRDefault="00A30B36" w:rsidP="00745A98">
      <w:r>
        <w:t xml:space="preserve">Materiál </w:t>
      </w:r>
      <w:r w:rsidR="00DB74E7">
        <w:t>sezn</w:t>
      </w:r>
      <w:r w:rsidR="003B2E2B">
        <w:t>amuje se zněním Pythagorovy věty</w:t>
      </w:r>
      <w:r w:rsidR="00DB74E7">
        <w:t xml:space="preserve"> a jejími jednoduchými aplikacemi.</w:t>
      </w:r>
    </w:p>
    <w:p w:rsidR="00E41BFA" w:rsidRDefault="00E41BFA" w:rsidP="00A30B36">
      <w:pPr>
        <w:spacing w:line="360" w:lineRule="auto"/>
        <w:rPr>
          <w:b/>
        </w:rPr>
      </w:pPr>
    </w:p>
    <w:p w:rsidR="00484E3A" w:rsidRDefault="00484E3A" w:rsidP="00A30B36">
      <w:pPr>
        <w:spacing w:line="360" w:lineRule="auto"/>
        <w:rPr>
          <w:b/>
        </w:rPr>
      </w:pPr>
      <w:r>
        <w:rPr>
          <w:b/>
        </w:rPr>
        <w:t>Klíčová slova:</w:t>
      </w:r>
    </w:p>
    <w:p w:rsidR="00DB74E7" w:rsidRDefault="00DB74E7" w:rsidP="00745A98">
      <w:pPr>
        <w:spacing w:line="360" w:lineRule="auto"/>
      </w:pPr>
      <w:r>
        <w:t>Pravoúhlý trojúhelník – Pythagorova věta – obrácená věta k Pythagorově větě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36E6E" w:rsidP="009F6F13">
      <w:r>
        <w:t xml:space="preserve">Materiál </w:t>
      </w:r>
      <w:r w:rsidR="00DB74E7">
        <w:t>slouží k úvodnímu seznámení se s Pythagorovou větou.</w:t>
      </w:r>
    </w:p>
    <w:p w:rsidR="00E41BFA" w:rsidRPr="00E41BFA" w:rsidRDefault="00E41BFA" w:rsidP="00154095">
      <w:pPr>
        <w:spacing w:line="360" w:lineRule="auto"/>
        <w:rPr>
          <w:b/>
          <w:sz w:val="16"/>
          <w:szCs w:val="16"/>
        </w:rPr>
      </w:pPr>
    </w:p>
    <w:p w:rsidR="00154095" w:rsidRDefault="00623F17" w:rsidP="0015409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04574" w:rsidRDefault="00804574" w:rsidP="00804574">
      <w:pPr>
        <w:autoSpaceDE w:val="0"/>
        <w:autoSpaceDN w:val="0"/>
        <w:adjustRightInd w:val="0"/>
        <w:spacing w:line="276" w:lineRule="auto"/>
        <w:rPr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Matematika I pro 8. roč. </w:t>
      </w:r>
      <w:r>
        <w:rPr>
          <w:iCs/>
          <w:color w:val="000000"/>
        </w:rPr>
        <w:t>ZŠ. Praha: Prometheus, 2000</w:t>
      </w:r>
    </w:p>
    <w:p w:rsidR="00804574" w:rsidRDefault="00804574" w:rsidP="00804574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Pracovní sešit z matematiky pro 8. roč. ZŠ. </w:t>
      </w:r>
      <w:r>
        <w:rPr>
          <w:iCs/>
          <w:color w:val="000000"/>
        </w:rPr>
        <w:t>Praha:</w:t>
      </w:r>
      <w:r>
        <w:rPr>
          <w:i/>
          <w:iCs/>
          <w:color w:val="000000"/>
        </w:rPr>
        <w:t xml:space="preserve"> </w:t>
      </w:r>
      <w:r>
        <w:rPr>
          <w:iCs/>
          <w:color w:val="000000"/>
        </w:rPr>
        <w:t>Prometheus, 2001</w:t>
      </w:r>
    </w:p>
    <w:p w:rsidR="00623F17" w:rsidRDefault="00623F17" w:rsidP="00623F17">
      <w:pPr>
        <w:spacing w:before="240" w:line="360" w:lineRule="auto"/>
        <w:rPr>
          <w:b/>
          <w:color w:val="0070C0"/>
        </w:rPr>
      </w:pPr>
      <w:r w:rsidRPr="00EB331B">
        <w:rPr>
          <w:b/>
        </w:rPr>
        <w:t xml:space="preserve">Poznámka: </w:t>
      </w:r>
    </w:p>
    <w:p w:rsidR="00623F17" w:rsidRPr="00DB74E7" w:rsidRDefault="00DB74E7" w:rsidP="00E41BFA">
      <w:pPr>
        <w:spacing w:line="276" w:lineRule="auto"/>
        <w:jc w:val="both"/>
      </w:pPr>
      <w:r>
        <w:t>Žáci se seznámili se zněním Pythagorovy věty i jejím geometrickým vyjádřením, vyzkoušeli si její jednoduché aplikace.</w:t>
      </w:r>
    </w:p>
    <w:p w:rsidR="00623F17" w:rsidRPr="00B121FF" w:rsidRDefault="00623F17" w:rsidP="00E41BFA">
      <w:pPr>
        <w:spacing w:line="276" w:lineRule="auto"/>
        <w:jc w:val="both"/>
      </w:pP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907" w:rsidRDefault="00495907">
      <w:r>
        <w:separator/>
      </w:r>
    </w:p>
  </w:endnote>
  <w:endnote w:type="continuationSeparator" w:id="0">
    <w:p w:rsidR="00495907" w:rsidRDefault="0049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455" w:rsidRDefault="0008145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455" w:rsidRDefault="000814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907" w:rsidRDefault="00495907">
      <w:r>
        <w:separator/>
      </w:r>
    </w:p>
  </w:footnote>
  <w:footnote w:type="continuationSeparator" w:id="0">
    <w:p w:rsidR="00495907" w:rsidRDefault="0049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455" w:rsidRDefault="0008145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08145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08145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455" w:rsidRDefault="000814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81455"/>
    <w:rsid w:val="000A48C9"/>
    <w:rsid w:val="000B2930"/>
    <w:rsid w:val="000C1FE7"/>
    <w:rsid w:val="000C3E7E"/>
    <w:rsid w:val="000E29CB"/>
    <w:rsid w:val="0010546B"/>
    <w:rsid w:val="00154095"/>
    <w:rsid w:val="00160419"/>
    <w:rsid w:val="00163029"/>
    <w:rsid w:val="00170E09"/>
    <w:rsid w:val="001A6A4C"/>
    <w:rsid w:val="001F1929"/>
    <w:rsid w:val="001F1A08"/>
    <w:rsid w:val="00232FB1"/>
    <w:rsid w:val="00236E6E"/>
    <w:rsid w:val="0028489E"/>
    <w:rsid w:val="00290C19"/>
    <w:rsid w:val="00297870"/>
    <w:rsid w:val="002A290B"/>
    <w:rsid w:val="002A5BAC"/>
    <w:rsid w:val="002D5C0F"/>
    <w:rsid w:val="00312E25"/>
    <w:rsid w:val="0033262C"/>
    <w:rsid w:val="0034544A"/>
    <w:rsid w:val="00353FD9"/>
    <w:rsid w:val="0036718C"/>
    <w:rsid w:val="003761B0"/>
    <w:rsid w:val="003835AF"/>
    <w:rsid w:val="00394D93"/>
    <w:rsid w:val="003A5AD6"/>
    <w:rsid w:val="003B2E2B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5907"/>
    <w:rsid w:val="004C3049"/>
    <w:rsid w:val="00501C29"/>
    <w:rsid w:val="00512A86"/>
    <w:rsid w:val="00546A70"/>
    <w:rsid w:val="00560179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2774C"/>
    <w:rsid w:val="00736B2D"/>
    <w:rsid w:val="00745A98"/>
    <w:rsid w:val="007659FE"/>
    <w:rsid w:val="00771703"/>
    <w:rsid w:val="007C424F"/>
    <w:rsid w:val="007C52F1"/>
    <w:rsid w:val="007C7D31"/>
    <w:rsid w:val="007F02F7"/>
    <w:rsid w:val="007F06C8"/>
    <w:rsid w:val="00801324"/>
    <w:rsid w:val="00804574"/>
    <w:rsid w:val="0080509F"/>
    <w:rsid w:val="00812228"/>
    <w:rsid w:val="00816F46"/>
    <w:rsid w:val="0082351D"/>
    <w:rsid w:val="00823D1E"/>
    <w:rsid w:val="00844792"/>
    <w:rsid w:val="0087247B"/>
    <w:rsid w:val="008725F1"/>
    <w:rsid w:val="0087663D"/>
    <w:rsid w:val="008B5602"/>
    <w:rsid w:val="008F1D94"/>
    <w:rsid w:val="00914108"/>
    <w:rsid w:val="009178A2"/>
    <w:rsid w:val="00930B79"/>
    <w:rsid w:val="009E736F"/>
    <w:rsid w:val="009F240C"/>
    <w:rsid w:val="009F6F13"/>
    <w:rsid w:val="00A06E7E"/>
    <w:rsid w:val="00A30B36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5139D"/>
    <w:rsid w:val="00C57C92"/>
    <w:rsid w:val="00C61876"/>
    <w:rsid w:val="00C61B2E"/>
    <w:rsid w:val="00C841AF"/>
    <w:rsid w:val="00CB38DA"/>
    <w:rsid w:val="00CC59E8"/>
    <w:rsid w:val="00CF24A3"/>
    <w:rsid w:val="00D15F85"/>
    <w:rsid w:val="00D65D2B"/>
    <w:rsid w:val="00D667E6"/>
    <w:rsid w:val="00DA7016"/>
    <w:rsid w:val="00DB726E"/>
    <w:rsid w:val="00DB74E7"/>
    <w:rsid w:val="00E12C07"/>
    <w:rsid w:val="00E41BFA"/>
    <w:rsid w:val="00E7661C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134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9</cp:revision>
  <cp:lastPrinted>1900-12-31T23:00:00Z</cp:lastPrinted>
  <dcterms:created xsi:type="dcterms:W3CDTF">2013-10-28T22:24:00Z</dcterms:created>
  <dcterms:modified xsi:type="dcterms:W3CDTF">2014-06-10T12:13:00Z</dcterms:modified>
</cp:coreProperties>
</file>