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E50225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4C0942">
        <w:rPr>
          <w:b/>
        </w:rPr>
        <w:t>Ekonomie – hlavní směry ekonomického myšlení.</w:t>
      </w:r>
      <w:bookmarkEnd w:id="0"/>
      <w:r w:rsidR="00D304A9">
        <w:rPr>
          <w:b/>
        </w:rPr>
        <w:t xml:space="preserve"> 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E50225" w:rsidRPr="005E6509">
        <w:rPr>
          <w:b/>
        </w:rPr>
        <w:t>Mgr.</w:t>
      </w:r>
      <w:r w:rsidR="009872B0" w:rsidRPr="005E6509">
        <w:rPr>
          <w:b/>
        </w:rPr>
        <w:t xml:space="preserve"> </w:t>
      </w:r>
      <w:r w:rsidR="00C46D1B" w:rsidRPr="005E6509">
        <w:rPr>
          <w:b/>
        </w:rPr>
        <w:t>Zdenka Ďuricová</w:t>
      </w:r>
      <w:bookmarkEnd w:id="1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E50225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4C0942">
        <w:t>3</w:t>
      </w:r>
      <w:r w:rsidR="00E50225">
        <w:t>_</w:t>
      </w:r>
      <w:r w:rsidR="00C46D1B">
        <w:t xml:space="preserve"> Materiály k</w:t>
      </w:r>
      <w:r w:rsidR="003156D4">
        <w:t> </w:t>
      </w:r>
      <w:r w:rsidR="00C46D1B">
        <w:t>výuce</w:t>
      </w:r>
      <w:r w:rsidR="003156D4">
        <w:t xml:space="preserve"> v semináři z občanského a společenskovědního základu</w:t>
      </w:r>
      <w:r w:rsidR="00C46D1B">
        <w:t xml:space="preserve">   </w:t>
      </w:r>
    </w:p>
    <w:p w:rsidR="004C0942" w:rsidRDefault="008725F1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Č</w:t>
      </w:r>
      <w:r w:rsidR="009F6F13">
        <w:t>íslo</w:t>
      </w:r>
      <w:r>
        <w:t xml:space="preserve"> DUM</w:t>
      </w:r>
      <w:r w:rsidR="009F6F13">
        <w:t>:</w:t>
      </w:r>
      <w:r w:rsidR="005818DB">
        <w:t xml:space="preserve"> </w:t>
      </w:r>
      <w:proofErr w:type="gramStart"/>
      <w:r w:rsidR="004C0942">
        <w:t>20</w:t>
      </w:r>
      <w:r w:rsidR="003156D4">
        <w:t xml:space="preserve">               </w:t>
      </w:r>
      <w:r w:rsidR="00E50225">
        <w:t>Předmět</w:t>
      </w:r>
      <w:proofErr w:type="gramEnd"/>
      <w:r w:rsidR="00E50225">
        <w:t xml:space="preserve">: </w:t>
      </w:r>
      <w:r w:rsidR="004C0942">
        <w:t xml:space="preserve"> seminář z občanského a společenskovědního základu</w:t>
      </w:r>
    </w:p>
    <w:p w:rsidR="009F6F13" w:rsidRDefault="004C0942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                                                                                     </w:t>
      </w:r>
      <w:r w:rsidR="00592F82">
        <w:tab/>
      </w:r>
      <w:r w:rsidR="00C46D1B">
        <w:t xml:space="preserve">                   </w:t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25C57">
        <w:t>8</w:t>
      </w:r>
      <w:r w:rsidR="003156D4">
        <w:t>.11</w:t>
      </w:r>
      <w:r w:rsidR="005818DB">
        <w:t>.2013</w:t>
      </w:r>
      <w:r w:rsidR="00163029">
        <w:tab/>
      </w:r>
      <w:r>
        <w:t>Třída:</w:t>
      </w:r>
      <w:r w:rsidR="00163029">
        <w:tab/>
      </w:r>
      <w:r w:rsidR="003156D4">
        <w:t>3</w:t>
      </w:r>
      <w:r w:rsidR="00C46D1B">
        <w:t>.B</w:t>
      </w:r>
      <w:r>
        <w:tab/>
        <w:t>Ověřující učitel:</w:t>
      </w:r>
      <w:r w:rsidR="00C46D1B">
        <w:t xml:space="preserve"> </w:t>
      </w:r>
      <w:r w:rsidR="00E50225">
        <w:t xml:space="preserve"> Mgr. Z. </w:t>
      </w:r>
      <w:r w:rsidR="00C46D1B">
        <w:t>Ďuricová</w:t>
      </w:r>
    </w:p>
    <w:p w:rsidR="00163029" w:rsidRPr="00501C29" w:rsidRDefault="00802E9F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F0EDC">
        <w:t xml:space="preserve"> </w:t>
      </w:r>
      <w:r w:rsidR="00205DED">
        <w:t xml:space="preserve">žák se orientuje v základních směrech ekonomického myšlení a chápe </w:t>
      </w:r>
      <w:proofErr w:type="gramStart"/>
      <w:r w:rsidR="00205DED">
        <w:t>podstatu  realizace</w:t>
      </w:r>
      <w:proofErr w:type="gramEnd"/>
      <w:r w:rsidR="00205DED">
        <w:t xml:space="preserve"> teorie v hospodářské praxi</w:t>
      </w:r>
    </w:p>
    <w:p w:rsidR="003156D4" w:rsidRPr="00C108F3" w:rsidRDefault="00484E3A" w:rsidP="00745A98">
      <w:pPr>
        <w:spacing w:before="240" w:line="360" w:lineRule="auto"/>
      </w:pPr>
      <w:r>
        <w:rPr>
          <w:b/>
        </w:rPr>
        <w:t>Klíčová slova</w:t>
      </w:r>
      <w:r w:rsidRPr="00205DED">
        <w:t>:</w:t>
      </w:r>
      <w:r w:rsidR="004974D1" w:rsidRPr="00205DED">
        <w:t xml:space="preserve"> </w:t>
      </w:r>
      <w:r w:rsidR="00205DED" w:rsidRPr="00C108F3">
        <w:t xml:space="preserve">merkantilismus, </w:t>
      </w:r>
      <w:proofErr w:type="spellStart"/>
      <w:r w:rsidR="00205DED" w:rsidRPr="00C108F3">
        <w:t>fyziokratismus</w:t>
      </w:r>
      <w:proofErr w:type="spellEnd"/>
      <w:r w:rsidR="00205DED" w:rsidRPr="00C108F3">
        <w:t>, klasická ekonomie, keynesiánství, neoklasicismus, monetarismus, liberalismus, intervencionismus, statky,</w:t>
      </w:r>
      <w:r w:rsidR="00C108F3" w:rsidRPr="00C108F3">
        <w:t xml:space="preserve"> služby,</w:t>
      </w:r>
      <w:r w:rsidR="00205DED" w:rsidRPr="00C108F3">
        <w:t xml:space="preserve"> potřeby, čistý produkt, restriktivní měnová politika, státní rozpočet, fiskální politika</w:t>
      </w:r>
      <w:r w:rsidR="00C108F3" w:rsidRPr="00C108F3">
        <w:t>, hospodářský cyklus, magický čtyřúhelník, tržní rovnováha, tempo ekonomického růstu, inflace, nezaměstnanost</w:t>
      </w:r>
    </w:p>
    <w:p w:rsidR="00F73128" w:rsidRPr="00BA531D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proofErr w:type="gramStart"/>
      <w:r w:rsidR="00163029" w:rsidRPr="00A32F88">
        <w:rPr>
          <w:b/>
        </w:rPr>
        <w:t>materiálu:</w:t>
      </w:r>
      <w:r w:rsidR="00907AE3">
        <w:rPr>
          <w:b/>
        </w:rPr>
        <w:t xml:space="preserve"> </w:t>
      </w:r>
      <w:r w:rsidR="00877036">
        <w:rPr>
          <w:b/>
        </w:rPr>
        <w:t xml:space="preserve"> </w:t>
      </w:r>
      <w:r w:rsidR="00907AE3" w:rsidRPr="00BA531D">
        <w:t>žák</w:t>
      </w:r>
      <w:proofErr w:type="gramEnd"/>
      <w:r w:rsidR="00907AE3" w:rsidRPr="00BA531D">
        <w:t xml:space="preserve"> </w:t>
      </w:r>
      <w:r w:rsidR="001E45DC">
        <w:t>spojuje ekonomické směry se jmény představitelů, časově je určuje, charakterizuje a definuje základní ekonomické kategorie</w:t>
      </w:r>
    </w:p>
    <w:p w:rsidR="001E45DC" w:rsidRDefault="00623F17" w:rsidP="00907AE3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B19C5" w:rsidRPr="004B18AF" w:rsidRDefault="001341E4" w:rsidP="00907AE3">
      <w:pPr>
        <w:spacing w:before="240" w:line="360" w:lineRule="auto"/>
      </w:pPr>
      <w:r w:rsidRPr="001E45DC">
        <w:t xml:space="preserve"> </w:t>
      </w:r>
      <w:proofErr w:type="spellStart"/>
      <w:r w:rsidR="001E45DC" w:rsidRPr="001E45DC">
        <w:t>Šrédl</w:t>
      </w:r>
      <w:proofErr w:type="spellEnd"/>
      <w:r w:rsidR="001E45DC" w:rsidRPr="001E45DC">
        <w:t>, K.</w:t>
      </w:r>
      <w:r w:rsidR="001E45DC">
        <w:rPr>
          <w:b/>
        </w:rPr>
        <w:t xml:space="preserve"> </w:t>
      </w:r>
      <w:r w:rsidR="001E45DC" w:rsidRPr="001E45DC">
        <w:rPr>
          <w:i/>
        </w:rPr>
        <w:t>Základy ekonomie a tržní ekonomiky.</w:t>
      </w:r>
      <w:r w:rsidR="001E45DC">
        <w:rPr>
          <w:i/>
        </w:rPr>
        <w:t xml:space="preserve"> </w:t>
      </w:r>
      <w:r w:rsidR="001E45DC" w:rsidRPr="004B18AF">
        <w:t>Praha: UK, 2009</w:t>
      </w:r>
    </w:p>
    <w:p w:rsidR="00623F17" w:rsidRPr="00BA531D" w:rsidRDefault="00907AE3" w:rsidP="00907AE3">
      <w:pPr>
        <w:spacing w:before="240" w:line="360" w:lineRule="auto"/>
      </w:pPr>
      <w:r w:rsidRPr="00BA531D">
        <w:t xml:space="preserve">          </w:t>
      </w:r>
    </w:p>
    <w:p w:rsidR="00623F17" w:rsidRPr="00EE6163" w:rsidRDefault="00623F17" w:rsidP="00EE6163">
      <w:pPr>
        <w:spacing w:before="240" w:line="360" w:lineRule="auto"/>
      </w:pPr>
      <w:r w:rsidRPr="00EB331B">
        <w:rPr>
          <w:b/>
        </w:rPr>
        <w:t>Poznámka</w:t>
      </w:r>
      <w:r w:rsidR="004E29AD">
        <w:rPr>
          <w:b/>
        </w:rPr>
        <w:t>:</w:t>
      </w:r>
      <w:r w:rsidR="00EE6163">
        <w:rPr>
          <w:b/>
        </w:rPr>
        <w:t xml:space="preserve"> </w:t>
      </w:r>
      <w:r w:rsidR="00EE6163" w:rsidRPr="00EE6163">
        <w:t>ověření materiálu cca 45 min</w:t>
      </w:r>
    </w:p>
    <w:sectPr w:rsidR="00623F17" w:rsidRPr="00EE6163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F13" w:rsidRDefault="00944F13">
      <w:r>
        <w:separator/>
      </w:r>
    </w:p>
  </w:endnote>
  <w:endnote w:type="continuationSeparator" w:id="0">
    <w:p w:rsidR="00944F13" w:rsidRDefault="0094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E9F" w:rsidRDefault="00802E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E9F" w:rsidRDefault="00802E9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E9F" w:rsidRDefault="00802E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F13" w:rsidRDefault="00944F13">
      <w:r>
        <w:separator/>
      </w:r>
    </w:p>
  </w:footnote>
  <w:footnote w:type="continuationSeparator" w:id="0">
    <w:p w:rsidR="00944F13" w:rsidRDefault="00944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E9F" w:rsidRDefault="00802E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02E9F">
      <w:rPr>
        <w:bCs/>
      </w:rPr>
      <w:t>34.</w:t>
    </w:r>
    <w:bookmarkStart w:id="2" w:name="_GoBack"/>
    <w:bookmarkEnd w:id="2"/>
    <w:r>
      <w:rPr>
        <w:bCs/>
      </w:rPr>
      <w:t>0325</w:t>
    </w:r>
  </w:p>
  <w:p w:rsidR="00484E3A" w:rsidRPr="00745A98" w:rsidRDefault="00802E9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E9F" w:rsidRDefault="00802E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B5D31"/>
    <w:rsid w:val="000C1FE7"/>
    <w:rsid w:val="000C3E7E"/>
    <w:rsid w:val="000E29CB"/>
    <w:rsid w:val="0010546B"/>
    <w:rsid w:val="001341E4"/>
    <w:rsid w:val="00140C70"/>
    <w:rsid w:val="00163029"/>
    <w:rsid w:val="001A6A4C"/>
    <w:rsid w:val="001B0004"/>
    <w:rsid w:val="001B2F42"/>
    <w:rsid w:val="001E45DC"/>
    <w:rsid w:val="001F1A08"/>
    <w:rsid w:val="00205DED"/>
    <w:rsid w:val="00232FB1"/>
    <w:rsid w:val="0026317E"/>
    <w:rsid w:val="0028489E"/>
    <w:rsid w:val="00290C19"/>
    <w:rsid w:val="00297870"/>
    <w:rsid w:val="002A290B"/>
    <w:rsid w:val="002A5BAC"/>
    <w:rsid w:val="003156D4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3F7267"/>
    <w:rsid w:val="0042348A"/>
    <w:rsid w:val="00434610"/>
    <w:rsid w:val="00445D3A"/>
    <w:rsid w:val="004621BF"/>
    <w:rsid w:val="0046688E"/>
    <w:rsid w:val="00471A18"/>
    <w:rsid w:val="00480C18"/>
    <w:rsid w:val="00484E3A"/>
    <w:rsid w:val="00490F9C"/>
    <w:rsid w:val="00493EE7"/>
    <w:rsid w:val="004974D1"/>
    <w:rsid w:val="004B18AF"/>
    <w:rsid w:val="004C0942"/>
    <w:rsid w:val="004C3049"/>
    <w:rsid w:val="004E29AD"/>
    <w:rsid w:val="00501C29"/>
    <w:rsid w:val="00512A86"/>
    <w:rsid w:val="0051599F"/>
    <w:rsid w:val="00520667"/>
    <w:rsid w:val="00524B3E"/>
    <w:rsid w:val="00535EBA"/>
    <w:rsid w:val="00546A70"/>
    <w:rsid w:val="00562C4F"/>
    <w:rsid w:val="00574DD9"/>
    <w:rsid w:val="005818DB"/>
    <w:rsid w:val="00587FB9"/>
    <w:rsid w:val="00592F82"/>
    <w:rsid w:val="005A62C1"/>
    <w:rsid w:val="005D030A"/>
    <w:rsid w:val="005E6509"/>
    <w:rsid w:val="006027CC"/>
    <w:rsid w:val="00623F17"/>
    <w:rsid w:val="00683B14"/>
    <w:rsid w:val="006A718D"/>
    <w:rsid w:val="006E792F"/>
    <w:rsid w:val="007000BC"/>
    <w:rsid w:val="00700E72"/>
    <w:rsid w:val="00722026"/>
    <w:rsid w:val="00745A98"/>
    <w:rsid w:val="007659FE"/>
    <w:rsid w:val="00771703"/>
    <w:rsid w:val="007C424F"/>
    <w:rsid w:val="007C52F1"/>
    <w:rsid w:val="007D1F32"/>
    <w:rsid w:val="007D3C6D"/>
    <w:rsid w:val="007F02F7"/>
    <w:rsid w:val="007F06C8"/>
    <w:rsid w:val="00801324"/>
    <w:rsid w:val="00802E9F"/>
    <w:rsid w:val="008052AE"/>
    <w:rsid w:val="00812228"/>
    <w:rsid w:val="008211D3"/>
    <w:rsid w:val="0082351D"/>
    <w:rsid w:val="00823D1E"/>
    <w:rsid w:val="008725F1"/>
    <w:rsid w:val="00877036"/>
    <w:rsid w:val="00886530"/>
    <w:rsid w:val="008B19C5"/>
    <w:rsid w:val="008B5602"/>
    <w:rsid w:val="008F1D94"/>
    <w:rsid w:val="00907AE3"/>
    <w:rsid w:val="00910F8B"/>
    <w:rsid w:val="009178A2"/>
    <w:rsid w:val="00925C57"/>
    <w:rsid w:val="00930B79"/>
    <w:rsid w:val="00944F13"/>
    <w:rsid w:val="0097092D"/>
    <w:rsid w:val="009872B0"/>
    <w:rsid w:val="009A439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AF2797"/>
    <w:rsid w:val="00B03303"/>
    <w:rsid w:val="00B11E31"/>
    <w:rsid w:val="00B121FF"/>
    <w:rsid w:val="00B33F6D"/>
    <w:rsid w:val="00B4051B"/>
    <w:rsid w:val="00B43777"/>
    <w:rsid w:val="00B43D79"/>
    <w:rsid w:val="00B576AA"/>
    <w:rsid w:val="00B6005F"/>
    <w:rsid w:val="00B73B73"/>
    <w:rsid w:val="00BA4C26"/>
    <w:rsid w:val="00BA531D"/>
    <w:rsid w:val="00BC3C15"/>
    <w:rsid w:val="00C067D2"/>
    <w:rsid w:val="00C108F3"/>
    <w:rsid w:val="00C10D61"/>
    <w:rsid w:val="00C36394"/>
    <w:rsid w:val="00C43F4C"/>
    <w:rsid w:val="00C46D1B"/>
    <w:rsid w:val="00C61876"/>
    <w:rsid w:val="00C61B2E"/>
    <w:rsid w:val="00C841AF"/>
    <w:rsid w:val="00CB38DA"/>
    <w:rsid w:val="00CC59E8"/>
    <w:rsid w:val="00CF24A3"/>
    <w:rsid w:val="00CF3B6B"/>
    <w:rsid w:val="00D1140E"/>
    <w:rsid w:val="00D304A9"/>
    <w:rsid w:val="00D65D2B"/>
    <w:rsid w:val="00DB572C"/>
    <w:rsid w:val="00DB726E"/>
    <w:rsid w:val="00E12C07"/>
    <w:rsid w:val="00E50225"/>
    <w:rsid w:val="00E85A23"/>
    <w:rsid w:val="00E96239"/>
    <w:rsid w:val="00EB152F"/>
    <w:rsid w:val="00EB331B"/>
    <w:rsid w:val="00ED00A5"/>
    <w:rsid w:val="00EE037D"/>
    <w:rsid w:val="00EE6163"/>
    <w:rsid w:val="00EF0EDC"/>
    <w:rsid w:val="00EF7937"/>
    <w:rsid w:val="00F16660"/>
    <w:rsid w:val="00F205E2"/>
    <w:rsid w:val="00F21BB5"/>
    <w:rsid w:val="00F32001"/>
    <w:rsid w:val="00F456CA"/>
    <w:rsid w:val="00F73128"/>
    <w:rsid w:val="00F92771"/>
    <w:rsid w:val="00FA168B"/>
    <w:rsid w:val="00FC34AC"/>
    <w:rsid w:val="00FD69C2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255</TotalTime>
  <Pages>1</Pages>
  <Words>153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50</cp:revision>
  <cp:lastPrinted>2013-05-13T14:00:00Z</cp:lastPrinted>
  <dcterms:created xsi:type="dcterms:W3CDTF">2012-09-30T18:31:00Z</dcterms:created>
  <dcterms:modified xsi:type="dcterms:W3CDTF">2014-06-09T13:13:00Z</dcterms:modified>
</cp:coreProperties>
</file>