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8176C9" w:rsidRDefault="009F6F13" w:rsidP="001844D3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1844D3" w:rsidRPr="008176C9">
        <w:t xml:space="preserve">Psychologické metody, představitelé psycholog. </w:t>
      </w:r>
      <w:proofErr w:type="gramStart"/>
      <w:r w:rsidR="001844D3" w:rsidRPr="008176C9">
        <w:t>směrů</w:t>
      </w:r>
      <w:bookmarkEnd w:id="0"/>
      <w:proofErr w:type="gramEnd"/>
      <w:r w:rsidR="001844D3" w:rsidRPr="008176C9">
        <w:t>.</w:t>
      </w:r>
    </w:p>
    <w:p w:rsidR="009F6F13" w:rsidRDefault="00642991" w:rsidP="001844D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F7529A" w:rsidRPr="00F7529A">
        <w:t xml:space="preserve">Mgr. </w:t>
      </w:r>
      <w:r w:rsidR="001844D3" w:rsidRPr="00F7529A">
        <w:t>Zdenka</w:t>
      </w:r>
      <w:r w:rsidR="001844D3" w:rsidRPr="008176C9">
        <w:t xml:space="preserve"> Ďuricová</w:t>
      </w:r>
      <w:bookmarkEnd w:id="1"/>
    </w:p>
    <w:p w:rsidR="00642991" w:rsidRPr="00A32F88" w:rsidRDefault="00642991" w:rsidP="001844D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>Zařazení materiálu: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F461AF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F7529A">
        <w:t>3_</w:t>
      </w:r>
      <w:r w:rsidR="001844D3">
        <w:t>Ma</w:t>
      </w:r>
      <w:r w:rsidR="00F7529A">
        <w:t xml:space="preserve">teriály k výuce v semináři z občanského a společenskovědního základu </w:t>
      </w:r>
    </w:p>
    <w:p w:rsidR="009F6F13" w:rsidRDefault="00592F82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Předmět:</w:t>
      </w:r>
      <w:r w:rsidR="001844D3">
        <w:t xml:space="preserve"> </w:t>
      </w:r>
      <w:r w:rsidR="009560BD">
        <w:t xml:space="preserve"> </w:t>
      </w:r>
      <w:r w:rsidR="00F7529A">
        <w:t>seminář</w:t>
      </w:r>
      <w:proofErr w:type="gramEnd"/>
      <w:r w:rsidR="00F7529A">
        <w:t xml:space="preserve"> z občanského a společenskovědního základu</w:t>
      </w:r>
      <w:r w:rsidR="00F461AF" w:rsidRPr="00F461AF">
        <w:t xml:space="preserve"> </w:t>
      </w:r>
      <w:r w:rsidR="00F461AF">
        <w:tab/>
        <w:t>Číslo DUM: 02</w:t>
      </w:r>
      <w:r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1844D3">
        <w:t>9.11.2012</w:t>
      </w:r>
      <w:proofErr w:type="gramEnd"/>
      <w:r w:rsidR="00163029">
        <w:tab/>
      </w:r>
      <w:r>
        <w:t>Třída:</w:t>
      </w:r>
      <w:r w:rsidR="00163029">
        <w:tab/>
      </w:r>
      <w:r w:rsidR="001844D3">
        <w:t>3.B,C</w:t>
      </w:r>
      <w:r w:rsidR="00F7529A">
        <w:t xml:space="preserve">       </w:t>
      </w:r>
      <w:r>
        <w:t>Ověřující učitel:</w:t>
      </w:r>
      <w:r w:rsidR="00F7529A">
        <w:t xml:space="preserve"> Mgr. Zdenka Ďuricová</w:t>
      </w:r>
      <w:r w:rsidR="001844D3">
        <w:t xml:space="preserve"> </w:t>
      </w:r>
    </w:p>
    <w:p w:rsidR="00163029" w:rsidRPr="00501C29" w:rsidRDefault="000D51D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1844D3">
        <w:t xml:space="preserve"> </w:t>
      </w:r>
      <w:r w:rsidR="008176C9">
        <w:t>s</w:t>
      </w:r>
      <w:r w:rsidR="001844D3">
        <w:t>hrnující opakování psycholog.</w:t>
      </w:r>
      <w:r w:rsidR="00642991">
        <w:t xml:space="preserve"> </w:t>
      </w:r>
      <w:proofErr w:type="gramStart"/>
      <w:r w:rsidR="00642991">
        <w:t>m</w:t>
      </w:r>
      <w:r w:rsidR="001844D3">
        <w:t>etod</w:t>
      </w:r>
      <w:proofErr w:type="gramEnd"/>
      <w:r w:rsidR="001844D3">
        <w:t xml:space="preserve"> a směrů</w:t>
      </w:r>
      <w:r w:rsidR="008176C9">
        <w:t>,</w:t>
      </w:r>
      <w:r w:rsidR="00642991">
        <w:t xml:space="preserve"> </w:t>
      </w:r>
      <w:r w:rsidR="008176C9">
        <w:t>ž</w:t>
      </w:r>
      <w:r w:rsidR="00642991">
        <w:t>ák prokáže znalost směrů</w:t>
      </w:r>
      <w:r w:rsidR="006D2B6A">
        <w:t xml:space="preserve"> </w:t>
      </w:r>
      <w:r w:rsidR="00642991">
        <w:t xml:space="preserve">a </w:t>
      </w:r>
      <w:r w:rsidR="008176C9">
        <w:t xml:space="preserve"> </w:t>
      </w:r>
      <w:proofErr w:type="spellStart"/>
      <w:r w:rsidR="008176C9">
        <w:t>a</w:t>
      </w:r>
      <w:proofErr w:type="spellEnd"/>
      <w:r w:rsidR="006D2B6A">
        <w:t xml:space="preserve"> je</w:t>
      </w:r>
      <w:r w:rsidR="00642991">
        <w:t>jich představitelů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642991">
        <w:rPr>
          <w:b/>
        </w:rPr>
        <w:t xml:space="preserve"> </w:t>
      </w:r>
      <w:proofErr w:type="spellStart"/>
      <w:r w:rsidR="00642991" w:rsidRPr="008176C9">
        <w:t>sociometrie</w:t>
      </w:r>
      <w:proofErr w:type="spellEnd"/>
      <w:r w:rsidR="00642991" w:rsidRPr="008176C9">
        <w:t xml:space="preserve">, testové metody, extrospekce, rozbor kresby, anamnéza, introspekce, psychologický rozhovor, psychodrama, experimentální psychologie, psychoanalýza, transpersonální, tvarová, humanistická, kognitivní psychologie, </w:t>
      </w:r>
      <w:proofErr w:type="spellStart"/>
      <w:r w:rsidR="00642991" w:rsidRPr="008176C9">
        <w:t>neopsychoanalýza</w:t>
      </w:r>
      <w:proofErr w:type="spellEnd"/>
      <w:r w:rsidR="00642991" w:rsidRPr="008176C9">
        <w:t>, behaviorismus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642991">
        <w:rPr>
          <w:b/>
        </w:rPr>
        <w:t xml:space="preserve"> </w:t>
      </w:r>
      <w:r w:rsidR="00642991" w:rsidRPr="008176C9">
        <w:t>žák doplňuje do textu chybějící pojmy vztahující se k </w:t>
      </w:r>
      <w:proofErr w:type="spellStart"/>
      <w:r w:rsidR="00642991" w:rsidRPr="008176C9">
        <w:t>ps</w:t>
      </w:r>
      <w:proofErr w:type="spellEnd"/>
      <w:r w:rsidR="00642991" w:rsidRPr="008176C9">
        <w:t xml:space="preserve">. </w:t>
      </w:r>
      <w:proofErr w:type="gramStart"/>
      <w:r w:rsidR="00642991" w:rsidRPr="008176C9">
        <w:t>metodám</w:t>
      </w:r>
      <w:proofErr w:type="gramEnd"/>
      <w:r w:rsidR="00642991" w:rsidRPr="008176C9">
        <w:t>, k </w:t>
      </w:r>
      <w:proofErr w:type="spellStart"/>
      <w:r w:rsidR="00642991" w:rsidRPr="008176C9">
        <w:t>ps</w:t>
      </w:r>
      <w:proofErr w:type="spellEnd"/>
      <w:r w:rsidR="00642991" w:rsidRPr="008176C9">
        <w:t>. směrům přiřazuje osobnost a směry stručně charakterizuje</w:t>
      </w:r>
    </w:p>
    <w:p w:rsidR="00642991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B331B" w:rsidRPr="008176C9" w:rsidRDefault="00642991" w:rsidP="00623F17">
      <w:pPr>
        <w:spacing w:before="240" w:line="360" w:lineRule="auto"/>
      </w:pPr>
      <w:r>
        <w:rPr>
          <w:b/>
        </w:rPr>
        <w:t xml:space="preserve"> </w:t>
      </w:r>
      <w:r w:rsidR="00DC14C1">
        <w:t>HARTL, P. a H. HARTLOVÁ</w:t>
      </w:r>
      <w:r w:rsidR="00F7529A">
        <w:t xml:space="preserve">. </w:t>
      </w:r>
      <w:r w:rsidR="00F7529A" w:rsidRPr="00F7529A">
        <w:rPr>
          <w:i/>
        </w:rPr>
        <w:t>Psychologický slovník.</w:t>
      </w:r>
      <w:r w:rsidR="00F7529A">
        <w:t xml:space="preserve"> Praha:</w:t>
      </w:r>
      <w:r w:rsidRPr="008176C9">
        <w:t xml:space="preserve"> Portál</w:t>
      </w:r>
      <w:r w:rsidR="00F7529A">
        <w:t>,</w:t>
      </w:r>
      <w:r w:rsidRPr="008176C9">
        <w:t xml:space="preserve"> 2009</w:t>
      </w:r>
    </w:p>
    <w:p w:rsidR="009560BD" w:rsidRPr="008176C9" w:rsidRDefault="00DC14C1" w:rsidP="00623F17">
      <w:pPr>
        <w:spacing w:before="240" w:line="360" w:lineRule="auto"/>
      </w:pPr>
      <w:r>
        <w:t>KOLEKTIV</w:t>
      </w:r>
      <w:r w:rsidR="00F7529A">
        <w:t xml:space="preserve">. </w:t>
      </w:r>
      <w:r w:rsidR="009560BD" w:rsidRPr="00F7529A">
        <w:rPr>
          <w:i/>
        </w:rPr>
        <w:t xml:space="preserve">Občanský </w:t>
      </w:r>
      <w:r w:rsidR="00F7529A" w:rsidRPr="00F7529A">
        <w:rPr>
          <w:i/>
        </w:rPr>
        <w:t>a společenskovědní základ</w:t>
      </w:r>
      <w:r w:rsidR="00F7529A">
        <w:t>. Brno:</w:t>
      </w:r>
      <w:r w:rsidR="009560BD" w:rsidRPr="008176C9">
        <w:t xml:space="preserve"> </w:t>
      </w:r>
      <w:proofErr w:type="spellStart"/>
      <w:r w:rsidR="009560BD" w:rsidRPr="008176C9">
        <w:t>Computer</w:t>
      </w:r>
      <w:proofErr w:type="spellEnd"/>
      <w:r w:rsidR="009560BD" w:rsidRPr="008176C9">
        <w:t xml:space="preserve"> </w:t>
      </w:r>
      <w:proofErr w:type="spellStart"/>
      <w:r w:rsidR="009560BD" w:rsidRPr="008176C9">
        <w:t>Press</w:t>
      </w:r>
      <w:proofErr w:type="spellEnd"/>
      <w:r w:rsidR="00F7529A">
        <w:t>,</w:t>
      </w:r>
      <w:r w:rsidR="009560BD" w:rsidRPr="008176C9">
        <w:t xml:space="preserve"> 2009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>Poznámka:</w:t>
      </w:r>
      <w:r w:rsidR="009560BD">
        <w:rPr>
          <w:b/>
        </w:rPr>
        <w:t xml:space="preserve"> </w:t>
      </w:r>
      <w:r w:rsidR="009560BD" w:rsidRPr="008176C9">
        <w:t>2. část DUM se ukázala značně náročná a vznikla potřeba znalosti doplnit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A3" w:rsidRDefault="003D6AA3">
      <w:r>
        <w:separator/>
      </w:r>
    </w:p>
  </w:endnote>
  <w:endnote w:type="continuationSeparator" w:id="0">
    <w:p w:rsidR="003D6AA3" w:rsidRDefault="003D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D7" w:rsidRDefault="000D51D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29A" w:rsidRPr="00F7529A" w:rsidRDefault="00F7529A">
    <w:pPr>
      <w:pStyle w:val="Zpat"/>
      <w:tabs>
        <w:tab w:val="clear" w:pos="9072"/>
        <w:tab w:val="right" w:pos="9540"/>
      </w:tabs>
      <w:rPr>
        <w:b/>
        <w:b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D7" w:rsidRDefault="000D51D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A3" w:rsidRDefault="003D6AA3">
      <w:r>
        <w:separator/>
      </w:r>
    </w:p>
  </w:footnote>
  <w:footnote w:type="continuationSeparator" w:id="0">
    <w:p w:rsidR="003D6AA3" w:rsidRDefault="003D6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D7" w:rsidRDefault="000D51D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0D51D7">
      <w:rPr>
        <w:bCs/>
      </w:rPr>
      <w:t>34.</w:t>
    </w:r>
    <w:bookmarkStart w:id="2" w:name="_GoBack"/>
    <w:bookmarkEnd w:id="2"/>
    <w:r>
      <w:rPr>
        <w:bCs/>
      </w:rPr>
      <w:t>0325</w:t>
    </w:r>
  </w:p>
  <w:p w:rsidR="00484E3A" w:rsidRPr="00745A98" w:rsidRDefault="000D51D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D7" w:rsidRDefault="000D51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51D7"/>
    <w:rsid w:val="000E29CB"/>
    <w:rsid w:val="0010546B"/>
    <w:rsid w:val="00163029"/>
    <w:rsid w:val="001844D3"/>
    <w:rsid w:val="00195B85"/>
    <w:rsid w:val="001A6A4C"/>
    <w:rsid w:val="001F1A08"/>
    <w:rsid w:val="00232FB1"/>
    <w:rsid w:val="0028489E"/>
    <w:rsid w:val="00290C19"/>
    <w:rsid w:val="00297870"/>
    <w:rsid w:val="002A290B"/>
    <w:rsid w:val="002A5BAC"/>
    <w:rsid w:val="00314138"/>
    <w:rsid w:val="0033262C"/>
    <w:rsid w:val="0034544A"/>
    <w:rsid w:val="00353FD9"/>
    <w:rsid w:val="0036718C"/>
    <w:rsid w:val="003761B0"/>
    <w:rsid w:val="003835AF"/>
    <w:rsid w:val="00394D93"/>
    <w:rsid w:val="003A5AD6"/>
    <w:rsid w:val="003D6AA3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06B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42991"/>
    <w:rsid w:val="006A718D"/>
    <w:rsid w:val="006D2B6A"/>
    <w:rsid w:val="006E792F"/>
    <w:rsid w:val="00700E72"/>
    <w:rsid w:val="00745A98"/>
    <w:rsid w:val="0075784D"/>
    <w:rsid w:val="007659FE"/>
    <w:rsid w:val="00771703"/>
    <w:rsid w:val="007C424F"/>
    <w:rsid w:val="007C52F1"/>
    <w:rsid w:val="007F02F7"/>
    <w:rsid w:val="007F06C8"/>
    <w:rsid w:val="00801324"/>
    <w:rsid w:val="00812228"/>
    <w:rsid w:val="008176C9"/>
    <w:rsid w:val="0082351D"/>
    <w:rsid w:val="00823D1E"/>
    <w:rsid w:val="008725F1"/>
    <w:rsid w:val="008B153A"/>
    <w:rsid w:val="008B5602"/>
    <w:rsid w:val="008F1D94"/>
    <w:rsid w:val="009178A2"/>
    <w:rsid w:val="00930B79"/>
    <w:rsid w:val="009560BD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BD1957"/>
    <w:rsid w:val="00C067D2"/>
    <w:rsid w:val="00C36394"/>
    <w:rsid w:val="00C43F4C"/>
    <w:rsid w:val="00C61876"/>
    <w:rsid w:val="00C61B2E"/>
    <w:rsid w:val="00C841AF"/>
    <w:rsid w:val="00CA15B4"/>
    <w:rsid w:val="00CB38DA"/>
    <w:rsid w:val="00CC59E8"/>
    <w:rsid w:val="00CF24A3"/>
    <w:rsid w:val="00D65D2B"/>
    <w:rsid w:val="00D92213"/>
    <w:rsid w:val="00DB726E"/>
    <w:rsid w:val="00DC14C1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461AF"/>
    <w:rsid w:val="00F64EF1"/>
    <w:rsid w:val="00F73128"/>
    <w:rsid w:val="00F7529A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101</TotalTime>
  <Pages>1</Pages>
  <Words>159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26</cp:revision>
  <cp:lastPrinted>2012-11-22T10:58:00Z</cp:lastPrinted>
  <dcterms:created xsi:type="dcterms:W3CDTF">2012-09-30T18:31:00Z</dcterms:created>
  <dcterms:modified xsi:type="dcterms:W3CDTF">2014-06-09T13:00:00Z</dcterms:modified>
</cp:coreProperties>
</file>