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6C22E0" w:rsidRPr="004C67EF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C22E0" w:rsidRPr="004C67EF">
        <w:t xml:space="preserve">Předmět zkoumání psychologie (chování a prožívání).         </w:t>
      </w:r>
    </w:p>
    <w:p w:rsidR="006C22E0" w:rsidRPr="004C67EF" w:rsidRDefault="006C22E0" w:rsidP="00163029">
      <w:pPr>
        <w:tabs>
          <w:tab w:val="left" w:pos="1985"/>
        </w:tabs>
        <w:spacing w:line="360" w:lineRule="auto"/>
      </w:pPr>
      <w:r w:rsidRPr="004C67EF">
        <w:t xml:space="preserve">                                 Dělení psychologických disciplín.</w:t>
      </w:r>
    </w:p>
    <w:p w:rsidR="009F6F13" w:rsidRPr="004C67E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0" w:name="Text2"/>
      <w:r w:rsidR="001210BC" w:rsidRPr="001210BC">
        <w:t xml:space="preserve">Mgr. </w:t>
      </w:r>
      <w:r w:rsidR="00AF4865" w:rsidRPr="001210BC">
        <w:t>Zdenka</w:t>
      </w:r>
      <w:r w:rsidR="00AF4865" w:rsidRPr="004C67EF">
        <w:t xml:space="preserve"> Ďuricová</w:t>
      </w:r>
      <w:bookmarkEnd w:id="0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817E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1210BC">
        <w:t>3_</w:t>
      </w:r>
      <w:r w:rsidR="002F6C0E">
        <w:t xml:space="preserve">Materiály k výuce </w:t>
      </w:r>
      <w:r w:rsidR="001210BC">
        <w:t xml:space="preserve">v semináři z občanského a společenskovědního základu </w:t>
      </w:r>
    </w:p>
    <w:p w:rsidR="009F6F13" w:rsidRDefault="00592F82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Předmět:</w:t>
      </w:r>
      <w:r>
        <w:tab/>
      </w:r>
      <w:bookmarkStart w:id="1" w:name="Text3"/>
      <w:r w:rsidR="002311E6">
        <w:t>s</w:t>
      </w:r>
      <w:r w:rsidR="002F6C0E">
        <w:t>eminář z občanského a společenskovědního základu</w:t>
      </w:r>
      <w:bookmarkEnd w:id="1"/>
      <w:r w:rsidR="009817E3">
        <w:tab/>
        <w:t>Číslo DUM: 01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F6C0E">
        <w:t>9.11.2012</w:t>
      </w:r>
      <w:proofErr w:type="gramEnd"/>
      <w:r w:rsidR="00163029">
        <w:tab/>
      </w:r>
      <w:r>
        <w:t>Třída:</w:t>
      </w:r>
      <w:r w:rsidR="00163029">
        <w:tab/>
      </w:r>
      <w:r w:rsidR="006C22E0">
        <w:t>3.B,</w:t>
      </w:r>
      <w:r w:rsidR="00994829">
        <w:t>C</w:t>
      </w:r>
      <w:r w:rsidR="001210BC">
        <w:t xml:space="preserve">       </w:t>
      </w:r>
      <w:r>
        <w:t>Ověřující učitel:</w:t>
      </w:r>
      <w:r w:rsidR="001210BC">
        <w:t xml:space="preserve"> Mgr. Zdenka Ďuricová</w:t>
      </w:r>
    </w:p>
    <w:p w:rsidR="00163029" w:rsidRPr="00501C29" w:rsidRDefault="004C3F2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7453">
        <w:t xml:space="preserve"> </w:t>
      </w:r>
      <w:r w:rsidR="003D3AFA">
        <w:t>p</w:t>
      </w:r>
      <w:r w:rsidR="00057453">
        <w:t>ochopení vnitřní a vnější stránky psychiky a jejích projevů, orientace</w:t>
      </w:r>
    </w:p>
    <w:p w:rsidR="00745A98" w:rsidRDefault="00057453" w:rsidP="00745A98">
      <w:r>
        <w:t xml:space="preserve">                                  v psychologických disciplínách  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057453">
        <w:rPr>
          <w:b/>
        </w:rPr>
        <w:t xml:space="preserve"> </w:t>
      </w:r>
      <w:r w:rsidR="00057453" w:rsidRPr="004C67EF">
        <w:t xml:space="preserve">chování expresivní a adaptivní, prožívání vědomé a nevědomé, </w:t>
      </w:r>
      <w:proofErr w:type="spellStart"/>
      <w:r w:rsidR="00057453" w:rsidRPr="004C67EF">
        <w:t>farmakopsychologie</w:t>
      </w:r>
      <w:proofErr w:type="spellEnd"/>
      <w:r w:rsidR="00057453" w:rsidRPr="004C67EF">
        <w:t xml:space="preserve">, psycholingvistika, sociální, klinická, vývojová, poradenská, obecná, forenzní psychologie, psychopatologie, </w:t>
      </w:r>
      <w:r w:rsidR="00E6295D" w:rsidRPr="004C67EF">
        <w:t>zoopsychologie, psychometrie, psychologie práce</w:t>
      </w:r>
      <w:r w:rsidR="00057453">
        <w:rPr>
          <w:b/>
        </w:rPr>
        <w:t xml:space="preserve"> </w:t>
      </w:r>
    </w:p>
    <w:p w:rsidR="00F73128" w:rsidRPr="004C67EF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E6295D">
        <w:rPr>
          <w:b/>
        </w:rPr>
        <w:t xml:space="preserve"> </w:t>
      </w:r>
      <w:r w:rsidR="00E6295D" w:rsidRPr="004C67EF">
        <w:t xml:space="preserve">žák třídí termíny podle toho zda se vztahují k chování nebo prožívání a rovněž tak </w:t>
      </w:r>
      <w:proofErr w:type="spellStart"/>
      <w:r w:rsidR="00E6295D" w:rsidRPr="004C67EF">
        <w:t>ps</w:t>
      </w:r>
      <w:proofErr w:type="spellEnd"/>
      <w:r w:rsidR="00E6295D" w:rsidRPr="004C67EF">
        <w:t xml:space="preserve">. </w:t>
      </w:r>
      <w:proofErr w:type="gramStart"/>
      <w:r w:rsidR="00E6295D" w:rsidRPr="004C67EF">
        <w:t>disciplíny</w:t>
      </w:r>
      <w:proofErr w:type="gramEnd"/>
      <w:r w:rsidR="00E6295D" w:rsidRPr="004C67EF">
        <w:t xml:space="preserve"> do </w:t>
      </w:r>
      <w:proofErr w:type="spellStart"/>
      <w:r w:rsidR="00E6295D" w:rsidRPr="004C67EF">
        <w:t>sk</w:t>
      </w:r>
      <w:proofErr w:type="spellEnd"/>
      <w:r w:rsidR="00E6295D" w:rsidRPr="004C67EF">
        <w:t>. základní, aplikované a speciální</w:t>
      </w:r>
      <w:r w:rsidR="003D3AFA">
        <w:t>,</w:t>
      </w:r>
      <w:r w:rsidR="00E6295D" w:rsidRPr="004C67EF">
        <w:t xml:space="preserve"> </w:t>
      </w:r>
      <w:r w:rsidR="003D3AFA">
        <w:t>o</w:t>
      </w:r>
      <w:r w:rsidR="00E6295D" w:rsidRPr="004C67EF">
        <w:t>bsah DUM je opakováním a prohloubením učiva 1. roč. OSZ</w:t>
      </w:r>
    </w:p>
    <w:p w:rsidR="004C1A3A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E6295D">
        <w:rPr>
          <w:b/>
        </w:rPr>
        <w:t xml:space="preserve"> </w:t>
      </w:r>
    </w:p>
    <w:p w:rsidR="004C1A3A" w:rsidRPr="004C67EF" w:rsidRDefault="007D7158" w:rsidP="00623F17">
      <w:pPr>
        <w:spacing w:before="240" w:line="360" w:lineRule="auto"/>
      </w:pPr>
      <w:r>
        <w:t>HARTL, P. a H. HARTLOVÁ.</w:t>
      </w:r>
      <w:r w:rsidR="001210BC">
        <w:t xml:space="preserve"> </w:t>
      </w:r>
      <w:r w:rsidR="001210BC" w:rsidRPr="001210BC">
        <w:rPr>
          <w:i/>
        </w:rPr>
        <w:t>Psychologický slovník.</w:t>
      </w:r>
      <w:r w:rsidR="00E6295D" w:rsidRPr="004C67EF">
        <w:t xml:space="preserve"> </w:t>
      </w:r>
      <w:r w:rsidR="001210BC">
        <w:t>Praha:</w:t>
      </w:r>
      <w:r w:rsidR="004C1A3A" w:rsidRPr="004C67EF">
        <w:t xml:space="preserve"> Portál</w:t>
      </w:r>
      <w:r w:rsidR="001210BC">
        <w:t>,</w:t>
      </w:r>
      <w:r w:rsidR="004C1A3A" w:rsidRPr="004C67EF">
        <w:t xml:space="preserve"> 2009</w:t>
      </w:r>
    </w:p>
    <w:p w:rsidR="004C1A3A" w:rsidRPr="004C67EF" w:rsidRDefault="007D7158" w:rsidP="00623F17">
      <w:pPr>
        <w:spacing w:before="240" w:line="360" w:lineRule="auto"/>
      </w:pPr>
      <w:r>
        <w:t xml:space="preserve"> KOLEKTIV</w:t>
      </w:r>
      <w:r w:rsidR="004C1A3A" w:rsidRPr="004C67EF">
        <w:t>.</w:t>
      </w:r>
      <w:r w:rsidR="001210BC">
        <w:t xml:space="preserve"> </w:t>
      </w:r>
      <w:r w:rsidR="004C1A3A" w:rsidRPr="001210BC">
        <w:rPr>
          <w:i/>
        </w:rPr>
        <w:t xml:space="preserve">Občanský </w:t>
      </w:r>
      <w:r w:rsidR="001210BC" w:rsidRPr="001210BC">
        <w:rPr>
          <w:i/>
        </w:rPr>
        <w:t>a společenskovědní základ</w:t>
      </w:r>
      <w:r w:rsidR="001210BC">
        <w:t>. Brno:</w:t>
      </w:r>
      <w:r w:rsidR="004C1A3A" w:rsidRPr="004C67EF">
        <w:t xml:space="preserve"> </w:t>
      </w:r>
      <w:proofErr w:type="spellStart"/>
      <w:r w:rsidR="004C1A3A" w:rsidRPr="004C67EF">
        <w:t>Computer</w:t>
      </w:r>
      <w:proofErr w:type="spellEnd"/>
      <w:r w:rsidR="004C1A3A" w:rsidRPr="004C67EF">
        <w:t xml:space="preserve"> </w:t>
      </w:r>
      <w:proofErr w:type="spellStart"/>
      <w:r w:rsidR="004C1A3A" w:rsidRPr="004C67EF">
        <w:t>Press</w:t>
      </w:r>
      <w:proofErr w:type="spellEnd"/>
      <w:r w:rsidR="001210BC">
        <w:t>,</w:t>
      </w:r>
      <w:r w:rsidR="004C1A3A" w:rsidRPr="004C67EF">
        <w:t xml:space="preserve"> 2009 </w:t>
      </w:r>
    </w:p>
    <w:p w:rsidR="00623F17" w:rsidRPr="004C67EF" w:rsidRDefault="00623F17" w:rsidP="00623F17">
      <w:pPr>
        <w:spacing w:before="240" w:line="360" w:lineRule="auto"/>
      </w:pPr>
      <w:r w:rsidRPr="004C67EF">
        <w:rPr>
          <w:b/>
        </w:rPr>
        <w:t>Poznámka</w:t>
      </w:r>
      <w:r w:rsidR="004C1A3A" w:rsidRPr="004C67EF">
        <w:rPr>
          <w:b/>
        </w:rPr>
        <w:t>:</w:t>
      </w:r>
      <w:r w:rsidR="004C1A3A" w:rsidRPr="004C67EF">
        <w:t xml:space="preserve"> učivo bez problémů zvládnuto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10" w:rsidRDefault="00315610">
      <w:r>
        <w:separator/>
      </w:r>
    </w:p>
  </w:endnote>
  <w:endnote w:type="continuationSeparator" w:id="0">
    <w:p w:rsidR="00315610" w:rsidRDefault="0031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2F" w:rsidRDefault="004C3F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A37B30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3D3AFA">
      <w:rPr>
        <w:bCs/>
        <w:noProof/>
      </w:rPr>
      <w:t>Metodický list1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4C3F2F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2F" w:rsidRDefault="004C3F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10" w:rsidRDefault="00315610">
      <w:r>
        <w:separator/>
      </w:r>
    </w:p>
  </w:footnote>
  <w:footnote w:type="continuationSeparator" w:id="0">
    <w:p w:rsidR="00315610" w:rsidRDefault="00315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2F" w:rsidRDefault="004C3F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C3F2F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4C3F2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2F" w:rsidRDefault="004C3F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7453"/>
    <w:rsid w:val="0006734B"/>
    <w:rsid w:val="000844D9"/>
    <w:rsid w:val="000A48C9"/>
    <w:rsid w:val="000B2930"/>
    <w:rsid w:val="000C1FE7"/>
    <w:rsid w:val="000C3E7E"/>
    <w:rsid w:val="000E29CB"/>
    <w:rsid w:val="000F4CBE"/>
    <w:rsid w:val="0010546B"/>
    <w:rsid w:val="001210BC"/>
    <w:rsid w:val="00163029"/>
    <w:rsid w:val="001A1D53"/>
    <w:rsid w:val="001A6A4C"/>
    <w:rsid w:val="001F04B2"/>
    <w:rsid w:val="001F1A08"/>
    <w:rsid w:val="002207A8"/>
    <w:rsid w:val="002311E6"/>
    <w:rsid w:val="00232FB1"/>
    <w:rsid w:val="00246ECC"/>
    <w:rsid w:val="0028489E"/>
    <w:rsid w:val="00290C19"/>
    <w:rsid w:val="00297870"/>
    <w:rsid w:val="002A290B"/>
    <w:rsid w:val="002A5BAC"/>
    <w:rsid w:val="002F5139"/>
    <w:rsid w:val="002F6C0E"/>
    <w:rsid w:val="00315610"/>
    <w:rsid w:val="0033262C"/>
    <w:rsid w:val="0034544A"/>
    <w:rsid w:val="00353FD9"/>
    <w:rsid w:val="0036718C"/>
    <w:rsid w:val="003761B0"/>
    <w:rsid w:val="003835AF"/>
    <w:rsid w:val="00386FE8"/>
    <w:rsid w:val="00394D93"/>
    <w:rsid w:val="003A5AD6"/>
    <w:rsid w:val="003D3AFA"/>
    <w:rsid w:val="003E1304"/>
    <w:rsid w:val="003E4C3B"/>
    <w:rsid w:val="003E63C0"/>
    <w:rsid w:val="003F4DE8"/>
    <w:rsid w:val="0042348A"/>
    <w:rsid w:val="00427558"/>
    <w:rsid w:val="00434610"/>
    <w:rsid w:val="00445D3A"/>
    <w:rsid w:val="004621BF"/>
    <w:rsid w:val="0046688E"/>
    <w:rsid w:val="00471A18"/>
    <w:rsid w:val="00484E3A"/>
    <w:rsid w:val="00490F9C"/>
    <w:rsid w:val="00493EE7"/>
    <w:rsid w:val="004B39DC"/>
    <w:rsid w:val="004B5391"/>
    <w:rsid w:val="004C1A3A"/>
    <w:rsid w:val="004C3049"/>
    <w:rsid w:val="004C3F2F"/>
    <w:rsid w:val="004C67EF"/>
    <w:rsid w:val="00501C29"/>
    <w:rsid w:val="00512A86"/>
    <w:rsid w:val="00546A70"/>
    <w:rsid w:val="00574DD9"/>
    <w:rsid w:val="00592F82"/>
    <w:rsid w:val="005A62C1"/>
    <w:rsid w:val="005D030A"/>
    <w:rsid w:val="005D1DBA"/>
    <w:rsid w:val="006027CC"/>
    <w:rsid w:val="006203F8"/>
    <w:rsid w:val="00623F17"/>
    <w:rsid w:val="006A718D"/>
    <w:rsid w:val="006B2684"/>
    <w:rsid w:val="006C22E0"/>
    <w:rsid w:val="006E792F"/>
    <w:rsid w:val="00700E72"/>
    <w:rsid w:val="00745A98"/>
    <w:rsid w:val="007659FE"/>
    <w:rsid w:val="00771703"/>
    <w:rsid w:val="007C424F"/>
    <w:rsid w:val="007C52F1"/>
    <w:rsid w:val="007D7158"/>
    <w:rsid w:val="007F02F7"/>
    <w:rsid w:val="007F06C8"/>
    <w:rsid w:val="00801324"/>
    <w:rsid w:val="00812228"/>
    <w:rsid w:val="0082351D"/>
    <w:rsid w:val="00823D1E"/>
    <w:rsid w:val="00837E41"/>
    <w:rsid w:val="0084633D"/>
    <w:rsid w:val="008725F1"/>
    <w:rsid w:val="00877581"/>
    <w:rsid w:val="008B5602"/>
    <w:rsid w:val="008F1D94"/>
    <w:rsid w:val="009178A2"/>
    <w:rsid w:val="00930B79"/>
    <w:rsid w:val="00941D16"/>
    <w:rsid w:val="009817E3"/>
    <w:rsid w:val="00994829"/>
    <w:rsid w:val="009E736F"/>
    <w:rsid w:val="009F240C"/>
    <w:rsid w:val="009F6F13"/>
    <w:rsid w:val="00A32C1A"/>
    <w:rsid w:val="00A32F88"/>
    <w:rsid w:val="00A37B30"/>
    <w:rsid w:val="00A67905"/>
    <w:rsid w:val="00A739DB"/>
    <w:rsid w:val="00A92398"/>
    <w:rsid w:val="00AE0AB9"/>
    <w:rsid w:val="00AF4865"/>
    <w:rsid w:val="00B03303"/>
    <w:rsid w:val="00B11E31"/>
    <w:rsid w:val="00B121FF"/>
    <w:rsid w:val="00B22C6A"/>
    <w:rsid w:val="00B43D79"/>
    <w:rsid w:val="00B73B73"/>
    <w:rsid w:val="00B813B9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6295D"/>
    <w:rsid w:val="00E85A23"/>
    <w:rsid w:val="00E96239"/>
    <w:rsid w:val="00EB152F"/>
    <w:rsid w:val="00EB331B"/>
    <w:rsid w:val="00ED00A5"/>
    <w:rsid w:val="00ED145D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151</TotalTime>
  <Pages>1</Pages>
  <Words>168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35</cp:revision>
  <cp:lastPrinted>2012-11-22T10:56:00Z</cp:lastPrinted>
  <dcterms:created xsi:type="dcterms:W3CDTF">2012-09-30T18:31:00Z</dcterms:created>
  <dcterms:modified xsi:type="dcterms:W3CDTF">2014-06-09T12:57:00Z</dcterms:modified>
</cp:coreProperties>
</file>