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147C44" w:rsidRPr="006A0C31">
        <w:t>Druhy států podle formy vlády</w:t>
      </w:r>
      <w:bookmarkEnd w:id="0"/>
      <w:r w:rsidR="0036718C">
        <w:rPr>
          <w:b/>
        </w:rPr>
        <w:tab/>
      </w:r>
    </w:p>
    <w:p w:rsidR="009F6F13" w:rsidRPr="006A0C31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A96A8A" w:rsidRPr="00960262">
        <w:t xml:space="preserve">Mgr. </w:t>
      </w:r>
      <w:r w:rsidR="00147C44" w:rsidRPr="00960262">
        <w:t>Zdenka Ďuricová</w:t>
      </w:r>
      <w:bookmarkEnd w:id="1"/>
      <w:r w:rsidR="00147C44" w:rsidRPr="006A0C31">
        <w:t xml:space="preserve">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A96A8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A96A8A">
        <w:t>2_</w:t>
      </w:r>
      <w:r w:rsidR="00147C44">
        <w:t>Mat</w:t>
      </w:r>
      <w:r w:rsidR="00A96A8A">
        <w:t xml:space="preserve">eriály k výuce základů společenských </w:t>
      </w:r>
      <w:r w:rsidR="00147C44">
        <w:t>věd ve 2. a 3.</w:t>
      </w:r>
      <w:r w:rsidR="00C51496">
        <w:t xml:space="preserve"> </w:t>
      </w:r>
      <w:proofErr w:type="gramStart"/>
      <w:r w:rsidR="00147C44">
        <w:t>roč</w:t>
      </w:r>
      <w:r w:rsidR="00A96A8A">
        <w:t>níku</w:t>
      </w:r>
      <w:r w:rsidR="00147C44">
        <w:t xml:space="preserve"> </w:t>
      </w:r>
      <w:r w:rsidR="008F7010">
        <w:t xml:space="preserve">    </w:t>
      </w:r>
      <w:r w:rsidR="008725F1">
        <w:t>Č</w:t>
      </w:r>
      <w:r>
        <w:t>íslo</w:t>
      </w:r>
      <w:proofErr w:type="gramEnd"/>
      <w:r w:rsidR="008725F1">
        <w:t xml:space="preserve"> DUM</w:t>
      </w:r>
      <w:r>
        <w:t>:</w:t>
      </w:r>
      <w:r w:rsidR="00A96A8A">
        <w:t xml:space="preserve"> 05</w:t>
      </w:r>
    </w:p>
    <w:p w:rsidR="009F6F13" w:rsidRDefault="00592F82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Předmět:</w:t>
      </w:r>
      <w:r w:rsidR="00A96A8A">
        <w:t xml:space="preserve"> občanský a společenskovědní základ</w:t>
      </w:r>
      <w: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147C44">
        <w:t>23.11.2012</w:t>
      </w:r>
      <w:proofErr w:type="gramEnd"/>
      <w:r w:rsidR="00163029">
        <w:tab/>
      </w:r>
      <w:r>
        <w:t>Třída:</w:t>
      </w:r>
      <w:r w:rsidR="00163029">
        <w:tab/>
      </w:r>
      <w:r w:rsidR="00147C44">
        <w:t>2.B</w:t>
      </w:r>
      <w:r w:rsidR="00A96A8A">
        <w:t xml:space="preserve">       </w:t>
      </w:r>
      <w:r>
        <w:t>Ověřující učitel:</w:t>
      </w:r>
      <w:r w:rsidR="00A96A8A">
        <w:t xml:space="preserve"> Mgr. Zdenka Ďuricová </w:t>
      </w:r>
      <w:r w:rsidR="00147C44">
        <w:t xml:space="preserve"> </w:t>
      </w:r>
    </w:p>
    <w:p w:rsidR="00163029" w:rsidRPr="008F7010" w:rsidRDefault="005E29BC" w:rsidP="00163029">
      <w:pPr>
        <w:spacing w:before="240" w:line="360" w:lineRule="auto"/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147C44">
        <w:t xml:space="preserve"> </w:t>
      </w:r>
      <w:r w:rsidR="00147C44" w:rsidRPr="008F7010">
        <w:t>žák chápe podstatu demokracie a autokracie, zná jejich podstatné znaky a využívá mezipředmětových vztahů s dějepisem</w:t>
      </w:r>
    </w:p>
    <w:p w:rsidR="00484E3A" w:rsidRPr="008F7010" w:rsidRDefault="00484E3A" w:rsidP="00745A98">
      <w:pPr>
        <w:spacing w:before="240" w:line="360" w:lineRule="auto"/>
      </w:pPr>
      <w:r>
        <w:rPr>
          <w:b/>
        </w:rPr>
        <w:t>Klíčová slova:</w:t>
      </w:r>
      <w:r w:rsidR="00147C44">
        <w:rPr>
          <w:b/>
        </w:rPr>
        <w:t xml:space="preserve"> </w:t>
      </w:r>
      <w:r w:rsidR="00147C44" w:rsidRPr="008F7010">
        <w:t>demokracie, autokracie, plebiscit, referendum, plutokracie, diktatura, ostrakismus, aristokracie</w:t>
      </w:r>
    </w:p>
    <w:p w:rsidR="00F73128" w:rsidRPr="008F7010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47C44">
        <w:rPr>
          <w:b/>
        </w:rPr>
        <w:t xml:space="preserve"> </w:t>
      </w:r>
      <w:r w:rsidR="00147C44" w:rsidRPr="008F7010">
        <w:t>žák skládá z</w:t>
      </w:r>
      <w:r w:rsidR="008F7010" w:rsidRPr="008F7010">
        <w:t> </w:t>
      </w:r>
      <w:r w:rsidR="00147C44" w:rsidRPr="008F7010">
        <w:t>písmen</w:t>
      </w:r>
      <w:r w:rsidR="008F7010" w:rsidRPr="008F7010">
        <w:t xml:space="preserve"> slova, vysvětluje je, následně využívá znalostí z dějepisu, spojuje demokratickou a nedemokratickou formu vlády s významnými osobnostmi světových dějin a vše zasazuje do historického kontextu</w:t>
      </w:r>
    </w:p>
    <w:p w:rsidR="00745A98" w:rsidRDefault="00745A98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8F7010">
        <w:rPr>
          <w:b/>
        </w:rPr>
        <w:t xml:space="preserve"> </w:t>
      </w:r>
    </w:p>
    <w:p w:rsidR="008F7010" w:rsidRDefault="00960262" w:rsidP="009F6F13">
      <w:bookmarkStart w:id="2" w:name="Text9"/>
      <w:r>
        <w:t>KOLEKTIV.</w:t>
      </w:r>
      <w:r w:rsidR="008F7010">
        <w:t xml:space="preserve"> </w:t>
      </w:r>
      <w:r w:rsidR="008F7010" w:rsidRPr="00A96A8A">
        <w:rPr>
          <w:i/>
        </w:rPr>
        <w:t>Obč</w:t>
      </w:r>
      <w:r w:rsidR="00A96A8A" w:rsidRPr="00A96A8A">
        <w:rPr>
          <w:i/>
        </w:rPr>
        <w:t>anský a společenskovědní základ</w:t>
      </w:r>
      <w:r w:rsidR="00A96A8A">
        <w:t>. Brno:</w:t>
      </w:r>
      <w:r w:rsidR="008F7010">
        <w:t xml:space="preserve"> </w:t>
      </w:r>
      <w:proofErr w:type="spellStart"/>
      <w:r w:rsidR="008F7010">
        <w:t>Computer</w:t>
      </w:r>
      <w:proofErr w:type="spellEnd"/>
      <w:r w:rsidR="008F7010">
        <w:t xml:space="preserve"> </w:t>
      </w:r>
      <w:proofErr w:type="spellStart"/>
      <w:r w:rsidR="008F7010">
        <w:t>Press</w:t>
      </w:r>
      <w:proofErr w:type="spellEnd"/>
      <w:r w:rsidR="00A96A8A">
        <w:t>,</w:t>
      </w:r>
      <w:r w:rsidR="008F7010">
        <w:t xml:space="preserve"> 2009</w:t>
      </w:r>
    </w:p>
    <w:p w:rsidR="008F7010" w:rsidRDefault="008F7010" w:rsidP="009F6F13"/>
    <w:p w:rsidR="008F7010" w:rsidRDefault="00960262" w:rsidP="009F6F13">
      <w:r>
        <w:t>PARKAN</w:t>
      </w:r>
      <w:r w:rsidR="00A96A8A">
        <w:t xml:space="preserve">, F. </w:t>
      </w:r>
      <w:r w:rsidR="00A96A8A" w:rsidRPr="00A96A8A">
        <w:rPr>
          <w:i/>
        </w:rPr>
        <w:t>Společenské vědy</w:t>
      </w:r>
      <w:r w:rsidR="00A96A8A">
        <w:t>. Praha:</w:t>
      </w:r>
      <w:r w:rsidR="008F7010">
        <w:t xml:space="preserve"> Fortuna</w:t>
      </w:r>
      <w:r w:rsidR="00A96A8A">
        <w:t>,</w:t>
      </w:r>
      <w:r w:rsidR="008F7010">
        <w:t xml:space="preserve"> 2006</w:t>
      </w:r>
    </w:p>
    <w:p w:rsidR="008F7010" w:rsidRDefault="008F7010" w:rsidP="009F6F13"/>
    <w:p w:rsidR="008F7010" w:rsidRDefault="00960262" w:rsidP="009F6F13">
      <w:r>
        <w:t>ČORNEJ</w:t>
      </w:r>
      <w:r w:rsidR="00A96A8A">
        <w:t xml:space="preserve">, </w:t>
      </w:r>
      <w:proofErr w:type="gramStart"/>
      <w:r w:rsidR="00A96A8A">
        <w:t xml:space="preserve">P. </w:t>
      </w:r>
      <w:r w:rsidR="008F7010">
        <w:t xml:space="preserve"> </w:t>
      </w:r>
      <w:r w:rsidR="008F7010" w:rsidRPr="00A96A8A">
        <w:rPr>
          <w:i/>
        </w:rPr>
        <w:t>Dějep</w:t>
      </w:r>
      <w:r w:rsidR="00A96A8A" w:rsidRPr="00A96A8A">
        <w:rPr>
          <w:i/>
        </w:rPr>
        <w:t>is</w:t>
      </w:r>
      <w:proofErr w:type="gramEnd"/>
      <w:r w:rsidR="00A96A8A" w:rsidRPr="00A96A8A">
        <w:rPr>
          <w:i/>
        </w:rPr>
        <w:t xml:space="preserve"> pro gymnázia a střední školy I – IV</w:t>
      </w:r>
      <w:r w:rsidR="00A96A8A">
        <w:t>. Praha:</w:t>
      </w:r>
      <w:r w:rsidR="008F7010">
        <w:t xml:space="preserve"> SPN</w:t>
      </w:r>
      <w:r w:rsidR="00A96A8A">
        <w:t>,</w:t>
      </w:r>
      <w:r w:rsidR="008F7010">
        <w:t xml:space="preserve"> 2001</w:t>
      </w:r>
    </w:p>
    <w:p w:rsidR="008F7010" w:rsidRDefault="008F7010" w:rsidP="009F6F13">
      <w:r>
        <w:t xml:space="preserve">            </w:t>
      </w:r>
    </w:p>
    <w:p w:rsidR="00623F17" w:rsidRDefault="008F7010" w:rsidP="009F6F13">
      <w:r>
        <w:t>Obrázky použity z galerie obrázků Smart Notebook 11, Dějepis</w:t>
      </w:r>
      <w:bookmarkEnd w:id="2"/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961DD2">
        <w:rPr>
          <w:b/>
        </w:rPr>
        <w:t xml:space="preserve"> </w:t>
      </w:r>
      <w:r w:rsidR="00961DD2" w:rsidRPr="00961DD2">
        <w:t>žákům činil potíže historický kontext</w:t>
      </w:r>
      <w:r w:rsidR="00DB4882">
        <w:t xml:space="preserve">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86E" w:rsidRDefault="004F586E">
      <w:r>
        <w:separator/>
      </w:r>
    </w:p>
  </w:endnote>
  <w:endnote w:type="continuationSeparator" w:id="0">
    <w:p w:rsidR="004F586E" w:rsidRDefault="004F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BC" w:rsidRDefault="005E29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BC" w:rsidRDefault="005E29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86E" w:rsidRDefault="004F586E">
      <w:r>
        <w:separator/>
      </w:r>
    </w:p>
  </w:footnote>
  <w:footnote w:type="continuationSeparator" w:id="0">
    <w:p w:rsidR="004F586E" w:rsidRDefault="004F5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BC" w:rsidRDefault="005E29B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5E29BC">
      <w:rPr>
        <w:bCs/>
      </w:rPr>
      <w:t>34.</w:t>
    </w:r>
    <w:bookmarkStart w:id="3" w:name="_GoBack"/>
    <w:bookmarkEnd w:id="3"/>
    <w:r>
      <w:rPr>
        <w:bCs/>
      </w:rPr>
      <w:t>0325</w:t>
    </w:r>
  </w:p>
  <w:p w:rsidR="00484E3A" w:rsidRPr="00745A98" w:rsidRDefault="005E29B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BC" w:rsidRDefault="005E29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3534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47C44"/>
    <w:rsid w:val="00163029"/>
    <w:rsid w:val="001A6A4C"/>
    <w:rsid w:val="001D7E4F"/>
    <w:rsid w:val="001F1A08"/>
    <w:rsid w:val="00232FB1"/>
    <w:rsid w:val="002350DA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D11F1"/>
    <w:rsid w:val="003E4C3B"/>
    <w:rsid w:val="003E63C0"/>
    <w:rsid w:val="003F4DE8"/>
    <w:rsid w:val="0042348A"/>
    <w:rsid w:val="00431BCF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F586E"/>
    <w:rsid w:val="00501C29"/>
    <w:rsid w:val="00512A86"/>
    <w:rsid w:val="00546A70"/>
    <w:rsid w:val="00574DD9"/>
    <w:rsid w:val="00592F82"/>
    <w:rsid w:val="005A62C1"/>
    <w:rsid w:val="005D030A"/>
    <w:rsid w:val="005E29BC"/>
    <w:rsid w:val="006027CC"/>
    <w:rsid w:val="00605237"/>
    <w:rsid w:val="00623F17"/>
    <w:rsid w:val="006A0C31"/>
    <w:rsid w:val="006A718D"/>
    <w:rsid w:val="006E792F"/>
    <w:rsid w:val="00700E72"/>
    <w:rsid w:val="00744E6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8F7010"/>
    <w:rsid w:val="009178A2"/>
    <w:rsid w:val="00930B79"/>
    <w:rsid w:val="00960262"/>
    <w:rsid w:val="00961DD2"/>
    <w:rsid w:val="009E736F"/>
    <w:rsid w:val="009F240C"/>
    <w:rsid w:val="009F6720"/>
    <w:rsid w:val="009F6F13"/>
    <w:rsid w:val="00A32C1A"/>
    <w:rsid w:val="00A32F88"/>
    <w:rsid w:val="00A67905"/>
    <w:rsid w:val="00A739DB"/>
    <w:rsid w:val="00A92398"/>
    <w:rsid w:val="00A96A8A"/>
    <w:rsid w:val="00AE0AB9"/>
    <w:rsid w:val="00B03303"/>
    <w:rsid w:val="00B11E31"/>
    <w:rsid w:val="00B121FF"/>
    <w:rsid w:val="00B43D79"/>
    <w:rsid w:val="00B511B2"/>
    <w:rsid w:val="00B73B73"/>
    <w:rsid w:val="00BA4C26"/>
    <w:rsid w:val="00BC3C15"/>
    <w:rsid w:val="00C067D2"/>
    <w:rsid w:val="00C36394"/>
    <w:rsid w:val="00C43F4C"/>
    <w:rsid w:val="00C51496"/>
    <w:rsid w:val="00C61876"/>
    <w:rsid w:val="00C61B2E"/>
    <w:rsid w:val="00C841AF"/>
    <w:rsid w:val="00CB38DA"/>
    <w:rsid w:val="00CC59E8"/>
    <w:rsid w:val="00CF24A3"/>
    <w:rsid w:val="00D65D2B"/>
    <w:rsid w:val="00DB4882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8724A"/>
    <w:rsid w:val="00FA168B"/>
    <w:rsid w:val="00FB4531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98</TotalTime>
  <Pages>1</Pages>
  <Words>168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27</cp:revision>
  <cp:lastPrinted>2012-11-22T11:02:00Z</cp:lastPrinted>
  <dcterms:created xsi:type="dcterms:W3CDTF">2012-09-30T18:31:00Z</dcterms:created>
  <dcterms:modified xsi:type="dcterms:W3CDTF">2014-06-09T12:44:00Z</dcterms:modified>
</cp:coreProperties>
</file>