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CF38D7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bookmarkStart w:id="0" w:name="Text1"/>
      <w:r w:rsidR="006107C9" w:rsidRPr="00CF38D7">
        <w:t>Druhy států podle hlavy státu a územněsprávního členění</w:t>
      </w:r>
      <w:bookmarkEnd w:id="0"/>
    </w:p>
    <w:p w:rsidR="009F6F13" w:rsidRPr="00A32F88" w:rsidRDefault="009F6F13" w:rsidP="006107C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bookmarkStart w:id="1" w:name="Text2"/>
      <w:r w:rsidR="00AF3687" w:rsidRPr="00AF3687">
        <w:t xml:space="preserve">Mgr. </w:t>
      </w:r>
      <w:r w:rsidR="006107C9" w:rsidRPr="00AF3687">
        <w:t>Zdenka</w:t>
      </w:r>
      <w:r w:rsidR="006107C9" w:rsidRPr="00CE23FE">
        <w:t xml:space="preserve"> Ďuricová</w:t>
      </w:r>
      <w:bookmarkEnd w:id="1"/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AF3687">
        <w:t>: 2_</w:t>
      </w:r>
      <w:r w:rsidR="006107C9">
        <w:t>Materiály k výuce základů společen</w:t>
      </w:r>
      <w:r w:rsidR="00AF3687">
        <w:t>ských</w:t>
      </w:r>
      <w:r w:rsidR="006107C9">
        <w:t xml:space="preserve"> věd ve 2. a 3. </w:t>
      </w:r>
      <w:proofErr w:type="gramStart"/>
      <w:r w:rsidR="006107C9">
        <w:t xml:space="preserve">roč.  </w:t>
      </w:r>
      <w:r w:rsidR="00C06678">
        <w:t xml:space="preserve"> </w:t>
      </w:r>
      <w:r w:rsidR="008725F1">
        <w:t>Č</w:t>
      </w:r>
      <w:r>
        <w:t>íslo</w:t>
      </w:r>
      <w:proofErr w:type="gramEnd"/>
      <w:r w:rsidR="008725F1">
        <w:t xml:space="preserve"> DUM</w:t>
      </w:r>
      <w:r>
        <w:t>:</w:t>
      </w:r>
      <w:r w:rsidR="00A4044C">
        <w:t xml:space="preserve"> </w:t>
      </w:r>
      <w:r w:rsidR="006107C9">
        <w:t xml:space="preserve"> 03</w:t>
      </w:r>
      <w:r w:rsidR="00163029">
        <w:tab/>
      </w:r>
      <w:r w:rsidR="006107C9">
        <w:t xml:space="preserve">  </w:t>
      </w:r>
      <w:r w:rsidR="00592F82">
        <w:tab/>
      </w:r>
      <w:r w:rsidR="006107C9">
        <w:t xml:space="preserve">           </w:t>
      </w:r>
      <w:r w:rsidR="00C06678">
        <w:t xml:space="preserve">      </w:t>
      </w:r>
      <w:r w:rsidR="006107C9">
        <w:t xml:space="preserve">  </w:t>
      </w:r>
      <w:r w:rsidR="00592F82">
        <w:t>Předmět:</w:t>
      </w:r>
      <w:r w:rsidR="00AF3687">
        <w:t xml:space="preserve"> občanský a společenskovědní základ</w:t>
      </w:r>
      <w:r w:rsidR="00592F82">
        <w:tab/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6107C9">
        <w:t>16.11.2012</w:t>
      </w:r>
      <w:proofErr w:type="gramEnd"/>
      <w:r w:rsidR="00163029">
        <w:tab/>
      </w:r>
      <w:r>
        <w:t>Třída:</w:t>
      </w:r>
      <w:r w:rsidR="00163029">
        <w:tab/>
      </w:r>
      <w:r w:rsidR="006107C9">
        <w:t>2.B</w:t>
      </w:r>
      <w:r w:rsidR="00AF3687">
        <w:t xml:space="preserve">                </w:t>
      </w:r>
      <w:r>
        <w:t>Ověřující učitel:</w:t>
      </w:r>
      <w:r w:rsidR="00AF3687">
        <w:t xml:space="preserve"> Mgr. Zdenka Ďuricová</w:t>
      </w:r>
      <w:r w:rsidR="006107C9">
        <w:t xml:space="preserve"> </w:t>
      </w:r>
    </w:p>
    <w:p w:rsidR="00163029" w:rsidRPr="00501C29" w:rsidRDefault="0085554F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6107C9">
        <w:t xml:space="preserve"> na základě charakteristik má žák prokázat orientaci v dosud existujících i již zaniklých</w:t>
      </w:r>
      <w:r w:rsidR="00A4044C">
        <w:t xml:space="preserve"> typech států</w:t>
      </w:r>
    </w:p>
    <w:p w:rsidR="00484E3A" w:rsidRPr="00F76188" w:rsidRDefault="00484E3A" w:rsidP="00745A98">
      <w:pPr>
        <w:spacing w:before="240" w:line="360" w:lineRule="auto"/>
      </w:pPr>
      <w:r>
        <w:rPr>
          <w:b/>
        </w:rPr>
        <w:t>Klíčová slova:</w:t>
      </w:r>
      <w:r w:rsidR="00A4044C">
        <w:rPr>
          <w:b/>
        </w:rPr>
        <w:t xml:space="preserve"> </w:t>
      </w:r>
      <w:r w:rsidR="00A4044C" w:rsidRPr="00F76188">
        <w:t>personální unie, unitární stát, konfederace, federace, teokracie, absolutní, stavovská, konstituční (parlamentní) monarchie, prezidentská, parlamentní a smíšená (</w:t>
      </w:r>
      <w:proofErr w:type="spellStart"/>
      <w:r w:rsidR="00A4044C" w:rsidRPr="00F76188">
        <w:t>semiprezidentská</w:t>
      </w:r>
      <w:proofErr w:type="spellEnd"/>
      <w:r w:rsidR="00A4044C" w:rsidRPr="00F76188">
        <w:t>) republika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A4044C">
        <w:rPr>
          <w:b/>
        </w:rPr>
        <w:t xml:space="preserve"> </w:t>
      </w:r>
      <w:r w:rsidR="00A4044C" w:rsidRPr="00F76188">
        <w:t>analýza typů států podle složení vládních orgánů, územní organizace a praktická aplikace na konkrétní státy v minulosti i současnosti</w:t>
      </w:r>
    </w:p>
    <w:p w:rsidR="00871979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A4044C" w:rsidRPr="00F76188" w:rsidRDefault="00204D57" w:rsidP="00623F17">
      <w:pPr>
        <w:spacing w:before="240" w:line="360" w:lineRule="auto"/>
      </w:pPr>
      <w:r>
        <w:t>KOLEKTIV.</w:t>
      </w:r>
      <w:r w:rsidR="00A4044C" w:rsidRPr="00F76188">
        <w:t xml:space="preserve"> </w:t>
      </w:r>
      <w:r w:rsidR="00A4044C" w:rsidRPr="00AF3687">
        <w:rPr>
          <w:i/>
        </w:rPr>
        <w:t>Občanský a společenskovědní základ</w:t>
      </w:r>
      <w:r w:rsidR="00AF3687">
        <w:t>. Brno:</w:t>
      </w:r>
      <w:r w:rsidR="00A4044C" w:rsidRPr="00F76188">
        <w:t xml:space="preserve"> </w:t>
      </w:r>
      <w:proofErr w:type="spellStart"/>
      <w:r w:rsidR="00871979" w:rsidRPr="00F76188">
        <w:t>Computer</w:t>
      </w:r>
      <w:proofErr w:type="spellEnd"/>
      <w:r w:rsidR="00871979" w:rsidRPr="00F76188">
        <w:t xml:space="preserve"> </w:t>
      </w:r>
      <w:proofErr w:type="spellStart"/>
      <w:r w:rsidR="00871979" w:rsidRPr="00F76188">
        <w:t>Press</w:t>
      </w:r>
      <w:proofErr w:type="spellEnd"/>
      <w:r w:rsidR="00AF3687">
        <w:t>,</w:t>
      </w:r>
      <w:r w:rsidR="00871979" w:rsidRPr="00F76188">
        <w:t xml:space="preserve"> 2009</w:t>
      </w:r>
    </w:p>
    <w:p w:rsidR="00871979" w:rsidRPr="00F76188" w:rsidRDefault="00871979" w:rsidP="00623F17">
      <w:pPr>
        <w:spacing w:before="240" w:line="360" w:lineRule="auto"/>
      </w:pPr>
      <w:r w:rsidRPr="00F76188">
        <w:t>Křížkovský,</w:t>
      </w:r>
      <w:r w:rsidR="00C06678" w:rsidRPr="00F76188">
        <w:t xml:space="preserve"> L</w:t>
      </w:r>
      <w:r w:rsidRPr="00F76188">
        <w:t xml:space="preserve">., </w:t>
      </w:r>
      <w:proofErr w:type="gramStart"/>
      <w:r w:rsidRPr="00F76188">
        <w:t>Adamová,</w:t>
      </w:r>
      <w:r w:rsidR="00C06678" w:rsidRPr="00F76188">
        <w:t xml:space="preserve"> K</w:t>
      </w:r>
      <w:r w:rsidR="00AF3687">
        <w:t xml:space="preserve"> . </w:t>
      </w:r>
      <w:r w:rsidR="00AF3687" w:rsidRPr="00AF3687">
        <w:rPr>
          <w:i/>
        </w:rPr>
        <w:t>Základy</w:t>
      </w:r>
      <w:proofErr w:type="gramEnd"/>
      <w:r w:rsidR="00AF3687" w:rsidRPr="00AF3687">
        <w:rPr>
          <w:i/>
        </w:rPr>
        <w:t xml:space="preserve"> politologie.</w:t>
      </w:r>
      <w:r w:rsidR="00AF3687">
        <w:t xml:space="preserve"> Praha:</w:t>
      </w:r>
      <w:r w:rsidR="00C06678" w:rsidRPr="00F76188">
        <w:t xml:space="preserve"> Svoboda</w:t>
      </w:r>
      <w:r w:rsidR="00AF3687">
        <w:t>,</w:t>
      </w:r>
      <w:r w:rsidR="00C06678" w:rsidRPr="00F76188">
        <w:t xml:space="preserve"> 1993</w:t>
      </w:r>
    </w:p>
    <w:p w:rsidR="00871979" w:rsidRPr="00F76188" w:rsidRDefault="00871979" w:rsidP="00623F17">
      <w:pPr>
        <w:spacing w:before="240" w:line="360" w:lineRule="auto"/>
      </w:pPr>
      <w:r w:rsidRPr="00F76188">
        <w:t>Park</w:t>
      </w:r>
      <w:r w:rsidR="00AF3687">
        <w:t xml:space="preserve">an, F. </w:t>
      </w:r>
      <w:r w:rsidR="00AF3687" w:rsidRPr="00AF3687">
        <w:rPr>
          <w:i/>
        </w:rPr>
        <w:t>Společenské vědy.</w:t>
      </w:r>
      <w:r w:rsidR="00AF3687">
        <w:t xml:space="preserve"> Praha:</w:t>
      </w:r>
      <w:r w:rsidRPr="00F76188">
        <w:t xml:space="preserve"> Fortuna</w:t>
      </w:r>
      <w:r w:rsidR="00AF3687">
        <w:t>,</w:t>
      </w:r>
      <w:r w:rsidRPr="00F76188">
        <w:t xml:space="preserve"> 2006</w:t>
      </w:r>
    </w:p>
    <w:p w:rsidR="00871979" w:rsidRPr="00F76188" w:rsidRDefault="00871979" w:rsidP="00623F17">
      <w:pPr>
        <w:spacing w:before="240" w:line="360" w:lineRule="auto"/>
      </w:pPr>
      <w:r>
        <w:rPr>
          <w:b/>
        </w:rPr>
        <w:t xml:space="preserve">Poznámka: </w:t>
      </w:r>
      <w:r w:rsidRPr="00AF3687">
        <w:t>teoretické poznatky</w:t>
      </w:r>
      <w:r w:rsidRPr="00F76188">
        <w:t xml:space="preserve"> zvládnuty bez problémů, potíže činila praktická aplikace</w:t>
      </w:r>
    </w:p>
    <w:p w:rsidR="00871979" w:rsidRPr="00F76188" w:rsidRDefault="00A4044C" w:rsidP="00871979">
      <w:pPr>
        <w:spacing w:before="240" w:line="360" w:lineRule="auto"/>
      </w:pPr>
      <w:r w:rsidRPr="00F76188">
        <w:t xml:space="preserve">                                                 </w:t>
      </w:r>
      <w:r w:rsidR="00871979" w:rsidRPr="00F76188">
        <w:t xml:space="preserve">  </w:t>
      </w:r>
    </w:p>
    <w:p w:rsidR="00623F17" w:rsidRPr="00EB331B" w:rsidRDefault="00A4044C" w:rsidP="00623F17">
      <w:pPr>
        <w:spacing w:before="240" w:line="360" w:lineRule="auto"/>
        <w:rPr>
          <w:b/>
        </w:rPr>
      </w:pPr>
      <w:r>
        <w:rPr>
          <w:b/>
        </w:rPr>
        <w:t xml:space="preserve">                                                                                              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87E" w:rsidRDefault="0066387E">
      <w:r>
        <w:separator/>
      </w:r>
    </w:p>
  </w:endnote>
  <w:endnote w:type="continuationSeparator" w:id="0">
    <w:p w:rsidR="0066387E" w:rsidRDefault="00663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54F" w:rsidRDefault="0085554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54F" w:rsidRDefault="0085554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87E" w:rsidRDefault="0066387E">
      <w:r>
        <w:separator/>
      </w:r>
    </w:p>
  </w:footnote>
  <w:footnote w:type="continuationSeparator" w:id="0">
    <w:p w:rsidR="0066387E" w:rsidRDefault="00663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54F" w:rsidRDefault="0085554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85554F">
      <w:rPr>
        <w:bCs/>
      </w:rPr>
      <w:t>34.</w:t>
    </w:r>
    <w:bookmarkStart w:id="2" w:name="_GoBack"/>
    <w:bookmarkEnd w:id="2"/>
    <w:r>
      <w:rPr>
        <w:bCs/>
      </w:rPr>
      <w:t>0325</w:t>
    </w:r>
  </w:p>
  <w:p w:rsidR="00484E3A" w:rsidRPr="00745A98" w:rsidRDefault="0085554F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54F" w:rsidRDefault="0085554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A6A4C"/>
    <w:rsid w:val="001C3F87"/>
    <w:rsid w:val="001F1A08"/>
    <w:rsid w:val="00204D57"/>
    <w:rsid w:val="00232FB1"/>
    <w:rsid w:val="0028489E"/>
    <w:rsid w:val="00290C19"/>
    <w:rsid w:val="00297870"/>
    <w:rsid w:val="002A290B"/>
    <w:rsid w:val="002A5BAC"/>
    <w:rsid w:val="002F4DAB"/>
    <w:rsid w:val="0033262C"/>
    <w:rsid w:val="0034544A"/>
    <w:rsid w:val="00353FD9"/>
    <w:rsid w:val="0035622F"/>
    <w:rsid w:val="0036718C"/>
    <w:rsid w:val="003761B0"/>
    <w:rsid w:val="003835AF"/>
    <w:rsid w:val="00394D93"/>
    <w:rsid w:val="003A5AD6"/>
    <w:rsid w:val="003C52B6"/>
    <w:rsid w:val="003C792B"/>
    <w:rsid w:val="003E4C3B"/>
    <w:rsid w:val="003E63C0"/>
    <w:rsid w:val="003F4DE8"/>
    <w:rsid w:val="0042348A"/>
    <w:rsid w:val="00434610"/>
    <w:rsid w:val="00444985"/>
    <w:rsid w:val="00445D3A"/>
    <w:rsid w:val="004621BF"/>
    <w:rsid w:val="0046688E"/>
    <w:rsid w:val="00471A18"/>
    <w:rsid w:val="00475779"/>
    <w:rsid w:val="00484B50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D030A"/>
    <w:rsid w:val="006027CC"/>
    <w:rsid w:val="006107C9"/>
    <w:rsid w:val="00623F17"/>
    <w:rsid w:val="0066387E"/>
    <w:rsid w:val="006A718D"/>
    <w:rsid w:val="006B7A2C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31F70"/>
    <w:rsid w:val="0085554F"/>
    <w:rsid w:val="00871979"/>
    <w:rsid w:val="008725F1"/>
    <w:rsid w:val="008B5602"/>
    <w:rsid w:val="008E3888"/>
    <w:rsid w:val="008F1D94"/>
    <w:rsid w:val="009178A2"/>
    <w:rsid w:val="00930B79"/>
    <w:rsid w:val="009D226E"/>
    <w:rsid w:val="009E736F"/>
    <w:rsid w:val="009F240C"/>
    <w:rsid w:val="009F6F13"/>
    <w:rsid w:val="00A32C1A"/>
    <w:rsid w:val="00A32F88"/>
    <w:rsid w:val="00A4044C"/>
    <w:rsid w:val="00A67905"/>
    <w:rsid w:val="00A739DB"/>
    <w:rsid w:val="00A92398"/>
    <w:rsid w:val="00AE0AB9"/>
    <w:rsid w:val="00AF3687"/>
    <w:rsid w:val="00B03303"/>
    <w:rsid w:val="00B11E31"/>
    <w:rsid w:val="00B121FF"/>
    <w:rsid w:val="00B43D79"/>
    <w:rsid w:val="00B73B73"/>
    <w:rsid w:val="00BA4C26"/>
    <w:rsid w:val="00BC3C15"/>
    <w:rsid w:val="00C06678"/>
    <w:rsid w:val="00C067D2"/>
    <w:rsid w:val="00C36394"/>
    <w:rsid w:val="00C43F4C"/>
    <w:rsid w:val="00C61876"/>
    <w:rsid w:val="00C61B2E"/>
    <w:rsid w:val="00C841AF"/>
    <w:rsid w:val="00CB38DA"/>
    <w:rsid w:val="00CC59E8"/>
    <w:rsid w:val="00CE23FE"/>
    <w:rsid w:val="00CF24A3"/>
    <w:rsid w:val="00CF38D7"/>
    <w:rsid w:val="00D65D2B"/>
    <w:rsid w:val="00DB726E"/>
    <w:rsid w:val="00E12C07"/>
    <w:rsid w:val="00E13954"/>
    <w:rsid w:val="00E85A23"/>
    <w:rsid w:val="00E96239"/>
    <w:rsid w:val="00EB152F"/>
    <w:rsid w:val="00EB331B"/>
    <w:rsid w:val="00EC24F2"/>
    <w:rsid w:val="00ED00A5"/>
    <w:rsid w:val="00EE037D"/>
    <w:rsid w:val="00EF7937"/>
    <w:rsid w:val="00F16660"/>
    <w:rsid w:val="00F21BB5"/>
    <w:rsid w:val="00F456CA"/>
    <w:rsid w:val="00F73128"/>
    <w:rsid w:val="00F76188"/>
    <w:rsid w:val="00FA168B"/>
    <w:rsid w:val="00FC1004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117</TotalTime>
  <Pages>1</Pages>
  <Words>160</Words>
  <Characters>1297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28</cp:revision>
  <cp:lastPrinted>2012-11-22T11:01:00Z</cp:lastPrinted>
  <dcterms:created xsi:type="dcterms:W3CDTF">2012-09-30T18:31:00Z</dcterms:created>
  <dcterms:modified xsi:type="dcterms:W3CDTF">2014-06-09T12:42:00Z</dcterms:modified>
</cp:coreProperties>
</file>