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E50225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C46D1B" w:rsidRPr="00562C4F">
        <w:rPr>
          <w:b/>
        </w:rPr>
        <w:t xml:space="preserve"> </w:t>
      </w:r>
      <w:bookmarkEnd w:id="0"/>
      <w:r w:rsidR="002117AE">
        <w:rPr>
          <w:b/>
        </w:rPr>
        <w:t xml:space="preserve">Osobnost </w:t>
      </w:r>
      <w:proofErr w:type="spellStart"/>
      <w:r w:rsidR="002117AE">
        <w:rPr>
          <w:b/>
        </w:rPr>
        <w:t>seberegulační</w:t>
      </w:r>
      <w:proofErr w:type="spellEnd"/>
      <w:r w:rsidR="002117AE">
        <w:rPr>
          <w:b/>
        </w:rPr>
        <w:t>, výkonové a aktivačně-motivační vlastnosti</w:t>
      </w:r>
    </w:p>
    <w:p w:rsidR="00CF24D2" w:rsidRDefault="009F6F13" w:rsidP="00CF24D2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C46D1B" w:rsidRPr="00BA531D">
        <w:t xml:space="preserve"> </w:t>
      </w:r>
      <w:r w:rsidR="00E50225">
        <w:t xml:space="preserve"> </w:t>
      </w:r>
      <w:r w:rsidR="00E50225" w:rsidRPr="00395563">
        <w:rPr>
          <w:b/>
        </w:rPr>
        <w:t>Mgr.</w:t>
      </w:r>
      <w:r w:rsidR="009872B0" w:rsidRPr="00395563">
        <w:rPr>
          <w:b/>
        </w:rPr>
        <w:t xml:space="preserve"> </w:t>
      </w:r>
      <w:r w:rsidR="00C46D1B" w:rsidRPr="00395563">
        <w:rPr>
          <w:b/>
        </w:rPr>
        <w:t>Zdenka Ďuricová</w:t>
      </w:r>
      <w:bookmarkEnd w:id="1"/>
    </w:p>
    <w:p w:rsidR="009F6F13" w:rsidRPr="00A32F88" w:rsidRDefault="009F6F13" w:rsidP="00CF24D2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E50225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C46D1B">
        <w:t>1</w:t>
      </w:r>
      <w:r w:rsidR="00E50225">
        <w:t>_</w:t>
      </w:r>
      <w:r w:rsidR="00C46D1B">
        <w:t xml:space="preserve"> Materiály k výuce základů společenských věd v 1. roč</w:t>
      </w:r>
      <w:r w:rsidR="001B0004">
        <w:t>níku</w:t>
      </w:r>
      <w:r w:rsidR="00C46D1B">
        <w:t xml:space="preserve">   </w:t>
      </w:r>
    </w:p>
    <w:p w:rsidR="009F6F13" w:rsidRDefault="008725F1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Č</w:t>
      </w:r>
      <w:r w:rsidR="009F6F13">
        <w:t>íslo</w:t>
      </w:r>
      <w:r>
        <w:t xml:space="preserve"> DUM</w:t>
      </w:r>
      <w:r w:rsidR="009F6F13">
        <w:t>:</w:t>
      </w:r>
      <w:r w:rsidR="00F420F2">
        <w:t xml:space="preserve"> </w:t>
      </w:r>
      <w:proofErr w:type="gramStart"/>
      <w:r w:rsidR="00F420F2">
        <w:t>09</w:t>
      </w:r>
      <w:r w:rsidR="00E50225">
        <w:t xml:space="preserve">    </w:t>
      </w:r>
      <w:r w:rsidR="00C46D1B">
        <w:t xml:space="preserve">      </w:t>
      </w:r>
      <w:r w:rsidR="00E50225">
        <w:t>Předmět</w:t>
      </w:r>
      <w:proofErr w:type="gramEnd"/>
      <w:r w:rsidR="00E50225">
        <w:t>: občanský a společenskovědní základ</w:t>
      </w:r>
      <w:r w:rsidR="00592F82">
        <w:tab/>
      </w:r>
      <w:r w:rsidR="00C46D1B">
        <w:t xml:space="preserve">                   </w:t>
      </w:r>
      <w:r w:rsidR="00592F82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2117AE">
        <w:t>2</w:t>
      </w:r>
      <w:r w:rsidR="00270766">
        <w:t>1</w:t>
      </w:r>
      <w:r w:rsidR="002117AE">
        <w:t>.2.2</w:t>
      </w:r>
      <w:r w:rsidR="009872B0">
        <w:t>013</w:t>
      </w:r>
      <w:r w:rsidR="00163029">
        <w:tab/>
      </w:r>
      <w:r>
        <w:t>Třída:</w:t>
      </w:r>
      <w:r w:rsidR="00163029">
        <w:tab/>
      </w:r>
      <w:r w:rsidR="00C46D1B">
        <w:t>1.B</w:t>
      </w:r>
      <w:r>
        <w:tab/>
        <w:t>Ověřující učitel:</w:t>
      </w:r>
      <w:r w:rsidR="00C46D1B">
        <w:t xml:space="preserve"> </w:t>
      </w:r>
      <w:r w:rsidR="00E50225">
        <w:t xml:space="preserve"> Mgr. Z. </w:t>
      </w:r>
      <w:r w:rsidR="00C46D1B">
        <w:t>Ďuricová</w:t>
      </w:r>
    </w:p>
    <w:p w:rsidR="00163029" w:rsidRPr="00501C29" w:rsidRDefault="003C3BE4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F0EDC">
        <w:t xml:space="preserve"> </w:t>
      </w:r>
      <w:r w:rsidR="00E50225">
        <w:t xml:space="preserve">žák </w:t>
      </w:r>
      <w:r w:rsidR="002117AE">
        <w:t>se zamyslí nad tím, zda je sebevědomou bytostí, jaké jsou možnosti jeho dalšího vzdělávání a jeho potřeby, nad vztahem mezi nižšími a vyššími potřebami</w:t>
      </w:r>
    </w:p>
    <w:p w:rsidR="00CF24D2" w:rsidRDefault="00484E3A" w:rsidP="00886530">
      <w:pPr>
        <w:spacing w:before="240" w:line="360" w:lineRule="auto"/>
      </w:pPr>
      <w:r>
        <w:rPr>
          <w:b/>
        </w:rPr>
        <w:t>Klíčová slova:</w:t>
      </w:r>
      <w:r w:rsidR="00C46D1B">
        <w:rPr>
          <w:b/>
        </w:rPr>
        <w:t xml:space="preserve"> </w:t>
      </w:r>
      <w:r w:rsidR="00E50225" w:rsidRPr="00E50225">
        <w:t xml:space="preserve">osobnost, </w:t>
      </w:r>
      <w:proofErr w:type="spellStart"/>
      <w:r w:rsidR="00402F1E">
        <w:t>seberegulační</w:t>
      </w:r>
      <w:proofErr w:type="spellEnd"/>
      <w:r w:rsidR="00402F1E">
        <w:t xml:space="preserve"> vlastnosti,</w:t>
      </w:r>
      <w:r w:rsidR="00E50225" w:rsidRPr="00E50225">
        <w:t xml:space="preserve"> motivace, schopnosti, </w:t>
      </w:r>
      <w:r w:rsidR="00402F1E">
        <w:t>v</w:t>
      </w:r>
      <w:r w:rsidR="00E50225" w:rsidRPr="00E50225">
        <w:t xml:space="preserve">ýkonové vlastnosti, inteligence, </w:t>
      </w:r>
      <w:r w:rsidR="00402F1E">
        <w:t>inteligenční kvocient, mentální retardace, pásma inteligence,</w:t>
      </w:r>
      <w:r w:rsidR="00E50225" w:rsidRPr="00E50225">
        <w:t xml:space="preserve"> potřeby</w:t>
      </w:r>
      <w:r w:rsidR="00402F1E">
        <w:t xml:space="preserve"> nižší, </w:t>
      </w:r>
      <w:proofErr w:type="gramStart"/>
      <w:r w:rsidR="00402F1E">
        <w:t>vyšší,  kognitivní</w:t>
      </w:r>
      <w:proofErr w:type="gramEnd"/>
      <w:r w:rsidR="00402F1E">
        <w:t xml:space="preserve">, seberealizace, A. H. </w:t>
      </w:r>
      <w:proofErr w:type="spellStart"/>
      <w:r w:rsidR="00402F1E">
        <w:t>Maslow</w:t>
      </w:r>
      <w:proofErr w:type="spellEnd"/>
      <w:r w:rsidR="00E50225" w:rsidRPr="00E50225">
        <w:t xml:space="preserve"> </w:t>
      </w:r>
    </w:p>
    <w:p w:rsidR="00B96CE4" w:rsidRDefault="00501C29" w:rsidP="00886530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907AE3">
        <w:rPr>
          <w:b/>
        </w:rPr>
        <w:t xml:space="preserve"> </w:t>
      </w:r>
      <w:r w:rsidR="00907AE3" w:rsidRPr="00BA531D">
        <w:t xml:space="preserve">žák </w:t>
      </w:r>
      <w:r w:rsidR="00B96CE4">
        <w:t>sestaví</w:t>
      </w:r>
      <w:r w:rsidR="009617EF">
        <w:t xml:space="preserve"> na základě zadaných otázek charakteristiku zdravě sebevědomého člověka, pokud zdravé sebevědomí nemá, zamyslí se nad svým potenciálem</w:t>
      </w:r>
      <w:r w:rsidR="00B96CE4">
        <w:t xml:space="preserve"> zdravého sebevědomí dosáhnout. Zopakuje si celosvětově užívanou kategorizaci pásem inteligence a rámcové předpoklady pro vzdělání. Vytvoří pyramidu potřeb podle </w:t>
      </w:r>
      <w:proofErr w:type="spellStart"/>
      <w:r w:rsidR="00B96CE4">
        <w:t>Maslowa</w:t>
      </w:r>
      <w:proofErr w:type="spellEnd"/>
      <w:r w:rsidR="00B96CE4">
        <w:t xml:space="preserve"> a uvede příklady jednotlivých potřeb.</w:t>
      </w:r>
    </w:p>
    <w:p w:rsidR="00CF24D2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CF24D2" w:rsidRDefault="00CF24D2" w:rsidP="00623F17">
      <w:pPr>
        <w:spacing w:before="240" w:line="360" w:lineRule="auto"/>
      </w:pPr>
      <w:r>
        <w:rPr>
          <w:b/>
        </w:rPr>
        <w:t xml:space="preserve"> </w:t>
      </w:r>
      <w:r w:rsidR="001341E4" w:rsidRPr="001341E4">
        <w:t>Hart</w:t>
      </w:r>
      <w:r w:rsidR="001341E4">
        <w:t>l</w:t>
      </w:r>
      <w:r w:rsidR="001341E4" w:rsidRPr="001341E4">
        <w:t xml:space="preserve">, P., Hartlová, H. </w:t>
      </w:r>
      <w:r w:rsidR="001341E4" w:rsidRPr="001341E4">
        <w:rPr>
          <w:i/>
        </w:rPr>
        <w:t>Psychologický slovník.</w:t>
      </w:r>
      <w:r w:rsidR="001341E4" w:rsidRPr="001341E4">
        <w:t xml:space="preserve"> Praha: Portál, 2002</w:t>
      </w:r>
    </w:p>
    <w:p w:rsidR="00873109" w:rsidRPr="00CF24D2" w:rsidRDefault="00873109" w:rsidP="00623F17">
      <w:pPr>
        <w:spacing w:before="240" w:line="360" w:lineRule="auto"/>
        <w:rPr>
          <w:b/>
        </w:rPr>
      </w:pPr>
      <w:r>
        <w:t xml:space="preserve">Holeček, V., </w:t>
      </w:r>
      <w:proofErr w:type="spellStart"/>
      <w:r>
        <w:t>Miňhová</w:t>
      </w:r>
      <w:proofErr w:type="spellEnd"/>
      <w:r>
        <w:t xml:space="preserve">, J., </w:t>
      </w:r>
      <w:proofErr w:type="spellStart"/>
      <w:r>
        <w:t>Prunner</w:t>
      </w:r>
      <w:proofErr w:type="spellEnd"/>
      <w:r>
        <w:t xml:space="preserve">, P. </w:t>
      </w:r>
      <w:r w:rsidRPr="00CF24D2">
        <w:rPr>
          <w:i/>
        </w:rPr>
        <w:t>Psychologie pro právníky.</w:t>
      </w:r>
      <w:r>
        <w:t xml:space="preserve"> Plzeň: Nakladatelství a </w:t>
      </w:r>
      <w:proofErr w:type="gramStart"/>
      <w:r>
        <w:t>vydavatelství  Aleš</w:t>
      </w:r>
      <w:proofErr w:type="gramEnd"/>
      <w:r>
        <w:t xml:space="preserve"> Čeněk,</w:t>
      </w:r>
      <w:r w:rsidR="00CF24D2">
        <w:t xml:space="preserve"> </w:t>
      </w:r>
      <w:r>
        <w:t>2007</w:t>
      </w:r>
      <w:r w:rsidR="00CF24D2">
        <w:t xml:space="preserve">                                                                                              </w:t>
      </w:r>
      <w:r w:rsidR="00F85819">
        <w:rPr>
          <w:b/>
        </w:rPr>
        <w:t xml:space="preserve">Poznámka: </w:t>
      </w:r>
      <w:r w:rsidR="00F85819" w:rsidRPr="00F85819">
        <w:t>časový limit na zvládnutí DUM – 45 min</w:t>
      </w:r>
      <w:r w:rsidR="00F85819">
        <w:t>.</w:t>
      </w:r>
    </w:p>
    <w:sectPr w:rsidR="00873109" w:rsidRPr="00CF24D2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265" w:rsidRDefault="00293265">
      <w:r>
        <w:separator/>
      </w:r>
    </w:p>
  </w:endnote>
  <w:endnote w:type="continuationSeparator" w:id="0">
    <w:p w:rsidR="00293265" w:rsidRDefault="00293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E4" w:rsidRDefault="003C3B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E4" w:rsidRDefault="003C3BE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E4" w:rsidRDefault="003C3B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265" w:rsidRDefault="00293265">
      <w:r>
        <w:separator/>
      </w:r>
    </w:p>
  </w:footnote>
  <w:footnote w:type="continuationSeparator" w:id="0">
    <w:p w:rsidR="00293265" w:rsidRDefault="00293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E4" w:rsidRDefault="003C3BE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3C3BE4">
      <w:rPr>
        <w:bCs/>
      </w:rPr>
      <w:t>34.</w:t>
    </w:r>
    <w:bookmarkStart w:id="2" w:name="_GoBack"/>
    <w:bookmarkEnd w:id="2"/>
    <w:r>
      <w:rPr>
        <w:bCs/>
      </w:rPr>
      <w:t>0325</w:t>
    </w:r>
  </w:p>
  <w:p w:rsidR="00484E3A" w:rsidRPr="00745A98" w:rsidRDefault="003C3BE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E4" w:rsidRDefault="003C3BE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B5D31"/>
    <w:rsid w:val="000B7D2B"/>
    <w:rsid w:val="000C1FE7"/>
    <w:rsid w:val="000C3E7E"/>
    <w:rsid w:val="000E29CB"/>
    <w:rsid w:val="0010546B"/>
    <w:rsid w:val="001341E4"/>
    <w:rsid w:val="00140C70"/>
    <w:rsid w:val="00160CA6"/>
    <w:rsid w:val="00163029"/>
    <w:rsid w:val="001A6A4C"/>
    <w:rsid w:val="001B0004"/>
    <w:rsid w:val="001F1A08"/>
    <w:rsid w:val="002117AE"/>
    <w:rsid w:val="00232FB1"/>
    <w:rsid w:val="0026317E"/>
    <w:rsid w:val="00270766"/>
    <w:rsid w:val="0028489E"/>
    <w:rsid w:val="00290C19"/>
    <w:rsid w:val="00293265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95563"/>
    <w:rsid w:val="003A5AD6"/>
    <w:rsid w:val="003C3BE4"/>
    <w:rsid w:val="003E4C3B"/>
    <w:rsid w:val="003E63C0"/>
    <w:rsid w:val="003F4DE8"/>
    <w:rsid w:val="00402F1E"/>
    <w:rsid w:val="0042348A"/>
    <w:rsid w:val="00434610"/>
    <w:rsid w:val="00445D3A"/>
    <w:rsid w:val="004621BF"/>
    <w:rsid w:val="0046688E"/>
    <w:rsid w:val="00471A18"/>
    <w:rsid w:val="00480C18"/>
    <w:rsid w:val="00484E3A"/>
    <w:rsid w:val="00490F9C"/>
    <w:rsid w:val="00493EE7"/>
    <w:rsid w:val="004C3049"/>
    <w:rsid w:val="004E29AD"/>
    <w:rsid w:val="00501C29"/>
    <w:rsid w:val="00512A86"/>
    <w:rsid w:val="0051599F"/>
    <w:rsid w:val="00520667"/>
    <w:rsid w:val="00546A70"/>
    <w:rsid w:val="00562C4F"/>
    <w:rsid w:val="00574DD9"/>
    <w:rsid w:val="00587FB9"/>
    <w:rsid w:val="00592F82"/>
    <w:rsid w:val="005A62C1"/>
    <w:rsid w:val="005D030A"/>
    <w:rsid w:val="006027CC"/>
    <w:rsid w:val="00623F17"/>
    <w:rsid w:val="00683B14"/>
    <w:rsid w:val="006A718D"/>
    <w:rsid w:val="006C6BBA"/>
    <w:rsid w:val="006E792F"/>
    <w:rsid w:val="007000BC"/>
    <w:rsid w:val="00700E72"/>
    <w:rsid w:val="00745A98"/>
    <w:rsid w:val="007659FE"/>
    <w:rsid w:val="00771703"/>
    <w:rsid w:val="007C424F"/>
    <w:rsid w:val="007C52F1"/>
    <w:rsid w:val="007D1F32"/>
    <w:rsid w:val="007F02F7"/>
    <w:rsid w:val="007F06C8"/>
    <w:rsid w:val="00801324"/>
    <w:rsid w:val="008052AE"/>
    <w:rsid w:val="00812228"/>
    <w:rsid w:val="008211D3"/>
    <w:rsid w:val="0082351D"/>
    <w:rsid w:val="00823D1E"/>
    <w:rsid w:val="008725F1"/>
    <w:rsid w:val="00873109"/>
    <w:rsid w:val="00886530"/>
    <w:rsid w:val="008B5602"/>
    <w:rsid w:val="008F1D94"/>
    <w:rsid w:val="00907AE3"/>
    <w:rsid w:val="00910F8B"/>
    <w:rsid w:val="009178A2"/>
    <w:rsid w:val="00930B79"/>
    <w:rsid w:val="009617EF"/>
    <w:rsid w:val="009872B0"/>
    <w:rsid w:val="009A439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33F6D"/>
    <w:rsid w:val="00B4051B"/>
    <w:rsid w:val="00B43D79"/>
    <w:rsid w:val="00B576AA"/>
    <w:rsid w:val="00B6005F"/>
    <w:rsid w:val="00B73B73"/>
    <w:rsid w:val="00B96CE4"/>
    <w:rsid w:val="00BA4C26"/>
    <w:rsid w:val="00BA531D"/>
    <w:rsid w:val="00BC3C15"/>
    <w:rsid w:val="00C067D2"/>
    <w:rsid w:val="00C36394"/>
    <w:rsid w:val="00C43F4C"/>
    <w:rsid w:val="00C46D1B"/>
    <w:rsid w:val="00C61876"/>
    <w:rsid w:val="00C61B2E"/>
    <w:rsid w:val="00C841AF"/>
    <w:rsid w:val="00CB38DA"/>
    <w:rsid w:val="00CC59E8"/>
    <w:rsid w:val="00CF24A3"/>
    <w:rsid w:val="00CF24D2"/>
    <w:rsid w:val="00CF3B6B"/>
    <w:rsid w:val="00D65D2B"/>
    <w:rsid w:val="00DB572C"/>
    <w:rsid w:val="00DB726E"/>
    <w:rsid w:val="00E12C07"/>
    <w:rsid w:val="00E50225"/>
    <w:rsid w:val="00E85A23"/>
    <w:rsid w:val="00E96239"/>
    <w:rsid w:val="00EB152F"/>
    <w:rsid w:val="00EB331B"/>
    <w:rsid w:val="00ED00A5"/>
    <w:rsid w:val="00EE037D"/>
    <w:rsid w:val="00EF0EDC"/>
    <w:rsid w:val="00EF7937"/>
    <w:rsid w:val="00F16660"/>
    <w:rsid w:val="00F205E2"/>
    <w:rsid w:val="00F21BB5"/>
    <w:rsid w:val="00F420F2"/>
    <w:rsid w:val="00F456CA"/>
    <w:rsid w:val="00F73128"/>
    <w:rsid w:val="00F85819"/>
    <w:rsid w:val="00FA168B"/>
    <w:rsid w:val="00FC34AC"/>
    <w:rsid w:val="00FD69C2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186</TotalTime>
  <Pages>1</Pages>
  <Words>195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42</cp:revision>
  <cp:lastPrinted>2013-01-04T14:31:00Z</cp:lastPrinted>
  <dcterms:created xsi:type="dcterms:W3CDTF">2012-09-30T18:31:00Z</dcterms:created>
  <dcterms:modified xsi:type="dcterms:W3CDTF">2014-06-09T12:16:00Z</dcterms:modified>
</cp:coreProperties>
</file>