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DE6" w:rsidRDefault="001D1DE6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2B6D33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2B6D33">
        <w:rPr>
          <w:b/>
        </w:rPr>
        <w:t>Název materiálu:</w:t>
      </w:r>
      <w:r w:rsidR="00163029" w:rsidRPr="002B6D33">
        <w:rPr>
          <w:b/>
        </w:rPr>
        <w:tab/>
      </w:r>
      <w:r w:rsidR="00025A8E" w:rsidRPr="002B6D33">
        <w:rPr>
          <w:b/>
        </w:rPr>
        <w:t>Outdoorová re</w:t>
      </w:r>
      <w:r w:rsidR="007B0EC8">
        <w:rPr>
          <w:b/>
        </w:rPr>
        <w:t>k</w:t>
      </w:r>
      <w:r w:rsidR="00025A8E" w:rsidRPr="002B6D33">
        <w:rPr>
          <w:b/>
        </w:rPr>
        <w:t>lama 1.</w:t>
      </w:r>
      <w:r w:rsidR="0036718C" w:rsidRPr="002B6D33">
        <w:rPr>
          <w:b/>
        </w:rPr>
        <w:tab/>
      </w:r>
    </w:p>
    <w:p w:rsidR="009F6F13" w:rsidRPr="001D1DE6" w:rsidRDefault="009F6F13" w:rsidP="00163029">
      <w:pPr>
        <w:tabs>
          <w:tab w:val="left" w:pos="1985"/>
        </w:tabs>
        <w:spacing w:line="360" w:lineRule="auto"/>
      </w:pPr>
      <w:r w:rsidRPr="002B6D33">
        <w:rPr>
          <w:b/>
        </w:rPr>
        <w:t>Autor materiálu:</w:t>
      </w:r>
      <w:r w:rsidR="00163029" w:rsidRPr="002B6D33">
        <w:rPr>
          <w:b/>
        </w:rPr>
        <w:tab/>
      </w:r>
      <w:r w:rsidR="00065230" w:rsidRPr="001D1DE6">
        <w:t>Mgr. Petra Husáková</w:t>
      </w:r>
    </w:p>
    <w:p w:rsidR="009F6F13" w:rsidRPr="002B6D33" w:rsidRDefault="009F6F13" w:rsidP="00163029">
      <w:pPr>
        <w:spacing w:before="240" w:line="360" w:lineRule="auto"/>
        <w:rPr>
          <w:b/>
        </w:rPr>
      </w:pPr>
      <w:r w:rsidRPr="002B6D33">
        <w:rPr>
          <w:b/>
        </w:rPr>
        <w:t>Zařazení materiálu</w:t>
      </w:r>
      <w:r w:rsidR="00930B79" w:rsidRPr="002B6D33">
        <w:rPr>
          <w:b/>
        </w:rPr>
        <w:t>:</w:t>
      </w:r>
    </w:p>
    <w:p w:rsidR="009F6F13" w:rsidRPr="002B6D33" w:rsidRDefault="009F6F13" w:rsidP="00592F82">
      <w:pPr>
        <w:tabs>
          <w:tab w:val="left" w:pos="993"/>
        </w:tabs>
        <w:spacing w:line="360" w:lineRule="auto"/>
      </w:pPr>
      <w:r w:rsidRPr="002B6D33">
        <w:t>Šablona:</w:t>
      </w:r>
      <w:r w:rsidRPr="002B6D33">
        <w:tab/>
      </w:r>
      <w:r w:rsidR="0036718C" w:rsidRPr="002B6D33">
        <w:t>Inovace a zkvalitnění výuky prostřednictvím ICT</w:t>
      </w:r>
      <w:r w:rsidR="00445D3A" w:rsidRPr="002B6D33">
        <w:t xml:space="preserve"> </w:t>
      </w:r>
      <w:r w:rsidR="00592F82" w:rsidRPr="002B6D33">
        <w:t>(</w:t>
      </w:r>
      <w:r w:rsidR="007C424F" w:rsidRPr="002B6D33">
        <w:t>III</w:t>
      </w:r>
      <w:r w:rsidR="00592F82" w:rsidRPr="002B6D33">
        <w:t>/2)</w:t>
      </w:r>
      <w:r w:rsidR="00163029" w:rsidRPr="002B6D33">
        <w:tab/>
      </w:r>
      <w:r w:rsidR="00163029" w:rsidRPr="002B6D33">
        <w:tab/>
      </w:r>
    </w:p>
    <w:p w:rsidR="009F6F13" w:rsidRPr="002B6D3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 w:rsidRPr="002B6D33">
        <w:t xml:space="preserve">Sada: </w:t>
      </w:r>
      <w:r w:rsidR="00065230" w:rsidRPr="002B6D33">
        <w:t xml:space="preserve">1 _ </w:t>
      </w:r>
      <w:r w:rsidR="001D1DE6">
        <w:t>R</w:t>
      </w:r>
      <w:r w:rsidR="00065230" w:rsidRPr="002B6D33">
        <w:t>eklama</w:t>
      </w:r>
      <w:r w:rsidR="00163029" w:rsidRPr="002B6D33">
        <w:tab/>
      </w:r>
      <w:r w:rsidR="008725F1" w:rsidRPr="002B6D33">
        <w:t>Č</w:t>
      </w:r>
      <w:r w:rsidRPr="002B6D33">
        <w:t>íslo</w:t>
      </w:r>
      <w:r w:rsidR="008725F1" w:rsidRPr="002B6D33">
        <w:t xml:space="preserve"> DUM</w:t>
      </w:r>
      <w:r w:rsidRPr="002B6D33">
        <w:t>:</w:t>
      </w:r>
      <w:r w:rsidR="00654157">
        <w:t xml:space="preserve"> </w:t>
      </w:r>
      <w:r w:rsidR="00025A8E" w:rsidRPr="002B6D33">
        <w:t>08</w:t>
      </w:r>
      <w:r w:rsidR="00592F82" w:rsidRPr="002B6D33">
        <w:tab/>
      </w:r>
      <w:r w:rsidR="001D1DE6">
        <w:t xml:space="preserve">             </w:t>
      </w:r>
      <w:r w:rsidR="00592F82" w:rsidRPr="002B6D33">
        <w:t>Předmět:</w:t>
      </w:r>
      <w:r w:rsidR="00592F82" w:rsidRPr="002B6D33">
        <w:tab/>
      </w:r>
      <w:r w:rsidR="00065230" w:rsidRPr="002B6D33">
        <w:t>mediální výchova</w:t>
      </w:r>
    </w:p>
    <w:p w:rsidR="009F6F13" w:rsidRPr="002B6D33" w:rsidRDefault="009F6F13" w:rsidP="00163029">
      <w:pPr>
        <w:spacing w:before="240" w:line="360" w:lineRule="auto"/>
        <w:rPr>
          <w:b/>
        </w:rPr>
      </w:pPr>
      <w:r w:rsidRPr="002B6D33">
        <w:rPr>
          <w:b/>
        </w:rPr>
        <w:t>Ověření materiálu ve výuce</w:t>
      </w:r>
      <w:r w:rsidR="00930B79" w:rsidRPr="002B6D33">
        <w:rPr>
          <w:b/>
        </w:rPr>
        <w:t>:</w:t>
      </w:r>
    </w:p>
    <w:p w:rsidR="009F6F13" w:rsidRPr="002B6D3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 w:rsidRPr="002B6D33">
        <w:t>Datum ověření:</w:t>
      </w:r>
      <w:r w:rsidRPr="002B6D33">
        <w:tab/>
      </w:r>
      <w:r w:rsidR="0003231A">
        <w:t>9. 5. 2013</w:t>
      </w:r>
      <w:r w:rsidR="00163029" w:rsidRPr="002B6D33">
        <w:tab/>
      </w:r>
      <w:r w:rsidRPr="002B6D33">
        <w:t>Třída:</w:t>
      </w:r>
      <w:r w:rsidR="00163029" w:rsidRPr="002B6D33">
        <w:tab/>
      </w:r>
      <w:r w:rsidR="0003231A">
        <w:t>2. D</w:t>
      </w:r>
      <w:r w:rsidRPr="002B6D33">
        <w:tab/>
        <w:t>Ověřující učitel:</w:t>
      </w:r>
      <w:r w:rsidR="00745A98" w:rsidRPr="002B6D33">
        <w:tab/>
      </w:r>
      <w:r w:rsidR="001D1DE6">
        <w:t xml:space="preserve">PhDr. </w:t>
      </w:r>
      <w:r w:rsidR="0003231A">
        <w:t>Jiří Kálal</w:t>
      </w:r>
    </w:p>
    <w:p w:rsidR="001D1DE6" w:rsidRDefault="001D1DE6" w:rsidP="00163029">
      <w:pPr>
        <w:spacing w:line="360" w:lineRule="auto"/>
      </w:pPr>
    </w:p>
    <w:p w:rsidR="00163029" w:rsidRPr="002B6D33" w:rsidRDefault="003E4366" w:rsidP="00163029">
      <w:pPr>
        <w:spacing w:line="360" w:lineRule="auto"/>
        <w:rPr>
          <w:b/>
        </w:rPr>
      </w:pPr>
      <w:hyperlink r:id="rId8" w:history="1">
        <w:r w:rsidR="00163029" w:rsidRPr="002B6D33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065230" w:rsidRPr="002B6D33" w:rsidRDefault="00065230" w:rsidP="001D1DE6">
      <w:pPr>
        <w:spacing w:line="276" w:lineRule="auto"/>
        <w:jc w:val="both"/>
        <w:rPr>
          <w:b/>
        </w:rPr>
      </w:pPr>
      <w:r w:rsidRPr="002B6D33">
        <w:t xml:space="preserve">Seznámení s učivem z oblasti reklamy a jeho procvičování. Studenti se aktivně spoluúčastní  výkladu, jehož tématem je reklama.  </w:t>
      </w:r>
    </w:p>
    <w:p w:rsidR="00745A98" w:rsidRPr="002B6D33" w:rsidRDefault="00745A98" w:rsidP="00745A98"/>
    <w:p w:rsidR="001D1DE6" w:rsidRDefault="001D1DE6" w:rsidP="00745A98">
      <w:pPr>
        <w:spacing w:line="360" w:lineRule="auto"/>
        <w:rPr>
          <w:b/>
        </w:rPr>
      </w:pPr>
    </w:p>
    <w:p w:rsidR="001D1DE6" w:rsidRDefault="00484E3A" w:rsidP="00745A98">
      <w:pPr>
        <w:spacing w:line="360" w:lineRule="auto"/>
        <w:rPr>
          <w:b/>
        </w:rPr>
      </w:pPr>
      <w:r w:rsidRPr="002B6D33">
        <w:rPr>
          <w:b/>
        </w:rPr>
        <w:t>Klíčová slova:</w:t>
      </w:r>
      <w:r w:rsidR="00065230" w:rsidRPr="002B6D33">
        <w:rPr>
          <w:b/>
        </w:rPr>
        <w:t xml:space="preserve"> </w:t>
      </w:r>
    </w:p>
    <w:p w:rsidR="00484E3A" w:rsidRPr="002B6D33" w:rsidRDefault="00065230" w:rsidP="00745A98">
      <w:pPr>
        <w:spacing w:line="360" w:lineRule="auto"/>
        <w:rPr>
          <w:b/>
        </w:rPr>
      </w:pPr>
      <w:r w:rsidRPr="001D1DE6">
        <w:t>reklama, slogan, výrobek, pravidla</w:t>
      </w:r>
      <w:r w:rsidR="00025A8E" w:rsidRPr="002B6D33">
        <w:rPr>
          <w:b/>
        </w:rPr>
        <w:t xml:space="preserve">, </w:t>
      </w:r>
      <w:r w:rsidR="00025A8E" w:rsidRPr="002B6D33">
        <w:t>biboard, plachtová reklama, výloha, návěstí, leták, plakáty city – light vitrina</w:t>
      </w:r>
    </w:p>
    <w:p w:rsidR="00F73128" w:rsidRPr="002B6D33" w:rsidRDefault="00501C29" w:rsidP="00745A98">
      <w:pPr>
        <w:spacing w:before="240" w:line="360" w:lineRule="auto"/>
        <w:rPr>
          <w:b/>
        </w:rPr>
      </w:pPr>
      <w:r w:rsidRPr="002B6D33">
        <w:rPr>
          <w:b/>
        </w:rPr>
        <w:t>M</w:t>
      </w:r>
      <w:r w:rsidR="009F6F13" w:rsidRPr="002B6D33">
        <w:rPr>
          <w:b/>
        </w:rPr>
        <w:t xml:space="preserve">etodický popis možností použití </w:t>
      </w:r>
      <w:r w:rsidR="00163029" w:rsidRPr="002B6D33">
        <w:rPr>
          <w:b/>
        </w:rPr>
        <w:t>materiálu:</w:t>
      </w:r>
    </w:p>
    <w:p w:rsidR="00513ED2" w:rsidRPr="002B6D33" w:rsidRDefault="00513ED2" w:rsidP="00513ED2">
      <w:r w:rsidRPr="002B6D33">
        <w:t>Žáci samostatně pracují s pracovními listy, následně je s učitelem vyhodnotí.</w:t>
      </w:r>
    </w:p>
    <w:p w:rsidR="002B30BE" w:rsidRPr="002B6D33" w:rsidRDefault="002B30BE" w:rsidP="00513ED2"/>
    <w:p w:rsidR="00025A8E" w:rsidRPr="002B6D33" w:rsidRDefault="00025A8E" w:rsidP="00513ED2"/>
    <w:p w:rsidR="002B30BE" w:rsidRPr="002B6D33" w:rsidRDefault="002B30BE" w:rsidP="00513ED2">
      <w:pPr>
        <w:rPr>
          <w:b/>
        </w:rPr>
      </w:pPr>
      <w:r w:rsidRPr="002B6D33">
        <w:rPr>
          <w:b/>
        </w:rPr>
        <w:t>Řešení:</w:t>
      </w:r>
    </w:p>
    <w:p w:rsidR="002B6D33" w:rsidRPr="002B6D33" w:rsidRDefault="002B6D33" w:rsidP="00513ED2">
      <w:pPr>
        <w:rPr>
          <w:b/>
        </w:rPr>
      </w:pPr>
    </w:p>
    <w:p w:rsidR="002B30BE" w:rsidRDefault="00025A8E" w:rsidP="001D1DE6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2B6D33">
        <w:rPr>
          <w:rFonts w:ascii="Times New Roman" w:hAnsi="Times New Roman" w:cs="Times New Roman"/>
        </w:rPr>
        <w:t>Biboardy, plachtové reklamy, výlohy, návěstí, letáky, plakáty city – light vitriny…</w:t>
      </w:r>
    </w:p>
    <w:p w:rsidR="002B6D33" w:rsidRPr="002B6D33" w:rsidRDefault="002B6D33" w:rsidP="001D1DE6">
      <w:pPr>
        <w:pStyle w:val="Odstavecseseznamem"/>
        <w:spacing w:after="0" w:line="240" w:lineRule="auto"/>
        <w:ind w:left="502"/>
        <w:rPr>
          <w:rFonts w:ascii="Times New Roman" w:hAnsi="Times New Roman" w:cs="Times New Roman"/>
        </w:rPr>
      </w:pPr>
    </w:p>
    <w:p w:rsidR="00025A8E" w:rsidRDefault="002B6D33" w:rsidP="001D1DE6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2B6D33">
        <w:rPr>
          <w:rFonts w:ascii="Times New Roman" w:hAnsi="Times New Roman" w:cs="Times New Roman"/>
        </w:rPr>
        <w:t>Výraznost, nepřehlédnutelnost</w:t>
      </w:r>
    </w:p>
    <w:p w:rsidR="002B6D33" w:rsidRPr="002B6D33" w:rsidRDefault="002B6D33" w:rsidP="001D1DE6">
      <w:pPr>
        <w:pStyle w:val="Odstavecseseznamem"/>
        <w:spacing w:after="0" w:line="240" w:lineRule="auto"/>
        <w:ind w:left="502"/>
        <w:rPr>
          <w:rFonts w:ascii="Times New Roman" w:hAnsi="Times New Roman" w:cs="Times New Roman"/>
        </w:rPr>
      </w:pPr>
    </w:p>
    <w:p w:rsidR="002B6D33" w:rsidRDefault="002B6D33" w:rsidP="001D1DE6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2B6D33">
        <w:rPr>
          <w:rFonts w:ascii="Times New Roman" w:hAnsi="Times New Roman" w:cs="Times New Roman"/>
        </w:rPr>
        <w:t>Nákladnost, minimální možnost výběru cílové skupiny</w:t>
      </w:r>
    </w:p>
    <w:p w:rsidR="002B6D33" w:rsidRPr="002B6D33" w:rsidRDefault="002B6D33" w:rsidP="001D1DE6">
      <w:pPr>
        <w:pStyle w:val="Odstavecseseznamem"/>
        <w:spacing w:after="0" w:line="240" w:lineRule="auto"/>
        <w:ind w:left="502"/>
        <w:rPr>
          <w:rFonts w:ascii="Times New Roman" w:hAnsi="Times New Roman" w:cs="Times New Roman"/>
        </w:rPr>
      </w:pPr>
    </w:p>
    <w:p w:rsidR="002B6D33" w:rsidRPr="002B6D33" w:rsidRDefault="002B6D33" w:rsidP="001D1DE6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2B6D33">
        <w:rPr>
          <w:rFonts w:ascii="Times New Roman" w:hAnsi="Times New Roman" w:cs="Times New Roman"/>
        </w:rPr>
        <w:t>Řešení tohoto úkolu je subjektivní, diskusi řídí vyučující, studenti zdůvodňují své rozhodnutí.</w:t>
      </w:r>
    </w:p>
    <w:p w:rsidR="002B6D33" w:rsidRPr="002B6D33" w:rsidRDefault="002B6D33" w:rsidP="002B6D33">
      <w:pPr>
        <w:pStyle w:val="Odstavecseseznamem"/>
        <w:ind w:left="502"/>
        <w:rPr>
          <w:rFonts w:ascii="Times New Roman" w:hAnsi="Times New Roman" w:cs="Times New Roman"/>
        </w:rPr>
      </w:pPr>
    </w:p>
    <w:p w:rsidR="002B6D33" w:rsidRPr="00623F17" w:rsidRDefault="002B6D33" w:rsidP="002B6D33">
      <w:pPr>
        <w:spacing w:before="240" w:line="360" w:lineRule="auto"/>
        <w:rPr>
          <w:b/>
        </w:rPr>
      </w:pPr>
      <w:r w:rsidRPr="00623F17">
        <w:rPr>
          <w:b/>
        </w:rPr>
        <w:lastRenderedPageBreak/>
        <w:t>Seznam literatury a pramenů:</w:t>
      </w:r>
      <w:r>
        <w:rPr>
          <w:b/>
        </w:rPr>
        <w:t>---</w:t>
      </w:r>
    </w:p>
    <w:p w:rsidR="002B6D33" w:rsidRDefault="002B6D33" w:rsidP="002B6D33"/>
    <w:p w:rsidR="002B6D33" w:rsidRPr="00EB331B" w:rsidRDefault="002B6D33" w:rsidP="002B6D33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1D1DE6">
        <w:rPr>
          <w:b/>
        </w:rPr>
        <w:t>---</w:t>
      </w:r>
    </w:p>
    <w:p w:rsidR="002B30BE" w:rsidRPr="002B6D33" w:rsidRDefault="002B30BE" w:rsidP="00025A8E">
      <w:pPr>
        <w:pStyle w:val="Odstavecseseznamem"/>
        <w:ind w:left="502"/>
        <w:rPr>
          <w:rFonts w:ascii="Times New Roman" w:hAnsi="Times New Roman" w:cs="Times New Roman"/>
        </w:rPr>
      </w:pPr>
    </w:p>
    <w:tbl>
      <w:tblPr>
        <w:tblW w:w="0" w:type="auto"/>
        <w:tblCellSpacing w:w="0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7"/>
      </w:tblGrid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30BE" w:rsidRPr="00ED6E4C" w:rsidRDefault="002B30BE" w:rsidP="00A42596"/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30BE" w:rsidRPr="00ED6E4C" w:rsidRDefault="002B30BE" w:rsidP="00A42596"/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30BE" w:rsidRPr="00ED6E4C" w:rsidRDefault="002B30BE" w:rsidP="00A42596"/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30BE" w:rsidRPr="00ED6E4C" w:rsidRDefault="002B30BE" w:rsidP="00A42596"/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30BE" w:rsidRPr="00ED6E4C" w:rsidRDefault="002B30BE" w:rsidP="00A42596"/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30BE" w:rsidRPr="00ED6E4C" w:rsidRDefault="002B30BE" w:rsidP="00A42596"/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</w:tcPr>
          <w:p w:rsidR="002B30BE" w:rsidRPr="00ED6E4C" w:rsidRDefault="002B30BE" w:rsidP="00A42596"/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</w:tcPr>
          <w:p w:rsidR="002B30BE" w:rsidRPr="00ED6E4C" w:rsidRDefault="002B30BE" w:rsidP="00A42596"/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</w:tcPr>
          <w:p w:rsidR="002B30BE" w:rsidRPr="00ED6E4C" w:rsidRDefault="002B30BE" w:rsidP="00A42596"/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</w:tcPr>
          <w:p w:rsidR="002B30BE" w:rsidRPr="00ED6E4C" w:rsidRDefault="002B30BE" w:rsidP="00A42596"/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</w:tcPr>
          <w:p w:rsidR="002B30BE" w:rsidRPr="00ED6E4C" w:rsidRDefault="002B30BE" w:rsidP="00A42596"/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</w:tcPr>
          <w:p w:rsidR="002B30BE" w:rsidRPr="00ED6E4C" w:rsidRDefault="002B30BE" w:rsidP="00A42596"/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</w:tcPr>
          <w:p w:rsidR="002B30BE" w:rsidRPr="00ED6E4C" w:rsidRDefault="002B30BE" w:rsidP="00A42596"/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</w:tcPr>
          <w:p w:rsidR="002B30BE" w:rsidRPr="00ED6E4C" w:rsidRDefault="002B30BE" w:rsidP="00A42596">
            <w:pPr>
              <w:pStyle w:val="Odstavecseseznamem"/>
              <w:spacing w:line="240" w:lineRule="auto"/>
            </w:pPr>
          </w:p>
        </w:tc>
      </w:tr>
    </w:tbl>
    <w:p w:rsidR="00745A98" w:rsidRDefault="00745A98" w:rsidP="009F6F13"/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3A1" w:rsidRDefault="009443A1">
      <w:r>
        <w:separator/>
      </w:r>
    </w:p>
  </w:endnote>
  <w:endnote w:type="continuationSeparator" w:id="0">
    <w:p w:rsidR="009443A1" w:rsidRDefault="00944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366" w:rsidRDefault="003E436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AA181D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AA181D">
      <w:rPr>
        <w:rStyle w:val="slostrnky"/>
        <w:b/>
        <w:bCs/>
      </w:rPr>
      <w:fldChar w:fldCharType="separate"/>
    </w:r>
    <w:r w:rsidR="003E4366">
      <w:rPr>
        <w:rStyle w:val="slostrnky"/>
        <w:b/>
        <w:bCs/>
        <w:noProof/>
      </w:rPr>
      <w:t>1</w:t>
    </w:r>
    <w:r w:rsidR="00AA181D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366" w:rsidRDefault="003E43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3A1" w:rsidRDefault="009443A1">
      <w:r>
        <w:separator/>
      </w:r>
    </w:p>
  </w:footnote>
  <w:footnote w:type="continuationSeparator" w:id="0">
    <w:p w:rsidR="009443A1" w:rsidRDefault="00944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366" w:rsidRDefault="003E436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4CDF4EB" wp14:editId="4C39C206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3E4366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3E4366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8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366" w:rsidRDefault="003E436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A66F0"/>
    <w:multiLevelType w:val="hybridMultilevel"/>
    <w:tmpl w:val="75B885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0B162C"/>
    <w:multiLevelType w:val="hybridMultilevel"/>
    <w:tmpl w:val="9CCCCB8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EF00231"/>
    <w:multiLevelType w:val="hybridMultilevel"/>
    <w:tmpl w:val="4A6EF1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9"/>
  </w:num>
  <w:num w:numId="7">
    <w:abstractNumId w:val="2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25A8E"/>
    <w:rsid w:val="0003074D"/>
    <w:rsid w:val="0003231A"/>
    <w:rsid w:val="00040C37"/>
    <w:rsid w:val="000547D9"/>
    <w:rsid w:val="00054DFD"/>
    <w:rsid w:val="00055FA5"/>
    <w:rsid w:val="00065230"/>
    <w:rsid w:val="000A48C9"/>
    <w:rsid w:val="000B2930"/>
    <w:rsid w:val="000C1FE7"/>
    <w:rsid w:val="000C3E7E"/>
    <w:rsid w:val="000E29CB"/>
    <w:rsid w:val="000E366E"/>
    <w:rsid w:val="000F3D3F"/>
    <w:rsid w:val="0010546B"/>
    <w:rsid w:val="00163029"/>
    <w:rsid w:val="00174E07"/>
    <w:rsid w:val="001A6A4C"/>
    <w:rsid w:val="001D1DE6"/>
    <w:rsid w:val="001F1A08"/>
    <w:rsid w:val="00226387"/>
    <w:rsid w:val="00232FB1"/>
    <w:rsid w:val="00250C9B"/>
    <w:rsid w:val="0028489E"/>
    <w:rsid w:val="00290C19"/>
    <w:rsid w:val="00297870"/>
    <w:rsid w:val="002A290B"/>
    <w:rsid w:val="002A5BAC"/>
    <w:rsid w:val="002B30BE"/>
    <w:rsid w:val="002B6D33"/>
    <w:rsid w:val="0033262C"/>
    <w:rsid w:val="003353CC"/>
    <w:rsid w:val="0034544A"/>
    <w:rsid w:val="00353FD9"/>
    <w:rsid w:val="0036718C"/>
    <w:rsid w:val="003761B0"/>
    <w:rsid w:val="003835AF"/>
    <w:rsid w:val="00394D93"/>
    <w:rsid w:val="003A5AD6"/>
    <w:rsid w:val="003D6E69"/>
    <w:rsid w:val="003E4366"/>
    <w:rsid w:val="003E4C3B"/>
    <w:rsid w:val="003E63C0"/>
    <w:rsid w:val="003F4DE8"/>
    <w:rsid w:val="0041219E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B6317"/>
    <w:rsid w:val="004C3049"/>
    <w:rsid w:val="004C506F"/>
    <w:rsid w:val="00501C29"/>
    <w:rsid w:val="005066A1"/>
    <w:rsid w:val="005113B5"/>
    <w:rsid w:val="00512A86"/>
    <w:rsid w:val="00513ED2"/>
    <w:rsid w:val="00546A70"/>
    <w:rsid w:val="00572B23"/>
    <w:rsid w:val="00574DD9"/>
    <w:rsid w:val="00592F82"/>
    <w:rsid w:val="005A62C1"/>
    <w:rsid w:val="005D030A"/>
    <w:rsid w:val="006027CC"/>
    <w:rsid w:val="00623F17"/>
    <w:rsid w:val="00635452"/>
    <w:rsid w:val="00654157"/>
    <w:rsid w:val="006A718D"/>
    <w:rsid w:val="006B7D03"/>
    <w:rsid w:val="006E792F"/>
    <w:rsid w:val="00700E72"/>
    <w:rsid w:val="00745A98"/>
    <w:rsid w:val="007659FE"/>
    <w:rsid w:val="00771703"/>
    <w:rsid w:val="007A2C03"/>
    <w:rsid w:val="007B0EC8"/>
    <w:rsid w:val="007C424F"/>
    <w:rsid w:val="007C52F1"/>
    <w:rsid w:val="007D1372"/>
    <w:rsid w:val="007F02F7"/>
    <w:rsid w:val="007F06C8"/>
    <w:rsid w:val="00801324"/>
    <w:rsid w:val="00812228"/>
    <w:rsid w:val="0082351D"/>
    <w:rsid w:val="00823D1E"/>
    <w:rsid w:val="00844510"/>
    <w:rsid w:val="00856F8E"/>
    <w:rsid w:val="008725F1"/>
    <w:rsid w:val="008B5602"/>
    <w:rsid w:val="008F1D94"/>
    <w:rsid w:val="009178A2"/>
    <w:rsid w:val="009241F9"/>
    <w:rsid w:val="00930B79"/>
    <w:rsid w:val="009443A1"/>
    <w:rsid w:val="009E736F"/>
    <w:rsid w:val="009F240C"/>
    <w:rsid w:val="009F4121"/>
    <w:rsid w:val="009F6F13"/>
    <w:rsid w:val="00A32C1A"/>
    <w:rsid w:val="00A32F88"/>
    <w:rsid w:val="00A40F31"/>
    <w:rsid w:val="00A67905"/>
    <w:rsid w:val="00A739DB"/>
    <w:rsid w:val="00A92398"/>
    <w:rsid w:val="00A924A4"/>
    <w:rsid w:val="00AA181D"/>
    <w:rsid w:val="00AC284E"/>
    <w:rsid w:val="00AD03CC"/>
    <w:rsid w:val="00AE0AB9"/>
    <w:rsid w:val="00B03303"/>
    <w:rsid w:val="00B11E31"/>
    <w:rsid w:val="00B121FF"/>
    <w:rsid w:val="00B43D79"/>
    <w:rsid w:val="00B73B73"/>
    <w:rsid w:val="00BA4C26"/>
    <w:rsid w:val="00BC3C15"/>
    <w:rsid w:val="00BF2EEC"/>
    <w:rsid w:val="00C067D2"/>
    <w:rsid w:val="00C1504B"/>
    <w:rsid w:val="00C36394"/>
    <w:rsid w:val="00C40A74"/>
    <w:rsid w:val="00C43F4C"/>
    <w:rsid w:val="00C61876"/>
    <w:rsid w:val="00C61B2E"/>
    <w:rsid w:val="00C651F2"/>
    <w:rsid w:val="00C841AF"/>
    <w:rsid w:val="00CB38DA"/>
    <w:rsid w:val="00CC59E8"/>
    <w:rsid w:val="00CF24A3"/>
    <w:rsid w:val="00D154CF"/>
    <w:rsid w:val="00D65D2B"/>
    <w:rsid w:val="00D8030A"/>
    <w:rsid w:val="00DA536B"/>
    <w:rsid w:val="00DB726E"/>
    <w:rsid w:val="00E12C07"/>
    <w:rsid w:val="00E4256D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13E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9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19</TotalTime>
  <Pages>2</Pages>
  <Words>142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11</cp:revision>
  <cp:lastPrinted>1900-12-31T22:00:00Z</cp:lastPrinted>
  <dcterms:created xsi:type="dcterms:W3CDTF">2013-06-06T09:38:00Z</dcterms:created>
  <dcterms:modified xsi:type="dcterms:W3CDTF">2014-05-05T22:35:00Z</dcterms:modified>
</cp:coreProperties>
</file>