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0A8" w:rsidRDefault="009D60A8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672E7" w:rsidRPr="009D60A8">
        <w:rPr>
          <w:b/>
        </w:rPr>
        <w:t>Performativní slova</w:t>
      </w:r>
      <w:r w:rsidR="0036718C">
        <w:rPr>
          <w:b/>
        </w:rPr>
        <w:tab/>
      </w:r>
    </w:p>
    <w:p w:rsidR="009F6F13" w:rsidRPr="009D60A8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721D2" w:rsidRPr="009D60A8">
        <w:t>Mgr. 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B721D2">
        <w:t xml:space="preserve">:1 _ </w:t>
      </w:r>
      <w:r w:rsidR="009D60A8">
        <w:t>R</w:t>
      </w:r>
      <w:r w:rsidR="00B721D2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</w:t>
      </w:r>
      <w:r w:rsidR="000413F3">
        <w:t xml:space="preserve">DŮM: </w:t>
      </w:r>
      <w:r w:rsidR="00D672E7">
        <w:t>07</w:t>
      </w:r>
      <w:r w:rsidR="00592F82">
        <w:tab/>
      </w:r>
      <w:r w:rsidR="009D60A8">
        <w:t xml:space="preserve">                </w:t>
      </w:r>
      <w:r w:rsidR="00592F82">
        <w:t>Předmět:</w:t>
      </w:r>
      <w:r w:rsidR="009D60A8">
        <w:t xml:space="preserve"> </w:t>
      </w:r>
      <w:r w:rsidR="00B721D2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F16FA">
        <w:t>17. 6. 2013</w:t>
      </w:r>
      <w:r w:rsidR="00163029">
        <w:tab/>
      </w:r>
      <w:r>
        <w:t>Třída:</w:t>
      </w:r>
      <w:r w:rsidR="00AF16FA">
        <w:t xml:space="preserve"> 2.C</w:t>
      </w:r>
      <w:r>
        <w:tab/>
        <w:t>Ověřující učitel:</w:t>
      </w:r>
      <w:r w:rsidR="00745A98">
        <w:tab/>
      </w:r>
      <w:r w:rsidR="009D60A8">
        <w:t xml:space="preserve">Mgr. </w:t>
      </w:r>
      <w:r w:rsidR="00AF16FA">
        <w:t>Tomáš Míka</w:t>
      </w:r>
    </w:p>
    <w:p w:rsidR="009D60A8" w:rsidRDefault="009D60A8" w:rsidP="00163029">
      <w:pPr>
        <w:spacing w:line="360" w:lineRule="auto"/>
      </w:pPr>
    </w:p>
    <w:p w:rsidR="00163029" w:rsidRPr="00501C29" w:rsidRDefault="00973115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B721D2" w:rsidRPr="00501C29" w:rsidRDefault="00B721D2" w:rsidP="009D60A8">
      <w:pPr>
        <w:spacing w:line="276" w:lineRule="auto"/>
        <w:jc w:val="both"/>
        <w:rPr>
          <w:b/>
        </w:rPr>
      </w:pPr>
      <w:r>
        <w:t>Seznámení s učivem z oblasti reklamy a jeho procvičování. Studenti se aktivně spoluúčastní na výkl</w:t>
      </w:r>
      <w:r w:rsidR="00B5287A">
        <w:t>adu, jehož tématem je reklama</w:t>
      </w:r>
      <w:r>
        <w:t xml:space="preserve">.  </w:t>
      </w:r>
    </w:p>
    <w:p w:rsidR="00745A98" w:rsidRDefault="00745A98" w:rsidP="009D60A8">
      <w:pPr>
        <w:spacing w:line="276" w:lineRule="auto"/>
        <w:jc w:val="both"/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B721D2" w:rsidP="00745A98">
      <w:pPr>
        <w:spacing w:line="360" w:lineRule="auto"/>
        <w:rPr>
          <w:b/>
        </w:rPr>
      </w:pPr>
      <w:r>
        <w:t>Reklama, slogan, produkt, výrobek</w:t>
      </w:r>
      <w:r w:rsidR="00AF529C">
        <w:t>, konotace, prodej</w:t>
      </w:r>
    </w:p>
    <w:p w:rsidR="009D60A8" w:rsidRDefault="009D60A8" w:rsidP="00745A98">
      <w:pPr>
        <w:spacing w:line="360" w:lineRule="auto"/>
        <w:rPr>
          <w:b/>
        </w:rPr>
      </w:pPr>
    </w:p>
    <w:p w:rsidR="00F73128" w:rsidRPr="00A32F8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5287A" w:rsidP="009F6F13">
      <w:r>
        <w:t>Žáci samostatně pracují s pracovními listy, následně je s učitelem vyhodnotí.</w:t>
      </w:r>
    </w:p>
    <w:p w:rsidR="00F16C2A" w:rsidRDefault="00F16C2A" w:rsidP="009F6F13"/>
    <w:p w:rsidR="009D60A8" w:rsidRDefault="009D60A8" w:rsidP="009F6F13">
      <w:pPr>
        <w:rPr>
          <w:b/>
        </w:rPr>
      </w:pPr>
    </w:p>
    <w:p w:rsidR="00B5287A" w:rsidRPr="00F16C2A" w:rsidRDefault="00AF529C" w:rsidP="009F6F13">
      <w:pPr>
        <w:rPr>
          <w:b/>
        </w:rPr>
      </w:pPr>
      <w:r>
        <w:rPr>
          <w:b/>
        </w:rPr>
        <w:t>Možné ř</w:t>
      </w:r>
      <w:r w:rsidR="00B5287A" w:rsidRPr="00F16C2A">
        <w:rPr>
          <w:b/>
        </w:rPr>
        <w:t>ešení:</w:t>
      </w:r>
    </w:p>
    <w:p w:rsidR="00B5287A" w:rsidRDefault="00B5287A" w:rsidP="00B5287A"/>
    <w:p w:rsidR="00B5287A" w:rsidRDefault="00AF529C" w:rsidP="00B5287A">
      <w:r>
        <w:t>Rodinný, domácí, bab</w:t>
      </w:r>
      <w:r w:rsidR="00606281">
        <w:t>iččin, farmářský, přírodní, desig</w:t>
      </w:r>
      <w:r>
        <w:t>nový, nový, revoluční, akční, svěží</w:t>
      </w:r>
    </w:p>
    <w:p w:rsidR="00B5287A" w:rsidRDefault="00B5287A" w:rsidP="00B5287A"/>
    <w:p w:rsidR="00B5287A" w:rsidRDefault="00B5287A" w:rsidP="00B5287A">
      <w:r>
        <w:t>Řešení tohoto úkolu je subjektivní, diskusi řídí vyučující, studenti zdůvodňují své rozhodnutí.</w:t>
      </w:r>
    </w:p>
    <w:p w:rsidR="00B5287A" w:rsidRDefault="00B5287A" w:rsidP="00B5287A"/>
    <w:p w:rsidR="00B5287A" w:rsidRPr="009D60A8" w:rsidRDefault="00B5287A" w:rsidP="00B5287A">
      <w:pPr>
        <w:rPr>
          <w:sz w:val="8"/>
          <w:szCs w:val="8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9D60A8">
        <w:rPr>
          <w:b/>
        </w:rPr>
        <w:t>---</w:t>
      </w:r>
    </w:p>
    <w:p w:rsidR="00623F17" w:rsidRPr="00B121FF" w:rsidRDefault="00623F17" w:rsidP="009D60A8">
      <w:pPr>
        <w:spacing w:before="240" w:line="360" w:lineRule="auto"/>
      </w:pPr>
      <w:r w:rsidRPr="00EB331B">
        <w:rPr>
          <w:b/>
        </w:rPr>
        <w:t xml:space="preserve">Poznámka: </w:t>
      </w:r>
      <w:r w:rsidR="00B5287A">
        <w:rPr>
          <w:b/>
        </w:rPr>
        <w:t>---</w:t>
      </w:r>
    </w:p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874" w:rsidRDefault="00F77874">
      <w:r>
        <w:separator/>
      </w:r>
    </w:p>
  </w:endnote>
  <w:endnote w:type="continuationSeparator" w:id="0">
    <w:p w:rsidR="00F77874" w:rsidRDefault="00F7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15" w:rsidRDefault="009731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15" w:rsidRDefault="009731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874" w:rsidRDefault="00F77874">
      <w:r>
        <w:separator/>
      </w:r>
    </w:p>
  </w:footnote>
  <w:footnote w:type="continuationSeparator" w:id="0">
    <w:p w:rsidR="00F77874" w:rsidRDefault="00F77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15" w:rsidRDefault="0097311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97311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97311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15" w:rsidRDefault="0097311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413F3"/>
    <w:rsid w:val="000547D9"/>
    <w:rsid w:val="00054DFD"/>
    <w:rsid w:val="00076CD7"/>
    <w:rsid w:val="00081BFD"/>
    <w:rsid w:val="000A48C9"/>
    <w:rsid w:val="000B2930"/>
    <w:rsid w:val="000C1FE7"/>
    <w:rsid w:val="000C3E7E"/>
    <w:rsid w:val="000E29CB"/>
    <w:rsid w:val="000F3D3F"/>
    <w:rsid w:val="0010546B"/>
    <w:rsid w:val="001136F9"/>
    <w:rsid w:val="00163029"/>
    <w:rsid w:val="001969F5"/>
    <w:rsid w:val="001A6A4C"/>
    <w:rsid w:val="001F1A08"/>
    <w:rsid w:val="00206A13"/>
    <w:rsid w:val="002169E0"/>
    <w:rsid w:val="00232FB1"/>
    <w:rsid w:val="0026639D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315D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066A1"/>
    <w:rsid w:val="005113B5"/>
    <w:rsid w:val="00512A86"/>
    <w:rsid w:val="00546A70"/>
    <w:rsid w:val="00574DD9"/>
    <w:rsid w:val="00592F82"/>
    <w:rsid w:val="005A62C1"/>
    <w:rsid w:val="005D030A"/>
    <w:rsid w:val="006027CC"/>
    <w:rsid w:val="00606281"/>
    <w:rsid w:val="006066A3"/>
    <w:rsid w:val="00613F84"/>
    <w:rsid w:val="00623F17"/>
    <w:rsid w:val="00655A49"/>
    <w:rsid w:val="006A718D"/>
    <w:rsid w:val="006E792F"/>
    <w:rsid w:val="00700E72"/>
    <w:rsid w:val="00736FA6"/>
    <w:rsid w:val="00745A98"/>
    <w:rsid w:val="007659FE"/>
    <w:rsid w:val="00771703"/>
    <w:rsid w:val="007B7A89"/>
    <w:rsid w:val="007C424F"/>
    <w:rsid w:val="007C52F1"/>
    <w:rsid w:val="007D65FE"/>
    <w:rsid w:val="007F02F7"/>
    <w:rsid w:val="007F06C8"/>
    <w:rsid w:val="00801324"/>
    <w:rsid w:val="00802E7B"/>
    <w:rsid w:val="00812228"/>
    <w:rsid w:val="0082351D"/>
    <w:rsid w:val="00823D1E"/>
    <w:rsid w:val="008725F1"/>
    <w:rsid w:val="008B5602"/>
    <w:rsid w:val="008F1D94"/>
    <w:rsid w:val="009178A2"/>
    <w:rsid w:val="00930B79"/>
    <w:rsid w:val="00973115"/>
    <w:rsid w:val="009D60A8"/>
    <w:rsid w:val="009E736F"/>
    <w:rsid w:val="009F240C"/>
    <w:rsid w:val="009F6F13"/>
    <w:rsid w:val="00A32C1A"/>
    <w:rsid w:val="00A32F88"/>
    <w:rsid w:val="00A37E06"/>
    <w:rsid w:val="00A40F31"/>
    <w:rsid w:val="00A41C86"/>
    <w:rsid w:val="00A67905"/>
    <w:rsid w:val="00A739DB"/>
    <w:rsid w:val="00A92398"/>
    <w:rsid w:val="00A93642"/>
    <w:rsid w:val="00AE0AB9"/>
    <w:rsid w:val="00AF16FA"/>
    <w:rsid w:val="00AF529C"/>
    <w:rsid w:val="00B03303"/>
    <w:rsid w:val="00B11E31"/>
    <w:rsid w:val="00B121FF"/>
    <w:rsid w:val="00B43D79"/>
    <w:rsid w:val="00B5287A"/>
    <w:rsid w:val="00B61ED2"/>
    <w:rsid w:val="00B721D2"/>
    <w:rsid w:val="00B73B73"/>
    <w:rsid w:val="00BA4C26"/>
    <w:rsid w:val="00BC3C15"/>
    <w:rsid w:val="00C067D2"/>
    <w:rsid w:val="00C1504B"/>
    <w:rsid w:val="00C36394"/>
    <w:rsid w:val="00C40A74"/>
    <w:rsid w:val="00C43F4C"/>
    <w:rsid w:val="00C52C3F"/>
    <w:rsid w:val="00C61876"/>
    <w:rsid w:val="00C61B2E"/>
    <w:rsid w:val="00C841AF"/>
    <w:rsid w:val="00CA3A1A"/>
    <w:rsid w:val="00CB38DA"/>
    <w:rsid w:val="00CC59E8"/>
    <w:rsid w:val="00CF2210"/>
    <w:rsid w:val="00CF24A3"/>
    <w:rsid w:val="00D65D2B"/>
    <w:rsid w:val="00D672E7"/>
    <w:rsid w:val="00DB59ED"/>
    <w:rsid w:val="00DB726E"/>
    <w:rsid w:val="00E12C07"/>
    <w:rsid w:val="00E160E0"/>
    <w:rsid w:val="00E4256D"/>
    <w:rsid w:val="00E565BA"/>
    <w:rsid w:val="00E85A23"/>
    <w:rsid w:val="00E96239"/>
    <w:rsid w:val="00EB152F"/>
    <w:rsid w:val="00EB331B"/>
    <w:rsid w:val="00EC6FD4"/>
    <w:rsid w:val="00ED00A5"/>
    <w:rsid w:val="00EE037D"/>
    <w:rsid w:val="00EF2FB2"/>
    <w:rsid w:val="00EF7937"/>
    <w:rsid w:val="00F16660"/>
    <w:rsid w:val="00F16C2A"/>
    <w:rsid w:val="00F21BB5"/>
    <w:rsid w:val="00F456CA"/>
    <w:rsid w:val="00F47FF9"/>
    <w:rsid w:val="00F73128"/>
    <w:rsid w:val="00F77874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13</TotalTime>
  <Pages>1</Pages>
  <Words>121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15</cp:revision>
  <cp:lastPrinted>1900-12-31T22:00:00Z</cp:lastPrinted>
  <dcterms:created xsi:type="dcterms:W3CDTF">2013-06-06T09:13:00Z</dcterms:created>
  <dcterms:modified xsi:type="dcterms:W3CDTF">2014-05-05T22:35:00Z</dcterms:modified>
</cp:coreProperties>
</file>