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F8258C" w:rsidRDefault="00F8258C" w:rsidP="00F8258C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43826" w:rsidRPr="00F8258C" w:rsidRDefault="00F8258C" w:rsidP="00F8258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F8258C">
        <w:rPr>
          <w:rFonts w:ascii="Times New Roman" w:hAnsi="Times New Roman" w:cs="Times New Roman"/>
          <w:b/>
          <w:sz w:val="44"/>
          <w:szCs w:val="44"/>
        </w:rPr>
        <w:t>Mv</w:t>
      </w:r>
      <w:proofErr w:type="spellEnd"/>
      <w:r w:rsidRPr="00F8258C">
        <w:rPr>
          <w:rFonts w:ascii="Times New Roman" w:hAnsi="Times New Roman" w:cs="Times New Roman"/>
          <w:b/>
          <w:sz w:val="44"/>
          <w:szCs w:val="44"/>
        </w:rPr>
        <w:t>_1_05</w:t>
      </w:r>
    </w:p>
    <w:p w:rsidR="00CD2887" w:rsidRPr="00E43826" w:rsidRDefault="00B94F16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F8258C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F8258C" w:rsidRDefault="00F91740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8258C">
        <w:rPr>
          <w:rFonts w:ascii="Times New Roman" w:hAnsi="Times New Roman" w:cs="Times New Roman"/>
          <w:b/>
          <w:sz w:val="44"/>
          <w:szCs w:val="44"/>
        </w:rPr>
        <w:t>Reklamní slogany II.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CC3ECE">
        <w:rPr>
          <w:rFonts w:ascii="Times New Roman" w:hAnsi="Times New Roman" w:cs="Times New Roman"/>
          <w:sz w:val="28"/>
          <w:szCs w:val="28"/>
        </w:rPr>
        <w:t xml:space="preserve"> </w:t>
      </w:r>
      <w:r w:rsidR="002B6C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6C67">
        <w:rPr>
          <w:rFonts w:ascii="Times New Roman" w:hAnsi="Times New Roman" w:cs="Times New Roman"/>
          <w:sz w:val="28"/>
          <w:szCs w:val="28"/>
        </w:rPr>
        <w:t>Mgr.</w:t>
      </w:r>
      <w:r w:rsidR="00CC3ECE">
        <w:rPr>
          <w:rFonts w:ascii="Times New Roman" w:hAnsi="Times New Roman" w:cs="Times New Roman"/>
          <w:sz w:val="28"/>
          <w:szCs w:val="28"/>
        </w:rPr>
        <w:t xml:space="preserve"> </w:t>
      </w:r>
      <w:r w:rsidR="002B6C67">
        <w:rPr>
          <w:rFonts w:ascii="Times New Roman" w:hAnsi="Times New Roman" w:cs="Times New Roman"/>
          <w:sz w:val="28"/>
          <w:szCs w:val="28"/>
        </w:rPr>
        <w:t xml:space="preserve"> Petra</w:t>
      </w:r>
      <w:proofErr w:type="gramEnd"/>
      <w:r w:rsidR="002B6C67">
        <w:rPr>
          <w:rFonts w:ascii="Times New Roman" w:hAnsi="Times New Roman" w:cs="Times New Roman"/>
          <w:sz w:val="28"/>
          <w:szCs w:val="28"/>
        </w:rPr>
        <w:t xml:space="preserve"> Husáková</w:t>
      </w:r>
    </w:p>
    <w:p w:rsidR="002B6C67" w:rsidRDefault="002B6C67" w:rsidP="00E43826">
      <w:pPr>
        <w:rPr>
          <w:rFonts w:ascii="Times New Roman" w:hAnsi="Times New Roman" w:cs="Times New Roman"/>
          <w:sz w:val="28"/>
          <w:szCs w:val="28"/>
        </w:rPr>
      </w:pPr>
    </w:p>
    <w:p w:rsidR="002B6C67" w:rsidRPr="00794178" w:rsidRDefault="002B6C67" w:rsidP="002B6C6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4178">
        <w:rPr>
          <w:rFonts w:ascii="Times New Roman" w:hAnsi="Times New Roman" w:cs="Times New Roman"/>
          <w:b/>
          <w:sz w:val="32"/>
          <w:szCs w:val="32"/>
        </w:rPr>
        <w:lastRenderedPageBreak/>
        <w:t>Reklamní slogany II.</w:t>
      </w:r>
    </w:p>
    <w:p w:rsidR="002B6C67" w:rsidRDefault="002B6C67" w:rsidP="002B6C6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B6C67" w:rsidRPr="00F8258C" w:rsidRDefault="002B6C67" w:rsidP="002B6C6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F8258C">
        <w:rPr>
          <w:rFonts w:ascii="Times New Roman" w:hAnsi="Times New Roman" w:cs="Times New Roman"/>
          <w:b/>
          <w:sz w:val="32"/>
          <w:szCs w:val="32"/>
        </w:rPr>
        <w:t>Doplňte následující reklamní slogany</w:t>
      </w:r>
    </w:p>
    <w:p w:rsidR="002B6C67" w:rsidRPr="00F8258C" w:rsidRDefault="002B6C67" w:rsidP="002B6C67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8537"/>
      </w:tblGrid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2B6C67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 xml:space="preserve">Zde jsem člověkem. Zde </w:t>
            </w:r>
            <w:r w:rsidR="004231F4" w:rsidRPr="00F8258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2B6C67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2B6C67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2B6C67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Příroda ________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Zabíjí všechny __________</w:t>
            </w:r>
            <w:r w:rsidR="002B6C67" w:rsidRPr="00F8258C">
              <w:rPr>
                <w:rFonts w:ascii="Times New Roman" w:hAnsi="Times New Roman" w:cs="Times New Roman"/>
                <w:sz w:val="28"/>
                <w:szCs w:val="28"/>
              </w:rPr>
              <w:t>bakterií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2B6C67" w:rsidP="007528FC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4231F4" w:rsidRPr="00F8258C">
              <w:rPr>
                <w:rFonts w:ascii="Times New Roman" w:hAnsi="Times New Roman" w:cs="Times New Roman"/>
                <w:sz w:val="28"/>
                <w:szCs w:val="28"/>
              </w:rPr>
              <w:t xml:space="preserve">evysuší </w:t>
            </w:r>
            <w:r w:rsidR="007528FC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4231F4" w:rsidRPr="00F8258C">
              <w:rPr>
                <w:rFonts w:ascii="Times New Roman" w:hAnsi="Times New Roman" w:cs="Times New Roman"/>
                <w:sz w:val="28"/>
                <w:szCs w:val="28"/>
              </w:rPr>
              <w:t>aši pleť jako_______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Uvidíte_______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Život je hořký. _______</w:t>
            </w:r>
          </w:p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Více chuti do________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Inspirující______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Těstoviny, které______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 xml:space="preserve">Pomáhat </w:t>
            </w:r>
            <w:r w:rsidR="00752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a_______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Bílá jako________</w:t>
            </w:r>
            <w:r w:rsidR="002B6C67" w:rsidRPr="00F82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F8258C" w:rsidRDefault="004231F4" w:rsidP="002B6C67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Co dokáže_______</w:t>
            </w:r>
          </w:p>
          <w:p w:rsidR="00F8258C" w:rsidRDefault="00F8258C" w:rsidP="00F8258C">
            <w:pPr>
              <w:pStyle w:val="Odstavecseseznamem"/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EA004E" w:rsidRDefault="00EA004E" w:rsidP="00F8258C">
            <w:pPr>
              <w:pStyle w:val="Odstavecseseznamem"/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231F4" w:rsidRDefault="004231F4" w:rsidP="00F8258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8258C">
              <w:rPr>
                <w:rFonts w:ascii="Times New Roman" w:hAnsi="Times New Roman" w:cs="Times New Roman"/>
                <w:b/>
                <w:sz w:val="32"/>
                <w:szCs w:val="32"/>
              </w:rPr>
              <w:t>Dokážete určit, o jaké výrobce se v předchozích ukázkách jedná?</w:t>
            </w:r>
          </w:p>
          <w:p w:rsidR="00F8258C" w:rsidRDefault="00F8258C" w:rsidP="00F8258C">
            <w:pPr>
              <w:pStyle w:val="Odstavecseseznamem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8258C" w:rsidRPr="00F8258C" w:rsidRDefault="00F8258C" w:rsidP="00F8258C">
            <w:pPr>
              <w:pStyle w:val="Odstavecseseznamem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231F4" w:rsidRPr="00F8258C" w:rsidRDefault="004231F4" w:rsidP="00F8258C">
            <w:pPr>
              <w:pStyle w:val="Odstavecseseznamem"/>
              <w:numPr>
                <w:ilvl w:val="0"/>
                <w:numId w:val="1"/>
              </w:numPr>
              <w:spacing w:after="0"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8258C">
              <w:rPr>
                <w:rFonts w:ascii="Times New Roman" w:hAnsi="Times New Roman" w:cs="Times New Roman"/>
                <w:b/>
                <w:sz w:val="32"/>
                <w:szCs w:val="32"/>
              </w:rPr>
              <w:t>Vytvořte základní pravidla dobrého sloganu.</w:t>
            </w: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1F4" w:rsidRPr="00F8258C" w:rsidRDefault="004231F4" w:rsidP="004231F4">
            <w:pPr>
              <w:pStyle w:val="Odstavecseseznamem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Vy</w:t>
            </w:r>
            <w:r w:rsidR="00794178" w:rsidRPr="00F8258C">
              <w:rPr>
                <w:rFonts w:ascii="Times New Roman" w:hAnsi="Times New Roman" w:cs="Times New Roman"/>
                <w:sz w:val="28"/>
                <w:szCs w:val="28"/>
              </w:rPr>
              <w:t>myslete slogan na vaši školu. Mů</w:t>
            </w:r>
            <w:r w:rsidRPr="00F8258C">
              <w:rPr>
                <w:rFonts w:ascii="Times New Roman" w:hAnsi="Times New Roman" w:cs="Times New Roman"/>
                <w:sz w:val="28"/>
                <w:szCs w:val="28"/>
              </w:rPr>
              <w:t>že mít max. 10 slov.</w:t>
            </w:r>
          </w:p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rHeight w:val="783"/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2B6C67" w:rsidRPr="00D65496" w:rsidTr="00B924A7">
        <w:trPr>
          <w:tblCellSpacing w:w="0" w:type="dxa"/>
        </w:trPr>
        <w:tc>
          <w:tcPr>
            <w:tcW w:w="8537" w:type="dxa"/>
            <w:vAlign w:val="center"/>
          </w:tcPr>
          <w:p w:rsidR="002B6C67" w:rsidRPr="00D65496" w:rsidRDefault="002B6C67" w:rsidP="002B6C67"/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ED6E4C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  <w:hideMark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spacing w:line="240" w:lineRule="auto"/>
            </w:pPr>
          </w:p>
        </w:tc>
      </w:tr>
      <w:tr w:rsidR="00ED6E4C" w:rsidRPr="00972EB8" w:rsidTr="000D6D81">
        <w:trPr>
          <w:tblCellSpacing w:w="0" w:type="dxa"/>
        </w:trPr>
        <w:tc>
          <w:tcPr>
            <w:tcW w:w="8537" w:type="dxa"/>
            <w:vAlign w:val="center"/>
          </w:tcPr>
          <w:p w:rsidR="00ED6E4C" w:rsidRPr="00ED6E4C" w:rsidRDefault="00ED6E4C" w:rsidP="000D6D81">
            <w:pPr>
              <w:pStyle w:val="Odstavecseseznamem"/>
              <w:spacing w:line="240" w:lineRule="auto"/>
            </w:pPr>
          </w:p>
        </w:tc>
      </w:tr>
    </w:tbl>
    <w:p w:rsidR="00ED6E4C" w:rsidRPr="00ED6E4C" w:rsidRDefault="00ED6E4C" w:rsidP="002F4A72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sectPr w:rsidR="00ED6E4C" w:rsidRPr="00ED6E4C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58C" w:rsidRDefault="00F8258C" w:rsidP="00F8258C">
      <w:pPr>
        <w:spacing w:after="0" w:line="240" w:lineRule="auto"/>
      </w:pPr>
      <w:r>
        <w:separator/>
      </w:r>
    </w:p>
  </w:endnote>
  <w:endnote w:type="continuationSeparator" w:id="0">
    <w:p w:rsidR="00F8258C" w:rsidRDefault="00F8258C" w:rsidP="00F8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58C" w:rsidRDefault="00F8258C" w:rsidP="00F8258C">
      <w:pPr>
        <w:spacing w:after="0" w:line="240" w:lineRule="auto"/>
      </w:pPr>
      <w:r>
        <w:separator/>
      </w:r>
    </w:p>
  </w:footnote>
  <w:footnote w:type="continuationSeparator" w:id="0">
    <w:p w:rsidR="00F8258C" w:rsidRDefault="00F8258C" w:rsidP="00F82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57801"/>
    <w:multiLevelType w:val="hybridMultilevel"/>
    <w:tmpl w:val="919A6B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66F0"/>
    <w:multiLevelType w:val="hybridMultilevel"/>
    <w:tmpl w:val="75B885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0231"/>
    <w:multiLevelType w:val="hybridMultilevel"/>
    <w:tmpl w:val="4A6EF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A0EAE"/>
    <w:multiLevelType w:val="hybridMultilevel"/>
    <w:tmpl w:val="5F26A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402C8"/>
    <w:multiLevelType w:val="hybridMultilevel"/>
    <w:tmpl w:val="9B823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826"/>
    <w:rsid w:val="000B2FED"/>
    <w:rsid w:val="000C7D72"/>
    <w:rsid w:val="00136351"/>
    <w:rsid w:val="001C7C63"/>
    <w:rsid w:val="002B6C67"/>
    <w:rsid w:val="002F4A72"/>
    <w:rsid w:val="003057B6"/>
    <w:rsid w:val="0041173C"/>
    <w:rsid w:val="004231F4"/>
    <w:rsid w:val="005F0A0F"/>
    <w:rsid w:val="00712381"/>
    <w:rsid w:val="007358AE"/>
    <w:rsid w:val="007528FC"/>
    <w:rsid w:val="00794178"/>
    <w:rsid w:val="007B38C3"/>
    <w:rsid w:val="00B924A7"/>
    <w:rsid w:val="00B94F16"/>
    <w:rsid w:val="00CC3ECE"/>
    <w:rsid w:val="00CD2887"/>
    <w:rsid w:val="00DE1E4A"/>
    <w:rsid w:val="00E43826"/>
    <w:rsid w:val="00E464BE"/>
    <w:rsid w:val="00EA004E"/>
    <w:rsid w:val="00EA3336"/>
    <w:rsid w:val="00ED6E4C"/>
    <w:rsid w:val="00F5454F"/>
    <w:rsid w:val="00F8258C"/>
    <w:rsid w:val="00F91740"/>
    <w:rsid w:val="00FD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6C6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F8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8258C"/>
  </w:style>
  <w:style w:type="paragraph" w:styleId="Zpat">
    <w:name w:val="footer"/>
    <w:basedOn w:val="Normln"/>
    <w:link w:val="ZpatChar"/>
    <w:uiPriority w:val="99"/>
    <w:semiHidden/>
    <w:unhideWhenUsed/>
    <w:rsid w:val="00F82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825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15</cp:revision>
  <dcterms:created xsi:type="dcterms:W3CDTF">2012-12-04T15:57:00Z</dcterms:created>
  <dcterms:modified xsi:type="dcterms:W3CDTF">2013-01-05T09:44:00Z</dcterms:modified>
</cp:coreProperties>
</file>