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33375">
        <w:rPr>
          <w:b/>
        </w:rPr>
        <w:t>Soustavy lineárních rovnic</w:t>
      </w:r>
      <w:r w:rsidR="009A4FDC">
        <w:rPr>
          <w:b/>
        </w:rPr>
        <w:t xml:space="preserve"> I</w:t>
      </w:r>
      <w:r w:rsidR="00674689">
        <w:rPr>
          <w:b/>
        </w:rPr>
        <w:t>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092484">
        <w:t xml:space="preserve">: </w:t>
      </w:r>
      <w:r w:rsidR="00FA6838">
        <w:t>2_</w:t>
      </w:r>
      <w:r w:rsidR="00092484">
        <w:t>M</w:t>
      </w:r>
      <w:r w:rsidR="00FA6838">
        <w:t>atematika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FA6838">
        <w:t xml:space="preserve"> </w:t>
      </w:r>
      <w:r w:rsidR="00287748">
        <w:t>0</w:t>
      </w:r>
      <w:r w:rsidR="00F33375">
        <w:t>9</w:t>
      </w:r>
      <w:r w:rsidR="00FA6838">
        <w:t xml:space="preserve">   </w:t>
      </w:r>
      <w:r w:rsidR="00592F82">
        <w:tab/>
        <w:t>Předmět:</w:t>
      </w:r>
      <w:r w:rsidR="00592F82">
        <w:tab/>
      </w:r>
      <w:r w:rsidR="00FA6838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0F6C59">
        <w:t>4.3.2013</w:t>
      </w:r>
      <w:proofErr w:type="gramEnd"/>
      <w:r w:rsidR="00163029">
        <w:tab/>
      </w:r>
      <w:r>
        <w:t>Třída:</w:t>
      </w:r>
      <w:r w:rsidR="00E90BA8">
        <w:t xml:space="preserve"> k</w:t>
      </w:r>
      <w:r w:rsidR="000F6C59">
        <w:t>varta</w:t>
      </w:r>
      <w:r>
        <w:tab/>
        <w:t>Ověřující učitel:</w:t>
      </w:r>
      <w:r w:rsidR="00745A98">
        <w:tab/>
      </w:r>
      <w:r w:rsidR="001C1321">
        <w:t xml:space="preserve">Mgr. </w:t>
      </w:r>
      <w:r w:rsidR="00287748">
        <w:t>M.</w:t>
      </w:r>
      <w:r w:rsidR="001C1321">
        <w:t xml:space="preserve"> </w:t>
      </w:r>
      <w:r w:rsidR="00287748">
        <w:t>Fučíková</w:t>
      </w:r>
    </w:p>
    <w:p w:rsidR="00163029" w:rsidRPr="00501C29" w:rsidRDefault="00A45313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674689" w:rsidP="00745A98">
      <w:r>
        <w:t xml:space="preserve">Pracovní list je zaměřen na procvičení </w:t>
      </w:r>
      <w:r w:rsidR="00F33375">
        <w:t xml:space="preserve">soustav </w:t>
      </w:r>
      <w:r>
        <w:t>lineárních rovnic.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F33375" w:rsidRDefault="00F33375" w:rsidP="00F33375">
      <w:pPr>
        <w:spacing w:before="240" w:line="360" w:lineRule="auto"/>
        <w:rPr>
          <w:b/>
        </w:rPr>
      </w:pPr>
      <w:r>
        <w:t>soustava rovnic, srovnávací metoda, dosazovací metoda, sčítací metoda, grafické řešení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674689" w:rsidP="009F6F13">
      <w:r>
        <w:t>Pomocí pracovního listu zopakovat a procvičit</w:t>
      </w:r>
      <w:r w:rsidR="00F33375">
        <w:t xml:space="preserve"> soustavy</w:t>
      </w:r>
      <w:r>
        <w:t xml:space="preserve"> lineární</w:t>
      </w:r>
      <w:r w:rsidR="00F33375">
        <w:t>ch rovnic</w:t>
      </w:r>
      <w:r>
        <w:t>. Určeno jako samostatná práce</w:t>
      </w:r>
      <w:r w:rsidR="002048D8"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84787" w:rsidRDefault="00084787" w:rsidP="00084787">
      <w:proofErr w:type="spellStart"/>
      <w:r>
        <w:t>Boucník</w:t>
      </w:r>
      <w:proofErr w:type="spellEnd"/>
      <w:r>
        <w:t xml:space="preserve">, Pavel. </w:t>
      </w:r>
      <w:proofErr w:type="gramStart"/>
      <w:r w:rsidRPr="00F32DFE">
        <w:rPr>
          <w:i/>
        </w:rPr>
        <w:t>Odmaturuj! z</w:t>
      </w:r>
      <w:r>
        <w:rPr>
          <w:i/>
        </w:rPr>
        <w:t> </w:t>
      </w:r>
      <w:r w:rsidRPr="00F32DFE">
        <w:rPr>
          <w:i/>
        </w:rPr>
        <w:t>matematiky</w:t>
      </w:r>
      <w:proofErr w:type="gramEnd"/>
      <w:r>
        <w:rPr>
          <w:i/>
        </w:rPr>
        <w:t>.</w:t>
      </w:r>
      <w:r>
        <w:t xml:space="preserve"> Brno: </w:t>
      </w:r>
      <w:proofErr w:type="spellStart"/>
      <w:r>
        <w:t>Didaktis</w:t>
      </w:r>
      <w:proofErr w:type="spellEnd"/>
      <w:r>
        <w:t>, 2004</w:t>
      </w:r>
    </w:p>
    <w:p w:rsidR="00084787" w:rsidRDefault="00084787" w:rsidP="00084787">
      <w:r>
        <w:t xml:space="preserve">Čermák, Pavel; Červinková, Petra. </w:t>
      </w:r>
      <w:proofErr w:type="gramStart"/>
      <w:r w:rsidRPr="00F32DFE">
        <w:rPr>
          <w:i/>
        </w:rPr>
        <w:t>Odmaturuj! z</w:t>
      </w:r>
      <w:r>
        <w:rPr>
          <w:i/>
        </w:rPr>
        <w:t> </w:t>
      </w:r>
      <w:r w:rsidRPr="00F32DFE">
        <w:rPr>
          <w:i/>
        </w:rPr>
        <w:t>matematiky</w:t>
      </w:r>
      <w:proofErr w:type="gramEnd"/>
      <w:r>
        <w:rPr>
          <w:i/>
        </w:rPr>
        <w:t>.</w:t>
      </w:r>
      <w:r>
        <w:t xml:space="preserve"> Brno: </w:t>
      </w:r>
      <w:proofErr w:type="spellStart"/>
      <w:r>
        <w:t>Didaktis</w:t>
      </w:r>
      <w:proofErr w:type="spellEnd"/>
      <w:r>
        <w:t>, 2007</w:t>
      </w:r>
    </w:p>
    <w:p w:rsidR="00084787" w:rsidRDefault="00084787" w:rsidP="00084787">
      <w:proofErr w:type="spellStart"/>
      <w:r w:rsidRPr="00A675AA">
        <w:rPr>
          <w:i/>
          <w:iCs/>
        </w:rPr>
        <w:t>GeoGebra</w:t>
      </w:r>
      <w:proofErr w:type="spellEnd"/>
      <w:r w:rsidRPr="00A675AA">
        <w:rPr>
          <w:i/>
          <w:iCs/>
        </w:rPr>
        <w:t xml:space="preserve"> 4.2</w:t>
      </w:r>
      <w:r w:rsidRPr="00A675AA">
        <w:t xml:space="preserve"> [volně šiřitelný matematický software pro studium a výuku]</w:t>
      </w:r>
    </w:p>
    <w:p w:rsidR="00084787" w:rsidRPr="00372C3C" w:rsidRDefault="00084787" w:rsidP="00084787">
      <w:r>
        <w:t xml:space="preserve">Charvát, Jura. </w:t>
      </w:r>
      <w:r>
        <w:rPr>
          <w:i/>
        </w:rPr>
        <w:t xml:space="preserve">Matematika pro gymnázia. Rovnice a nerovnice. </w:t>
      </w:r>
      <w:r>
        <w:t xml:space="preserve">Praha: Prometheus, 2001 </w:t>
      </w:r>
    </w:p>
    <w:p w:rsidR="00084787" w:rsidRPr="00A753CB" w:rsidRDefault="00084787" w:rsidP="00084787">
      <w:r>
        <w:t xml:space="preserve">Janeček, František. </w:t>
      </w:r>
      <w:r w:rsidRPr="00F32DFE">
        <w:rPr>
          <w:i/>
        </w:rPr>
        <w:t>Výrazy, rovnice, nerovnice a jejich soustavy</w:t>
      </w:r>
      <w:r>
        <w:rPr>
          <w:i/>
        </w:rPr>
        <w:t>.</w:t>
      </w:r>
      <w:r>
        <w:t xml:space="preserve"> Praha: Prometheus, 1995 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AC6" w:rsidRDefault="004F6AC6">
      <w:r>
        <w:separator/>
      </w:r>
    </w:p>
  </w:endnote>
  <w:endnote w:type="continuationSeparator" w:id="0">
    <w:p w:rsidR="004F6AC6" w:rsidRDefault="004F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AC6" w:rsidRDefault="004F6AC6">
      <w:r>
        <w:separator/>
      </w:r>
    </w:p>
  </w:footnote>
  <w:footnote w:type="continuationSeparator" w:id="0">
    <w:p w:rsidR="004F6AC6" w:rsidRDefault="004F6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A45313">
      <w:rPr>
        <w:bCs/>
      </w:rPr>
      <w:t>34.</w:t>
    </w:r>
    <w:r>
      <w:rPr>
        <w:bCs/>
      </w:rPr>
      <w:t>0325</w:t>
    </w:r>
  </w:p>
  <w:p w:rsidR="00484E3A" w:rsidRPr="00745A98" w:rsidRDefault="00A4531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30C1B"/>
    <w:rsid w:val="00040C37"/>
    <w:rsid w:val="000547D9"/>
    <w:rsid w:val="00054DFD"/>
    <w:rsid w:val="00063727"/>
    <w:rsid w:val="00084787"/>
    <w:rsid w:val="000908E9"/>
    <w:rsid w:val="00092484"/>
    <w:rsid w:val="000A48C9"/>
    <w:rsid w:val="000B2930"/>
    <w:rsid w:val="000C1FE7"/>
    <w:rsid w:val="000C3E7E"/>
    <w:rsid w:val="000E29CB"/>
    <w:rsid w:val="000F6C59"/>
    <w:rsid w:val="0010546B"/>
    <w:rsid w:val="00163029"/>
    <w:rsid w:val="001A6A4C"/>
    <w:rsid w:val="001C1321"/>
    <w:rsid w:val="001F1A08"/>
    <w:rsid w:val="002048D8"/>
    <w:rsid w:val="00232FB1"/>
    <w:rsid w:val="00256364"/>
    <w:rsid w:val="0028489E"/>
    <w:rsid w:val="00287748"/>
    <w:rsid w:val="00290C19"/>
    <w:rsid w:val="00297870"/>
    <w:rsid w:val="002A290B"/>
    <w:rsid w:val="002A5BAC"/>
    <w:rsid w:val="003105DC"/>
    <w:rsid w:val="0033262C"/>
    <w:rsid w:val="0034544A"/>
    <w:rsid w:val="00353FD9"/>
    <w:rsid w:val="0036718C"/>
    <w:rsid w:val="003761B0"/>
    <w:rsid w:val="003835AF"/>
    <w:rsid w:val="00394D93"/>
    <w:rsid w:val="003A5AD6"/>
    <w:rsid w:val="003C1EBC"/>
    <w:rsid w:val="003C6933"/>
    <w:rsid w:val="003E4C3B"/>
    <w:rsid w:val="003E63C0"/>
    <w:rsid w:val="003F4DE8"/>
    <w:rsid w:val="003F6447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F6AC6"/>
    <w:rsid w:val="00501C29"/>
    <w:rsid w:val="00512A86"/>
    <w:rsid w:val="00546A70"/>
    <w:rsid w:val="005574C8"/>
    <w:rsid w:val="00574DD9"/>
    <w:rsid w:val="00584AB8"/>
    <w:rsid w:val="00592F82"/>
    <w:rsid w:val="005A62C1"/>
    <w:rsid w:val="005D030A"/>
    <w:rsid w:val="006027CC"/>
    <w:rsid w:val="00623F17"/>
    <w:rsid w:val="00652115"/>
    <w:rsid w:val="00674689"/>
    <w:rsid w:val="006A718D"/>
    <w:rsid w:val="006E792F"/>
    <w:rsid w:val="006F11AC"/>
    <w:rsid w:val="00700E72"/>
    <w:rsid w:val="00745A98"/>
    <w:rsid w:val="007659FE"/>
    <w:rsid w:val="00771703"/>
    <w:rsid w:val="007A1DA7"/>
    <w:rsid w:val="007C424F"/>
    <w:rsid w:val="007C52F1"/>
    <w:rsid w:val="007F02F7"/>
    <w:rsid w:val="007F06C8"/>
    <w:rsid w:val="00801324"/>
    <w:rsid w:val="00812228"/>
    <w:rsid w:val="008133AE"/>
    <w:rsid w:val="0082351D"/>
    <w:rsid w:val="00823D1E"/>
    <w:rsid w:val="008725F1"/>
    <w:rsid w:val="008B5602"/>
    <w:rsid w:val="008F1D94"/>
    <w:rsid w:val="009178A2"/>
    <w:rsid w:val="00930B79"/>
    <w:rsid w:val="009A4FDC"/>
    <w:rsid w:val="009E58C4"/>
    <w:rsid w:val="009E736F"/>
    <w:rsid w:val="009F240C"/>
    <w:rsid w:val="009F24B5"/>
    <w:rsid w:val="009F6F13"/>
    <w:rsid w:val="00A32C1A"/>
    <w:rsid w:val="00A32F88"/>
    <w:rsid w:val="00A45313"/>
    <w:rsid w:val="00A67905"/>
    <w:rsid w:val="00A739DB"/>
    <w:rsid w:val="00A92398"/>
    <w:rsid w:val="00AE0AB9"/>
    <w:rsid w:val="00AE35A8"/>
    <w:rsid w:val="00B03303"/>
    <w:rsid w:val="00B11E31"/>
    <w:rsid w:val="00B121FF"/>
    <w:rsid w:val="00B43D79"/>
    <w:rsid w:val="00B73B73"/>
    <w:rsid w:val="00BA4C26"/>
    <w:rsid w:val="00BC3C15"/>
    <w:rsid w:val="00C067D2"/>
    <w:rsid w:val="00C1517F"/>
    <w:rsid w:val="00C36394"/>
    <w:rsid w:val="00C43F4C"/>
    <w:rsid w:val="00C57247"/>
    <w:rsid w:val="00C61876"/>
    <w:rsid w:val="00C61B2E"/>
    <w:rsid w:val="00C841AF"/>
    <w:rsid w:val="00CB38DA"/>
    <w:rsid w:val="00CB5145"/>
    <w:rsid w:val="00CC59E8"/>
    <w:rsid w:val="00CF24A3"/>
    <w:rsid w:val="00D25797"/>
    <w:rsid w:val="00D51238"/>
    <w:rsid w:val="00D65D2B"/>
    <w:rsid w:val="00DB726E"/>
    <w:rsid w:val="00DD4CED"/>
    <w:rsid w:val="00E12C07"/>
    <w:rsid w:val="00E45022"/>
    <w:rsid w:val="00E85A23"/>
    <w:rsid w:val="00E90BA8"/>
    <w:rsid w:val="00E96239"/>
    <w:rsid w:val="00EB152F"/>
    <w:rsid w:val="00EB331B"/>
    <w:rsid w:val="00ED00A5"/>
    <w:rsid w:val="00EE037D"/>
    <w:rsid w:val="00EF7937"/>
    <w:rsid w:val="00F16660"/>
    <w:rsid w:val="00F21BB5"/>
    <w:rsid w:val="00F33375"/>
    <w:rsid w:val="00F456CA"/>
    <w:rsid w:val="00F51C8D"/>
    <w:rsid w:val="00F73128"/>
    <w:rsid w:val="00F8642A"/>
    <w:rsid w:val="00FA168B"/>
    <w:rsid w:val="00FA6838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16</TotalTime>
  <Pages>1</Pages>
  <Words>140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22</cp:revision>
  <cp:lastPrinted>2013-04-22T18:48:00Z</cp:lastPrinted>
  <dcterms:created xsi:type="dcterms:W3CDTF">2012-11-10T13:45:00Z</dcterms:created>
  <dcterms:modified xsi:type="dcterms:W3CDTF">2014-06-09T10:05:00Z</dcterms:modified>
</cp:coreProperties>
</file>