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bookmarkStart w:id="0" w:name="_GoBack"/>
      <w:bookmarkEnd w:id="0"/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9A4FDC">
        <w:rPr>
          <w:b/>
        </w:rPr>
        <w:t>Lineární rov</w:t>
      </w:r>
      <w:r w:rsidR="00644FE8">
        <w:rPr>
          <w:b/>
        </w:rPr>
        <w:t>n</w:t>
      </w:r>
      <w:r w:rsidR="009A4FDC">
        <w:rPr>
          <w:b/>
        </w:rPr>
        <w:t>ice I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287748">
        <w:rPr>
          <w:b/>
        </w:rPr>
        <w:t>Mgr.</w:t>
      </w:r>
      <w:r w:rsidR="00AE35A8">
        <w:rPr>
          <w:b/>
        </w:rPr>
        <w:t xml:space="preserve"> </w:t>
      </w:r>
      <w:r w:rsidR="00287748">
        <w:rPr>
          <w:b/>
        </w:rPr>
        <w:t>Miloslava Fučíková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2D78D6">
        <w:t xml:space="preserve">: </w:t>
      </w:r>
      <w:r w:rsidR="00B25F21">
        <w:t>2_M</w:t>
      </w:r>
      <w:r w:rsidR="002B5335">
        <w:t>atematika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2B5335">
        <w:t xml:space="preserve"> </w:t>
      </w:r>
      <w:r w:rsidR="00287748">
        <w:t>0</w:t>
      </w:r>
      <w:r w:rsidR="009F24B5">
        <w:t>6</w:t>
      </w:r>
      <w:r w:rsidR="002B5335">
        <w:t xml:space="preserve">  </w:t>
      </w:r>
      <w:r w:rsidR="00592F82">
        <w:tab/>
        <w:t>Předmět:</w:t>
      </w:r>
      <w:r w:rsidR="00592F82">
        <w:tab/>
      </w:r>
      <w:r w:rsidR="002B5335">
        <w:t>matematika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7D6141">
        <w:t>18.2.2013</w:t>
      </w:r>
      <w:proofErr w:type="gramEnd"/>
      <w:r w:rsidR="00163029">
        <w:tab/>
      </w:r>
      <w:r>
        <w:t>Třída:</w:t>
      </w:r>
      <w:r w:rsidR="00163029">
        <w:tab/>
      </w:r>
      <w:r w:rsidR="002B5335">
        <w:t>kvarta</w:t>
      </w:r>
      <w:r w:rsidR="002D78D6">
        <w:t xml:space="preserve">    </w:t>
      </w:r>
      <w:r>
        <w:t>Ověřující učitel:</w:t>
      </w:r>
      <w:r w:rsidR="002D78D6">
        <w:t xml:space="preserve"> Mgr. </w:t>
      </w:r>
      <w:r w:rsidR="00287748">
        <w:t>M</w:t>
      </w:r>
      <w:r w:rsidR="002D78D6">
        <w:t xml:space="preserve">iloslava </w:t>
      </w:r>
      <w:r w:rsidR="00287748">
        <w:t>Fučíková</w:t>
      </w:r>
    </w:p>
    <w:p w:rsidR="00163029" w:rsidRPr="00501C29" w:rsidRDefault="00906DD8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3F6447" w:rsidP="00745A98">
      <w:r>
        <w:t>Prezentace je zaměřena na zopakování řešení lineárních rovnic.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Default="00F51C8D" w:rsidP="00745A98">
      <w:pPr>
        <w:spacing w:before="240" w:line="360" w:lineRule="auto"/>
        <w:rPr>
          <w:b/>
        </w:rPr>
      </w:pPr>
      <w:r>
        <w:t>rovnice, definiční obor, neznámá ve jmenovateli</w:t>
      </w:r>
      <w:r w:rsidR="00256364">
        <w:t>, vyjádření neznámé ze vzorce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2048D8" w:rsidP="009F6F13">
      <w:r>
        <w:t>Pomocí prezentace v PowerPointu zopakovat postup při řešení lineárních rovnic.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D1041D" w:rsidRDefault="00D1041D" w:rsidP="00D1041D">
      <w:r>
        <w:t xml:space="preserve">Čermák, Pavel, Červinková, Petra. </w:t>
      </w:r>
      <w:r w:rsidR="002D78D6">
        <w:rPr>
          <w:i/>
        </w:rPr>
        <w:t>Odmaturuj</w:t>
      </w:r>
      <w:r w:rsidR="009215F1">
        <w:rPr>
          <w:i/>
        </w:rPr>
        <w:t>!</w:t>
      </w:r>
      <w:r w:rsidR="002D78D6">
        <w:rPr>
          <w:i/>
        </w:rPr>
        <w:t xml:space="preserve"> </w:t>
      </w:r>
      <w:r w:rsidRPr="00F32DFE">
        <w:rPr>
          <w:i/>
        </w:rPr>
        <w:t>z</w:t>
      </w:r>
      <w:r>
        <w:rPr>
          <w:i/>
        </w:rPr>
        <w:t> </w:t>
      </w:r>
      <w:proofErr w:type="gramStart"/>
      <w:r w:rsidRPr="00F32DFE">
        <w:rPr>
          <w:i/>
        </w:rPr>
        <w:t>matematiky</w:t>
      </w:r>
      <w:r>
        <w:rPr>
          <w:i/>
        </w:rPr>
        <w:t>.</w:t>
      </w:r>
      <w:r>
        <w:t>.</w:t>
      </w:r>
      <w:proofErr w:type="gramEnd"/>
      <w:r>
        <w:t xml:space="preserve"> Brno: </w:t>
      </w:r>
      <w:proofErr w:type="spellStart"/>
      <w:r>
        <w:t>Didaktis</w:t>
      </w:r>
      <w:proofErr w:type="spellEnd"/>
      <w:r>
        <w:t>, 2007</w:t>
      </w:r>
    </w:p>
    <w:p w:rsidR="00D1041D" w:rsidRDefault="00D1041D" w:rsidP="00D1041D">
      <w:proofErr w:type="spellStart"/>
      <w:r>
        <w:t>Boucník</w:t>
      </w:r>
      <w:proofErr w:type="spellEnd"/>
      <w:r>
        <w:t xml:space="preserve">, Pavel. </w:t>
      </w:r>
      <w:r w:rsidR="002D78D6">
        <w:rPr>
          <w:i/>
        </w:rPr>
        <w:t>Odmaturuj</w:t>
      </w:r>
      <w:r w:rsidR="009215F1">
        <w:rPr>
          <w:i/>
        </w:rPr>
        <w:t>!</w:t>
      </w:r>
      <w:r w:rsidRPr="00F32DFE">
        <w:rPr>
          <w:i/>
        </w:rPr>
        <w:t xml:space="preserve"> z</w:t>
      </w:r>
      <w:r>
        <w:rPr>
          <w:i/>
        </w:rPr>
        <w:t> </w:t>
      </w:r>
      <w:r w:rsidRPr="00F32DFE">
        <w:rPr>
          <w:i/>
        </w:rPr>
        <w:t>matematiky</w:t>
      </w:r>
      <w:r>
        <w:rPr>
          <w:i/>
        </w:rPr>
        <w:t>.</w:t>
      </w:r>
      <w:r>
        <w:t xml:space="preserve"> Brno: </w:t>
      </w:r>
      <w:proofErr w:type="spellStart"/>
      <w:r>
        <w:t>Didaktis</w:t>
      </w:r>
      <w:proofErr w:type="spellEnd"/>
      <w:r>
        <w:t>, 2004</w:t>
      </w:r>
    </w:p>
    <w:p w:rsidR="00D1041D" w:rsidRDefault="00D1041D" w:rsidP="00D1041D">
      <w:r>
        <w:t xml:space="preserve">Janeček, František. </w:t>
      </w:r>
      <w:r w:rsidRPr="00F32DFE">
        <w:rPr>
          <w:i/>
        </w:rPr>
        <w:t>Výrazy, rovnice, nerovnice a jejich soustavy</w:t>
      </w:r>
      <w:r>
        <w:rPr>
          <w:i/>
        </w:rPr>
        <w:t>.</w:t>
      </w:r>
      <w:r>
        <w:t xml:space="preserve"> Praha: Prometheus, 1995 </w:t>
      </w: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  <w:r w:rsidR="002D78D6">
        <w:rPr>
          <w:b/>
        </w:rPr>
        <w:t>---</w:t>
      </w:r>
    </w:p>
    <w:p w:rsidR="00623F17" w:rsidRDefault="00623F17" w:rsidP="00623F17"/>
    <w:p w:rsidR="00623F17" w:rsidRPr="00B121FF" w:rsidRDefault="00623F17" w:rsidP="009F6F13"/>
    <w:sectPr w:rsidR="00623F17" w:rsidRPr="00B121FF" w:rsidSect="00A32F88">
      <w:headerReference w:type="default" r:id="rId9"/>
      <w:footerReference w:type="default" r:id="rId10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C25" w:rsidRDefault="00F57C25">
      <w:r>
        <w:separator/>
      </w:r>
    </w:p>
  </w:endnote>
  <w:endnote w:type="continuationSeparator" w:id="0">
    <w:p w:rsidR="00F57C25" w:rsidRDefault="00F57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C25" w:rsidRDefault="00F57C25">
      <w:r>
        <w:separator/>
      </w:r>
    </w:p>
  </w:footnote>
  <w:footnote w:type="continuationSeparator" w:id="0">
    <w:p w:rsidR="00F57C25" w:rsidRDefault="00F57C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906DD8">
      <w:rPr>
        <w:bCs/>
      </w:rPr>
      <w:t>34.</w:t>
    </w:r>
    <w:r>
      <w:rPr>
        <w:bCs/>
      </w:rPr>
      <w:t>0325</w:t>
    </w:r>
  </w:p>
  <w:p w:rsidR="00484E3A" w:rsidRPr="00745A98" w:rsidRDefault="00906DD8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27B52"/>
    <w:rsid w:val="00040C37"/>
    <w:rsid w:val="000547D9"/>
    <w:rsid w:val="00054DFD"/>
    <w:rsid w:val="00063727"/>
    <w:rsid w:val="000908E9"/>
    <w:rsid w:val="000A48C9"/>
    <w:rsid w:val="000B2930"/>
    <w:rsid w:val="000C1FE7"/>
    <w:rsid w:val="000C3E7E"/>
    <w:rsid w:val="000E29CB"/>
    <w:rsid w:val="0010546B"/>
    <w:rsid w:val="001071F3"/>
    <w:rsid w:val="00163029"/>
    <w:rsid w:val="001A6A4C"/>
    <w:rsid w:val="001F1A08"/>
    <w:rsid w:val="002048D8"/>
    <w:rsid w:val="00232FB1"/>
    <w:rsid w:val="00256364"/>
    <w:rsid w:val="0028489E"/>
    <w:rsid w:val="00287748"/>
    <w:rsid w:val="00290C19"/>
    <w:rsid w:val="00297870"/>
    <w:rsid w:val="002A290B"/>
    <w:rsid w:val="002A5BAC"/>
    <w:rsid w:val="002B5335"/>
    <w:rsid w:val="002D78D6"/>
    <w:rsid w:val="0033262C"/>
    <w:rsid w:val="00332F7E"/>
    <w:rsid w:val="0034544A"/>
    <w:rsid w:val="00353FD9"/>
    <w:rsid w:val="0036718C"/>
    <w:rsid w:val="003761B0"/>
    <w:rsid w:val="003835AF"/>
    <w:rsid w:val="00394D93"/>
    <w:rsid w:val="003A5AD6"/>
    <w:rsid w:val="003C1EBC"/>
    <w:rsid w:val="003E4C3B"/>
    <w:rsid w:val="003E63C0"/>
    <w:rsid w:val="003F4DE8"/>
    <w:rsid w:val="003F6447"/>
    <w:rsid w:val="0042348A"/>
    <w:rsid w:val="00425EA1"/>
    <w:rsid w:val="00434610"/>
    <w:rsid w:val="00445D3A"/>
    <w:rsid w:val="004621BF"/>
    <w:rsid w:val="00462389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574C8"/>
    <w:rsid w:val="0057087D"/>
    <w:rsid w:val="00574DD9"/>
    <w:rsid w:val="00584AB8"/>
    <w:rsid w:val="00592F82"/>
    <w:rsid w:val="005A62C1"/>
    <w:rsid w:val="005D030A"/>
    <w:rsid w:val="006027CC"/>
    <w:rsid w:val="00623F17"/>
    <w:rsid w:val="00644FE8"/>
    <w:rsid w:val="00652115"/>
    <w:rsid w:val="006A718D"/>
    <w:rsid w:val="006E792F"/>
    <w:rsid w:val="006F11AC"/>
    <w:rsid w:val="00700E72"/>
    <w:rsid w:val="00745A98"/>
    <w:rsid w:val="007659FE"/>
    <w:rsid w:val="00771703"/>
    <w:rsid w:val="007C424F"/>
    <w:rsid w:val="007C52F1"/>
    <w:rsid w:val="007D6141"/>
    <w:rsid w:val="007E1155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906DD8"/>
    <w:rsid w:val="009178A2"/>
    <w:rsid w:val="009215F1"/>
    <w:rsid w:val="00930B79"/>
    <w:rsid w:val="0096005A"/>
    <w:rsid w:val="009A4FDC"/>
    <w:rsid w:val="009E58C4"/>
    <w:rsid w:val="009E736F"/>
    <w:rsid w:val="009F240C"/>
    <w:rsid w:val="009F24B5"/>
    <w:rsid w:val="009F6F13"/>
    <w:rsid w:val="00A32C1A"/>
    <w:rsid w:val="00A32F88"/>
    <w:rsid w:val="00A67905"/>
    <w:rsid w:val="00A739DB"/>
    <w:rsid w:val="00A92398"/>
    <w:rsid w:val="00AE0AB9"/>
    <w:rsid w:val="00AE35A8"/>
    <w:rsid w:val="00B03303"/>
    <w:rsid w:val="00B11E31"/>
    <w:rsid w:val="00B121FF"/>
    <w:rsid w:val="00B25F21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B5145"/>
    <w:rsid w:val="00CC575E"/>
    <w:rsid w:val="00CC59E8"/>
    <w:rsid w:val="00CF24A3"/>
    <w:rsid w:val="00D1041D"/>
    <w:rsid w:val="00D25797"/>
    <w:rsid w:val="00D504F9"/>
    <w:rsid w:val="00D65D2B"/>
    <w:rsid w:val="00DB726E"/>
    <w:rsid w:val="00DC66F2"/>
    <w:rsid w:val="00DD4CED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51C8D"/>
    <w:rsid w:val="00F57C25"/>
    <w:rsid w:val="00F73128"/>
    <w:rsid w:val="00F8642A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20</TotalTime>
  <Pages>1</Pages>
  <Words>115</Words>
  <Characters>886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24</cp:revision>
  <cp:lastPrinted>2013-04-22T18:41:00Z</cp:lastPrinted>
  <dcterms:created xsi:type="dcterms:W3CDTF">2012-11-10T13:45:00Z</dcterms:created>
  <dcterms:modified xsi:type="dcterms:W3CDTF">2014-06-09T10:04:00Z</dcterms:modified>
</cp:coreProperties>
</file>