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0B05DD">
        <w:rPr>
          <w:b/>
        </w:rPr>
        <w:t>Úloha typu „Zebry“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0B05DD">
        <w:rPr>
          <w:b/>
        </w:rPr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0B05DD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0B05DD">
        <w:t>2_Matematika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0B05DD">
        <w:t xml:space="preserve">01   </w:t>
      </w:r>
      <w:r w:rsidR="00592F82">
        <w:tab/>
        <w:t>Předmět:</w:t>
      </w:r>
      <w:r w:rsidR="000B05DD">
        <w:t xml:space="preserve"> 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0B05DD">
        <w:t>31. 5. 2013</w:t>
      </w:r>
      <w:r w:rsidR="00163029">
        <w:tab/>
      </w:r>
      <w:r>
        <w:t>Třída:</w:t>
      </w:r>
      <w:r w:rsidR="00163029">
        <w:tab/>
      </w:r>
      <w:r w:rsidR="000B05DD">
        <w:t>3</w:t>
      </w:r>
      <w:r w:rsidR="00D35D39">
        <w:t xml:space="preserve">. </w:t>
      </w:r>
      <w:proofErr w:type="gramStart"/>
      <w:r w:rsidR="00D35D39">
        <w:t>B,C</w:t>
      </w:r>
      <w:r>
        <w:tab/>
        <w:t>Ověřující</w:t>
      </w:r>
      <w:proofErr w:type="gramEnd"/>
      <w:r>
        <w:t xml:space="preserve"> učitel:</w:t>
      </w:r>
      <w:r w:rsidR="00745A98">
        <w:tab/>
      </w:r>
      <w:r w:rsidR="000B05DD">
        <w:t>Daňková</w:t>
      </w:r>
    </w:p>
    <w:p w:rsidR="00163029" w:rsidRPr="00501C29" w:rsidRDefault="005A0146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B05DD" w:rsidP="00745A98">
      <w:bookmarkStart w:id="1" w:name="Text7"/>
      <w:r>
        <w:t>Procvičení výrokové logiky</w:t>
      </w:r>
      <w:bookmarkEnd w:id="1"/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0B05DD" w:rsidP="00745A98">
      <w:pPr>
        <w:spacing w:before="240" w:line="360" w:lineRule="auto"/>
        <w:rPr>
          <w:b/>
        </w:rPr>
      </w:pPr>
      <w:r>
        <w:t>Výroky, pravdivostní hodnota, relace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0B05DD" w:rsidP="009F6F13">
      <w:r>
        <w:t>samostudium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Pr="000B05DD" w:rsidRDefault="000B05DD" w:rsidP="009F6F13">
      <w:pPr>
        <w:rPr>
          <w:i/>
        </w:rPr>
      </w:pPr>
      <w:r>
        <w:rPr>
          <w:i/>
        </w:rPr>
        <w:t>Matematika-fyzika-informatika 9 1999/2000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>Poznámka:</w:t>
      </w:r>
      <w:r w:rsidR="000B05DD">
        <w:rPr>
          <w:b/>
        </w:rPr>
        <w:t xml:space="preserve"> -------------------------------------------------------</w:t>
      </w:r>
      <w:r w:rsidR="00356EB4">
        <w:rPr>
          <w:b/>
          <w:color w:val="00B050"/>
        </w:rPr>
        <w:t>.</w:t>
      </w:r>
    </w:p>
    <w:bookmarkStart w:id="2" w:name="Text10"/>
    <w:p w:rsidR="00623F17" w:rsidRDefault="00D62716" w:rsidP="00623F17">
      <w:r>
        <w:fldChar w:fldCharType="begin">
          <w:ffData>
            <w:name w:val="Text10"/>
            <w:enabled/>
            <w:calcOnExit w:val="0"/>
            <w:textInput/>
          </w:ffData>
        </w:fldChar>
      </w:r>
      <w:r w:rsidR="00FC34AC">
        <w:instrText xml:space="preserve"> FORMTEXT </w:instrText>
      </w:r>
      <w:r>
        <w:fldChar w:fldCharType="separate"/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>
        <w:fldChar w:fldCharType="end"/>
      </w:r>
      <w:bookmarkEnd w:id="2"/>
    </w:p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22" w:rsidRDefault="00C57022">
      <w:r>
        <w:separator/>
      </w:r>
    </w:p>
  </w:endnote>
  <w:endnote w:type="continuationSeparator" w:id="0">
    <w:p w:rsidR="00C57022" w:rsidRDefault="00C57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22" w:rsidRDefault="00C57022">
      <w:r>
        <w:separator/>
      </w:r>
    </w:p>
  </w:footnote>
  <w:footnote w:type="continuationSeparator" w:id="0">
    <w:p w:rsidR="00C57022" w:rsidRDefault="00C57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304B23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5A0146">
      <w:rPr>
        <w:bCs/>
      </w:rPr>
      <w:t>34.</w:t>
    </w:r>
    <w:r>
      <w:rPr>
        <w:bCs/>
      </w:rPr>
      <w:t>0325</w:t>
    </w:r>
  </w:p>
  <w:p w:rsidR="00356EB4" w:rsidRPr="00745A98" w:rsidRDefault="00304B2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05DD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04B23"/>
    <w:rsid w:val="0033262C"/>
    <w:rsid w:val="0034544A"/>
    <w:rsid w:val="00345DDD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0146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57022"/>
    <w:rsid w:val="00C61876"/>
    <w:rsid w:val="00C61B2E"/>
    <w:rsid w:val="00C841AF"/>
    <w:rsid w:val="00CB38DA"/>
    <w:rsid w:val="00CC59E8"/>
    <w:rsid w:val="00CF24A3"/>
    <w:rsid w:val="00D35D39"/>
    <w:rsid w:val="00D52890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72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716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2013-06-19T22:21:00Z</cp:lastPrinted>
  <dcterms:created xsi:type="dcterms:W3CDTF">2013-06-07T07:11:00Z</dcterms:created>
  <dcterms:modified xsi:type="dcterms:W3CDTF">2014-06-09T10:01:00Z</dcterms:modified>
</cp:coreProperties>
</file>