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261685" w:rsidRDefault="00B121FF" w:rsidP="00163029">
      <w:pPr>
        <w:jc w:val="center"/>
        <w:rPr>
          <w:b/>
          <w:sz w:val="40"/>
          <w:szCs w:val="40"/>
        </w:rPr>
      </w:pPr>
      <w:r w:rsidRPr="00261685">
        <w:rPr>
          <w:b/>
          <w:sz w:val="40"/>
          <w:szCs w:val="40"/>
        </w:rPr>
        <w:t>Metodický list</w:t>
      </w:r>
    </w:p>
    <w:p w:rsidR="009F6F13" w:rsidRPr="0026168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261685">
        <w:rPr>
          <w:b/>
        </w:rPr>
        <w:t>Název materiálu:</w:t>
      </w:r>
      <w:r w:rsidR="00163029" w:rsidRPr="00261685">
        <w:rPr>
          <w:b/>
        </w:rPr>
        <w:tab/>
      </w:r>
      <w:r w:rsidR="00C51677" w:rsidRPr="00261685">
        <w:rPr>
          <w:b/>
        </w:rPr>
        <w:t>Užití shodných zobrazení při konstrukcích – osová souměrnost</w:t>
      </w:r>
      <w:r w:rsidR="0036718C" w:rsidRPr="00261685">
        <w:rPr>
          <w:b/>
        </w:rPr>
        <w:tab/>
      </w:r>
    </w:p>
    <w:p w:rsidR="009F6F13" w:rsidRPr="00261685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261685">
        <w:rPr>
          <w:b/>
        </w:rPr>
        <w:t>Autor materiálu:</w:t>
      </w:r>
      <w:r w:rsidR="00163029" w:rsidRPr="00261685">
        <w:rPr>
          <w:b/>
        </w:rPr>
        <w:tab/>
      </w:r>
      <w:r w:rsidR="00C51677" w:rsidRPr="00261685">
        <w:rPr>
          <w:b/>
        </w:rPr>
        <w:t>Mgr. Jana Vítečková</w:t>
      </w:r>
    </w:p>
    <w:p w:rsidR="009F6F13" w:rsidRPr="00261685" w:rsidRDefault="009F6F13" w:rsidP="00163029">
      <w:pPr>
        <w:spacing w:before="240" w:line="360" w:lineRule="auto"/>
        <w:rPr>
          <w:b/>
        </w:rPr>
      </w:pPr>
      <w:r w:rsidRPr="00261685">
        <w:rPr>
          <w:b/>
        </w:rPr>
        <w:t>Zařazení materiálu</w:t>
      </w:r>
      <w:r w:rsidR="00930B79" w:rsidRPr="00261685">
        <w:rPr>
          <w:b/>
        </w:rPr>
        <w:t>:</w:t>
      </w:r>
    </w:p>
    <w:p w:rsidR="009F6F13" w:rsidRPr="00261685" w:rsidRDefault="009F6F13" w:rsidP="00592F82">
      <w:pPr>
        <w:tabs>
          <w:tab w:val="left" w:pos="993"/>
        </w:tabs>
        <w:spacing w:line="360" w:lineRule="auto"/>
      </w:pPr>
      <w:r w:rsidRPr="00261685">
        <w:t>Šablona:</w:t>
      </w:r>
      <w:r w:rsidRPr="00261685">
        <w:tab/>
      </w:r>
      <w:r w:rsidR="0036718C" w:rsidRPr="00261685">
        <w:t>Inovace a zkvalitnění výuky prostřednictvím ICT</w:t>
      </w:r>
      <w:r w:rsidR="00445D3A" w:rsidRPr="00261685">
        <w:t xml:space="preserve"> </w:t>
      </w:r>
      <w:r w:rsidR="00592F82" w:rsidRPr="00261685">
        <w:t>(</w:t>
      </w:r>
      <w:r w:rsidR="007C424F" w:rsidRPr="00261685">
        <w:t>III</w:t>
      </w:r>
      <w:r w:rsidR="00592F82" w:rsidRPr="00261685">
        <w:t>/2)</w:t>
      </w:r>
      <w:r w:rsidR="00163029" w:rsidRPr="00261685">
        <w:tab/>
      </w:r>
      <w:r w:rsidR="00163029" w:rsidRPr="00261685">
        <w:tab/>
      </w:r>
    </w:p>
    <w:p w:rsidR="009F6F13" w:rsidRPr="0026168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261685">
        <w:t xml:space="preserve">Sada: </w:t>
      </w:r>
      <w:r w:rsidR="00356EB4" w:rsidRPr="00261685">
        <w:rPr>
          <w:b/>
        </w:rPr>
        <w:t>1_</w:t>
      </w:r>
      <w:r w:rsidR="008D2D95" w:rsidRPr="00261685">
        <w:rPr>
          <w:b/>
        </w:rPr>
        <w:t>Geometrie</w:t>
      </w:r>
      <w:r w:rsidR="00163029" w:rsidRPr="00261685">
        <w:tab/>
      </w:r>
      <w:r w:rsidR="008725F1" w:rsidRPr="00261685">
        <w:t>Č</w:t>
      </w:r>
      <w:r w:rsidRPr="00261685">
        <w:t>íslo</w:t>
      </w:r>
      <w:r w:rsidR="008725F1" w:rsidRPr="00261685">
        <w:t xml:space="preserve"> DUM</w:t>
      </w:r>
      <w:r w:rsidRPr="00261685">
        <w:t>:</w:t>
      </w:r>
      <w:r w:rsidR="00356EB4" w:rsidRPr="00261685">
        <w:t xml:space="preserve"> </w:t>
      </w:r>
      <w:r w:rsidR="008D2D95" w:rsidRPr="00261685">
        <w:rPr>
          <w:b/>
        </w:rPr>
        <w:t>13</w:t>
      </w:r>
      <w:r w:rsidR="008D2D95" w:rsidRPr="00261685">
        <w:rPr>
          <w:b/>
        </w:rPr>
        <w:tab/>
      </w:r>
      <w:r w:rsidR="008D2D95" w:rsidRPr="00261685">
        <w:t xml:space="preserve">             </w:t>
      </w:r>
      <w:r w:rsidR="00592F82" w:rsidRPr="00261685">
        <w:t>Předmět:</w:t>
      </w:r>
      <w:r w:rsidR="00592F82" w:rsidRPr="00261685">
        <w:tab/>
      </w:r>
      <w:r w:rsidR="008D2D95" w:rsidRPr="00261685">
        <w:t>cvičení z matematiky</w:t>
      </w:r>
    </w:p>
    <w:p w:rsidR="009F6F13" w:rsidRPr="00261685" w:rsidRDefault="009F6F13" w:rsidP="00163029">
      <w:pPr>
        <w:spacing w:before="240" w:line="360" w:lineRule="auto"/>
        <w:rPr>
          <w:b/>
        </w:rPr>
      </w:pPr>
      <w:r w:rsidRPr="00261685">
        <w:rPr>
          <w:b/>
        </w:rPr>
        <w:t>Ověření materiálu ve výuce</w:t>
      </w:r>
      <w:r w:rsidR="00930B79" w:rsidRPr="00261685">
        <w:rPr>
          <w:b/>
        </w:rPr>
        <w:t>:</w:t>
      </w:r>
    </w:p>
    <w:p w:rsidR="009F6F13" w:rsidRPr="00261685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261685">
        <w:t>Datum ověření:</w:t>
      </w:r>
      <w:r w:rsidRPr="00261685">
        <w:tab/>
      </w:r>
      <w:proofErr w:type="gramStart"/>
      <w:r w:rsidR="008D2D95" w:rsidRPr="00261685">
        <w:t>22.3.2013</w:t>
      </w:r>
      <w:proofErr w:type="gramEnd"/>
      <w:r w:rsidR="00163029" w:rsidRPr="00261685">
        <w:tab/>
      </w:r>
      <w:r w:rsidRPr="00261685">
        <w:t>Třída:</w:t>
      </w:r>
      <w:r w:rsidR="00163029" w:rsidRPr="00261685">
        <w:tab/>
      </w:r>
      <w:r w:rsidR="008D2D95" w:rsidRPr="00261685">
        <w:t xml:space="preserve">3.D                      </w:t>
      </w:r>
      <w:r w:rsidRPr="00261685">
        <w:t>Ověřující učitel:</w:t>
      </w:r>
      <w:r w:rsidR="008D2D95" w:rsidRPr="00261685">
        <w:t xml:space="preserve"> Mgr. Jana Vítečková</w:t>
      </w:r>
    </w:p>
    <w:p w:rsidR="00163029" w:rsidRPr="00261685" w:rsidRDefault="008877DD" w:rsidP="00163029">
      <w:pPr>
        <w:spacing w:before="240" w:line="360" w:lineRule="auto"/>
        <w:rPr>
          <w:b/>
        </w:rPr>
      </w:pPr>
      <w:hyperlink r:id="rId8" w:history="1">
        <w:r w:rsidR="00163029" w:rsidRPr="00261685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261685" w:rsidRDefault="008D2D95" w:rsidP="00745A98">
      <w:r w:rsidRPr="00261685">
        <w:t>Užití shodného zobrazení osové souměrnosti při konstrukčních úlohách.</w:t>
      </w:r>
    </w:p>
    <w:p w:rsidR="00484E3A" w:rsidRPr="00261685" w:rsidRDefault="00484E3A" w:rsidP="00745A98">
      <w:pPr>
        <w:spacing w:before="240" w:line="360" w:lineRule="auto"/>
        <w:rPr>
          <w:b/>
        </w:rPr>
      </w:pPr>
      <w:r w:rsidRPr="00261685">
        <w:rPr>
          <w:b/>
        </w:rPr>
        <w:t>Klíčová slova:</w:t>
      </w:r>
    </w:p>
    <w:p w:rsidR="00484E3A" w:rsidRPr="00261685" w:rsidRDefault="008D2D95" w:rsidP="00745A98">
      <w:pPr>
        <w:spacing w:before="240" w:line="360" w:lineRule="auto"/>
        <w:rPr>
          <w:b/>
        </w:rPr>
      </w:pPr>
      <w:r w:rsidRPr="00261685">
        <w:t>Zobrazení, shodné zobrazení, osová souměrnost, konstrukce</w:t>
      </w:r>
    </w:p>
    <w:p w:rsidR="00F73128" w:rsidRPr="00261685" w:rsidRDefault="00501C29" w:rsidP="00745A98">
      <w:pPr>
        <w:spacing w:before="240" w:line="360" w:lineRule="auto"/>
        <w:rPr>
          <w:b/>
        </w:rPr>
      </w:pPr>
      <w:r w:rsidRPr="00261685">
        <w:rPr>
          <w:b/>
        </w:rPr>
        <w:t>M</w:t>
      </w:r>
      <w:r w:rsidR="009F6F13" w:rsidRPr="00261685">
        <w:rPr>
          <w:b/>
        </w:rPr>
        <w:t xml:space="preserve">etodický popis možností použití </w:t>
      </w:r>
      <w:r w:rsidR="00163029" w:rsidRPr="00261685">
        <w:rPr>
          <w:b/>
        </w:rPr>
        <w:t>materiálu:</w:t>
      </w:r>
    </w:p>
    <w:p w:rsidR="00745A98" w:rsidRPr="00261685" w:rsidRDefault="008D2D95" w:rsidP="009F6F13">
      <w:r w:rsidRPr="00261685">
        <w:t xml:space="preserve">Zopakujeme zobrazení, shodné zobrazení, osovou souměrnost a následně řešíme připravené úlohy. Studenti samostatně pracují v programu </w:t>
      </w:r>
      <w:proofErr w:type="spellStart"/>
      <w:r w:rsidRPr="00261685">
        <w:t>Ge</w:t>
      </w:r>
      <w:r w:rsidR="00C51677" w:rsidRPr="00261685">
        <w:t>oG</w:t>
      </w:r>
      <w:r w:rsidRPr="00261685">
        <w:t>ebra</w:t>
      </w:r>
      <w:proofErr w:type="spellEnd"/>
      <w:r w:rsidRPr="00261685">
        <w:t xml:space="preserve"> a snaží se přijít na řešení samostatně. Poté provedeme diskuzi a rozbor. Na závěr můžeme použít připravenou odkrokovanou konstrukci.  </w:t>
      </w:r>
    </w:p>
    <w:p w:rsidR="00C51677" w:rsidRPr="00261685" w:rsidRDefault="00C51677" w:rsidP="009F6F13">
      <w:r w:rsidRPr="00261685">
        <w:t xml:space="preserve">K použití materiálu je nutné mít nainstalovanou Javu a geometrický software </w:t>
      </w:r>
      <w:proofErr w:type="spellStart"/>
      <w:r w:rsidRPr="00261685">
        <w:t>GeoGebra</w:t>
      </w:r>
      <w:proofErr w:type="spellEnd"/>
      <w:r w:rsidRPr="00261685">
        <w:t>.</w:t>
      </w:r>
    </w:p>
    <w:p w:rsidR="00EB331B" w:rsidRPr="00261685" w:rsidRDefault="00623F17" w:rsidP="00623F17">
      <w:pPr>
        <w:spacing w:before="240" w:line="360" w:lineRule="auto"/>
        <w:rPr>
          <w:b/>
        </w:rPr>
      </w:pPr>
      <w:r w:rsidRPr="00261685">
        <w:rPr>
          <w:b/>
        </w:rPr>
        <w:t>Seznam literatury a pramenů:</w:t>
      </w:r>
    </w:p>
    <w:p w:rsidR="008D2D95" w:rsidRPr="00261685" w:rsidRDefault="008D2D95" w:rsidP="008D2D95">
      <w:r w:rsidRPr="00261685">
        <w:t>Pomykalová</w:t>
      </w:r>
      <w:r w:rsidR="002D49EA">
        <w:t>,</w:t>
      </w:r>
      <w:r w:rsidRPr="00261685">
        <w:t xml:space="preserve"> Eva. </w:t>
      </w:r>
      <w:r w:rsidRPr="00261685">
        <w:rPr>
          <w:i/>
          <w:iCs/>
        </w:rPr>
        <w:t>Matematika pro gymnázia – Planimetrie</w:t>
      </w:r>
      <w:r w:rsidRPr="00261685">
        <w:t>. Praha: Prometheus</w:t>
      </w:r>
      <w:r w:rsidR="002D49EA">
        <w:t>,</w:t>
      </w:r>
      <w:r w:rsidRPr="00261685">
        <w:t xml:space="preserve"> 1997. </w:t>
      </w:r>
    </w:p>
    <w:p w:rsidR="008D2D95" w:rsidRPr="00261685" w:rsidRDefault="00C51677" w:rsidP="008D2D95">
      <w:pPr>
        <w:rPr>
          <w:lang w:val="en-US"/>
        </w:rPr>
      </w:pPr>
      <w:proofErr w:type="spellStart"/>
      <w:r w:rsidRPr="00261685">
        <w:t>GeoG</w:t>
      </w:r>
      <w:r w:rsidR="008D2D95" w:rsidRPr="00261685">
        <w:t>ebra</w:t>
      </w:r>
      <w:proofErr w:type="spellEnd"/>
      <w:r w:rsidR="008D2D95" w:rsidRPr="00261685">
        <w:t xml:space="preserve"> 4</w:t>
      </w:r>
      <w:r w:rsidRPr="00261685">
        <w:t xml:space="preserve">.2 </w:t>
      </w:r>
      <w:r w:rsidRPr="00261685">
        <w:rPr>
          <w:lang w:val="en-US"/>
        </w:rPr>
        <w:t>[</w:t>
      </w:r>
      <w:r w:rsidRPr="00261685">
        <w:t>volně šiřitelný matematický software pro studium a výuku</w:t>
      </w:r>
      <w:r w:rsidRPr="00261685">
        <w:rPr>
          <w:lang w:val="en-US"/>
        </w:rPr>
        <w:t xml:space="preserve">]. </w:t>
      </w:r>
      <w:proofErr w:type="spellStart"/>
      <w:r w:rsidRPr="00261685">
        <w:rPr>
          <w:lang w:val="en-US"/>
        </w:rPr>
        <w:t>Dostupné</w:t>
      </w:r>
      <w:proofErr w:type="spellEnd"/>
      <w:r w:rsidRPr="00261685">
        <w:rPr>
          <w:lang w:val="en-US"/>
        </w:rPr>
        <w:t xml:space="preserve"> z: </w:t>
      </w:r>
      <w:hyperlink r:id="rId9" w:history="1">
        <w:r w:rsidRPr="00261685">
          <w:rPr>
            <w:rStyle w:val="Hypertextovodkaz"/>
            <w:color w:val="auto"/>
            <w:lang w:val="en-US"/>
          </w:rPr>
          <w:t>https://www.geogebra.org</w:t>
        </w:r>
      </w:hyperlink>
      <w:r w:rsidRPr="00261685">
        <w:rPr>
          <w:lang w:val="en-US"/>
        </w:rPr>
        <w:t xml:space="preserve"> </w:t>
      </w:r>
    </w:p>
    <w:p w:rsidR="00623F17" w:rsidRPr="00261685" w:rsidRDefault="00623F17" w:rsidP="009F6F13"/>
    <w:p w:rsidR="00623F17" w:rsidRPr="00261685" w:rsidRDefault="00623F17" w:rsidP="00623F17">
      <w:pPr>
        <w:spacing w:before="240" w:line="360" w:lineRule="auto"/>
        <w:rPr>
          <w:b/>
        </w:rPr>
      </w:pPr>
      <w:r w:rsidRPr="00261685">
        <w:rPr>
          <w:b/>
        </w:rPr>
        <w:t xml:space="preserve">Poznámka: </w:t>
      </w:r>
      <w:r w:rsidR="00C51677" w:rsidRPr="00261685">
        <w:rPr>
          <w:b/>
        </w:rPr>
        <w:t>Studenty práce se softwarem bavila. Velkou výhodou bylo, že jsme mohli lehce pozměňovat zadání a sledovat případné změny v řešení.</w:t>
      </w:r>
    </w:p>
    <w:p w:rsidR="00623F17" w:rsidRPr="00261685" w:rsidRDefault="00623F17" w:rsidP="00623F17"/>
    <w:p w:rsidR="00623F17" w:rsidRPr="00261685" w:rsidRDefault="00623F17" w:rsidP="009F6F13"/>
    <w:sectPr w:rsidR="00623F17" w:rsidRPr="00261685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488" w:rsidRDefault="006F5488">
      <w:r>
        <w:separator/>
      </w:r>
    </w:p>
  </w:endnote>
  <w:endnote w:type="continuationSeparator" w:id="0">
    <w:p w:rsidR="006F5488" w:rsidRDefault="006F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7DD" w:rsidRDefault="008877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7DD" w:rsidRDefault="008877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488" w:rsidRDefault="006F5488">
      <w:r>
        <w:separator/>
      </w:r>
    </w:p>
  </w:footnote>
  <w:footnote w:type="continuationSeparator" w:id="0">
    <w:p w:rsidR="006F5488" w:rsidRDefault="006F5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7DD" w:rsidRDefault="008877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877DD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7DD" w:rsidRDefault="008877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1670A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1685"/>
    <w:rsid w:val="0028489E"/>
    <w:rsid w:val="00290C19"/>
    <w:rsid w:val="00297870"/>
    <w:rsid w:val="002A290B"/>
    <w:rsid w:val="002A5BAC"/>
    <w:rsid w:val="002D49EA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6F5488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877DD"/>
    <w:rsid w:val="008B5602"/>
    <w:rsid w:val="008D2D95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677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167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1468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2013-03-21T15:10:00Z</dcterms:created>
  <dcterms:modified xsi:type="dcterms:W3CDTF">2014-06-09T09:55:00Z</dcterms:modified>
</cp:coreProperties>
</file>