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C0" w:rsidRDefault="008753C0" w:rsidP="00FF5B27">
      <w:pPr>
        <w:pStyle w:val="Nadpis1"/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704BD5">
        <w:rPr>
          <w:b/>
        </w:rPr>
        <w:t>Kmitání a vlnění – fyzikální jednotky</w:t>
      </w:r>
      <w:r w:rsidR="0036718C">
        <w:rPr>
          <w:b/>
        </w:rPr>
        <w:tab/>
      </w:r>
    </w:p>
    <w:p w:rsidR="009F6F13" w:rsidRPr="008753C0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704BD5" w:rsidRPr="008753C0">
        <w:t>Mgr. Martina Černá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Sada:</w:t>
      </w:r>
      <w:r w:rsidR="00704BD5">
        <w:rPr>
          <w:b/>
        </w:rPr>
        <w:t xml:space="preserve"> </w:t>
      </w:r>
      <w:r w:rsidR="00704BD5" w:rsidRPr="008753C0">
        <w:t>3_ Kmitání a vlnění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AC2102">
        <w:t>11</w:t>
      </w:r>
      <w:r w:rsidR="00704BD5">
        <w:t xml:space="preserve">             </w:t>
      </w:r>
      <w:r w:rsidR="00592F82">
        <w:t>Předmět:</w:t>
      </w:r>
      <w:r w:rsidR="00592F82">
        <w:tab/>
      </w:r>
      <w:r w:rsidR="00D35C65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704BD5">
        <w:t>18.10.2013</w:t>
      </w:r>
      <w:r w:rsidR="00163029">
        <w:tab/>
      </w:r>
      <w:r>
        <w:t>Třída:</w:t>
      </w:r>
      <w:r w:rsidR="00163029">
        <w:tab/>
      </w:r>
      <w:r w:rsidR="00704BD5">
        <w:t>kvarta</w:t>
      </w:r>
      <w:r>
        <w:tab/>
        <w:t>Ověřující učitel:</w:t>
      </w:r>
      <w:r w:rsidR="00704BD5">
        <w:t xml:space="preserve"> </w:t>
      </w:r>
      <w:r w:rsidR="008753C0">
        <w:t xml:space="preserve">Mgr. </w:t>
      </w:r>
      <w:r w:rsidR="00704BD5">
        <w:t>Martina Černá</w:t>
      </w:r>
      <w:r w:rsidR="00745A98">
        <w:tab/>
      </w:r>
    </w:p>
    <w:p w:rsidR="00163029" w:rsidRDefault="003C07DB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04BD5" w:rsidRPr="00704BD5" w:rsidRDefault="00704BD5" w:rsidP="00163029">
      <w:pPr>
        <w:spacing w:line="360" w:lineRule="auto"/>
      </w:pPr>
      <w:r>
        <w:rPr>
          <w:rStyle w:val="Hypertextovodkaz"/>
          <w:color w:val="auto"/>
          <w:u w:val="none"/>
        </w:rPr>
        <w:t>Opakování fyzikálních veličin a jednotek popisujících kmitání a vlnění.</w:t>
      </w:r>
    </w:p>
    <w:p w:rsidR="008753C0" w:rsidRDefault="008753C0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704BD5" w:rsidRDefault="00704BD5" w:rsidP="00745A98">
      <w:pPr>
        <w:spacing w:line="360" w:lineRule="auto"/>
      </w:pPr>
      <w:r>
        <w:t>Frekvence, perioda, vlnová délka, hertz, fyzikální veličina a jednotka</w:t>
      </w:r>
    </w:p>
    <w:p w:rsidR="008753C0" w:rsidRDefault="008753C0" w:rsidP="00745A98">
      <w:pPr>
        <w:spacing w:line="360" w:lineRule="auto"/>
        <w:rPr>
          <w:b/>
        </w:rPr>
      </w:pPr>
    </w:p>
    <w:p w:rsidR="00F73128" w:rsidRPr="00A32F8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704BD5" w:rsidP="009F6F13">
      <w:r>
        <w:t>Opakování fyzikálních veličin a jednotek popisujících kmitání.</w:t>
      </w:r>
    </w:p>
    <w:p w:rsidR="008753C0" w:rsidRPr="008753C0" w:rsidRDefault="008753C0" w:rsidP="00623F17">
      <w:pPr>
        <w:spacing w:before="240" w:line="360" w:lineRule="auto"/>
        <w:rPr>
          <w:b/>
          <w:sz w:val="6"/>
          <w:szCs w:val="6"/>
        </w:rPr>
      </w:pPr>
    </w:p>
    <w:p w:rsidR="008753C0" w:rsidRPr="008753C0" w:rsidRDefault="008753C0" w:rsidP="00623F17">
      <w:pPr>
        <w:spacing w:line="360" w:lineRule="auto"/>
        <w:rPr>
          <w:b/>
          <w:sz w:val="16"/>
          <w:szCs w:val="16"/>
        </w:rPr>
      </w:pPr>
    </w:p>
    <w:p w:rsidR="00EB331B" w:rsidRDefault="00623F17" w:rsidP="00623F17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FB40AB" w:rsidRPr="00623F17" w:rsidRDefault="00FB40AB" w:rsidP="00623F17">
      <w:pPr>
        <w:spacing w:line="360" w:lineRule="auto"/>
        <w:rPr>
          <w:b/>
        </w:rPr>
      </w:pPr>
    </w:p>
    <w:p w:rsidR="00623F17" w:rsidRDefault="00623F17" w:rsidP="00FB40AB">
      <w:pPr>
        <w:spacing w:line="360" w:lineRule="auto"/>
      </w:pPr>
      <w:r w:rsidRPr="00EB331B">
        <w:rPr>
          <w:b/>
        </w:rPr>
        <w:t xml:space="preserve">Poznámka: </w:t>
      </w:r>
      <w:r w:rsidR="008753C0">
        <w:rPr>
          <w:b/>
        </w:rPr>
        <w:t>---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DDE" w:rsidRDefault="00AD0DDE">
      <w:r>
        <w:separator/>
      </w:r>
    </w:p>
  </w:endnote>
  <w:endnote w:type="continuationSeparator" w:id="0">
    <w:p w:rsidR="00AD0DDE" w:rsidRDefault="00AD0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7DB" w:rsidRDefault="003C07D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7DB" w:rsidRDefault="003C07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DDE" w:rsidRDefault="00AD0DDE">
      <w:r>
        <w:separator/>
      </w:r>
    </w:p>
  </w:footnote>
  <w:footnote w:type="continuationSeparator" w:id="0">
    <w:p w:rsidR="00AD0DDE" w:rsidRDefault="00AD0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7DB" w:rsidRDefault="003C07D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E04AC1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3C07DB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3C07D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7DB" w:rsidRDefault="003C07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C07DB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04BD5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753C0"/>
    <w:rsid w:val="008B5602"/>
    <w:rsid w:val="008F1D94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93BD6"/>
    <w:rsid w:val="00AC2102"/>
    <w:rsid w:val="00AD0DDE"/>
    <w:rsid w:val="00AE0AB9"/>
    <w:rsid w:val="00AE0B63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35C65"/>
    <w:rsid w:val="00D54377"/>
    <w:rsid w:val="00D543E8"/>
    <w:rsid w:val="00D62716"/>
    <w:rsid w:val="00D65D2B"/>
    <w:rsid w:val="00DB726E"/>
    <w:rsid w:val="00DE3E64"/>
    <w:rsid w:val="00E04AC1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B40AB"/>
    <w:rsid w:val="00FC34AC"/>
    <w:rsid w:val="00FD69C2"/>
    <w:rsid w:val="00FF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22</TotalTime>
  <Pages>1</Pages>
  <Words>88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779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11</cp:revision>
  <cp:lastPrinted>2013-11-20T12:04:00Z</cp:lastPrinted>
  <dcterms:created xsi:type="dcterms:W3CDTF">2012-12-19T12:47:00Z</dcterms:created>
  <dcterms:modified xsi:type="dcterms:W3CDTF">2014-05-05T21:33:00Z</dcterms:modified>
</cp:coreProperties>
</file>