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DF7A14">
        <w:rPr>
          <w:b/>
        </w:rPr>
        <w:t>Zvukové</w:t>
      </w:r>
      <w:r w:rsidR="005E74FB">
        <w:rPr>
          <w:b/>
        </w:rPr>
        <w:t xml:space="preserve"> jevy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5E74FB">
        <w:rPr>
          <w:b/>
        </w:rPr>
        <w:t>Mgr. Martina Černá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 xml:space="preserve">Sada: </w:t>
      </w:r>
      <w:r w:rsidR="00DF7A14">
        <w:t>3</w:t>
      </w:r>
      <w:r w:rsidR="00356EB4" w:rsidRPr="005E74FB">
        <w:rPr>
          <w:b/>
        </w:rPr>
        <w:t>_</w:t>
      </w:r>
      <w:r w:rsidR="00DF7A14">
        <w:rPr>
          <w:b/>
        </w:rPr>
        <w:t>Kmitání a vlnění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DF7A14">
        <w:t xml:space="preserve"> 09</w:t>
      </w:r>
      <w:r w:rsidR="00592F82">
        <w:tab/>
      </w:r>
      <w:r w:rsidR="00DF7A14">
        <w:t xml:space="preserve">             </w:t>
      </w:r>
      <w:r w:rsidR="00592F82">
        <w:t>Předmět:</w:t>
      </w:r>
      <w:r w:rsidR="005E74FB">
        <w:t xml:space="preserve"> fyzika</w:t>
      </w:r>
      <w:r w:rsidR="00592F82">
        <w:tab/>
      </w:r>
      <w:r w:rsidR="005E74FB">
        <w:rPr>
          <w:color w:val="00B050"/>
        </w:rPr>
        <w:t xml:space="preserve">  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5E74FB">
        <w:t>11.6.2013</w:t>
      </w:r>
      <w:proofErr w:type="gramEnd"/>
      <w:r w:rsidR="00163029">
        <w:tab/>
      </w:r>
      <w:r>
        <w:t>Třída:</w:t>
      </w:r>
      <w:r w:rsidR="00163029">
        <w:tab/>
      </w:r>
      <w:r w:rsidR="005E74FB">
        <w:t xml:space="preserve">tercie          </w:t>
      </w:r>
      <w:r>
        <w:t>Ověřující učitel:</w:t>
      </w:r>
      <w:r w:rsidR="005E74FB">
        <w:t xml:space="preserve"> Mgr. Martina Černá</w:t>
      </w:r>
    </w:p>
    <w:p w:rsidR="00163029" w:rsidRPr="00501C29" w:rsidRDefault="002A5A78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5E74FB" w:rsidP="00745A98">
      <w:r>
        <w:t xml:space="preserve">Opakování a procvičování celku </w:t>
      </w:r>
      <w:proofErr w:type="gramStart"/>
      <w:r w:rsidR="00DF7A14">
        <w:t xml:space="preserve">Zvukové </w:t>
      </w:r>
      <w:r>
        <w:t xml:space="preserve"> jevy</w:t>
      </w:r>
      <w:proofErr w:type="gramEnd"/>
      <w:r>
        <w:t>.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DF7A14" w:rsidRPr="00DF7A14" w:rsidRDefault="00DF7A14" w:rsidP="00745A98">
      <w:pPr>
        <w:spacing w:before="240" w:line="360" w:lineRule="auto"/>
      </w:pPr>
      <w:r w:rsidRPr="00DF7A14">
        <w:t>Kmitání, frekvence, perioda, amplituda, vlnění, vlnová délka, zvuk, ultrazvuk, infrazvuk, hlasitost.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5E74FB" w:rsidP="009F6F13">
      <w:r>
        <w:t>Procvičování a opakování látky v hodině fyziky.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623F17" w:rsidRDefault="005E74FB" w:rsidP="009F6F13">
      <w:r>
        <w:t>-----------------------------------------</w:t>
      </w:r>
    </w:p>
    <w:p w:rsidR="00623F17" w:rsidRDefault="00623F17" w:rsidP="005E74FB">
      <w:pPr>
        <w:spacing w:before="240" w:line="360" w:lineRule="auto"/>
      </w:pPr>
      <w:r w:rsidRPr="00EB331B">
        <w:rPr>
          <w:b/>
        </w:rPr>
        <w:t xml:space="preserve">Poznámka: </w:t>
      </w:r>
      <w:r w:rsidR="00B0276D">
        <w:rPr>
          <w:b/>
        </w:rPr>
        <w:t>---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A78" w:rsidRDefault="002A5A78">
      <w:r>
        <w:separator/>
      </w:r>
    </w:p>
  </w:endnote>
  <w:endnote w:type="continuationSeparator" w:id="0">
    <w:p w:rsidR="002A5A78" w:rsidRDefault="002A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E74" w:rsidRDefault="00355E7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E74" w:rsidRDefault="00355E7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A78" w:rsidRDefault="002A5A78">
      <w:r>
        <w:separator/>
      </w:r>
    </w:p>
  </w:footnote>
  <w:footnote w:type="continuationSeparator" w:id="0">
    <w:p w:rsidR="002A5A78" w:rsidRDefault="002A5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E74" w:rsidRDefault="00355E7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2A5A78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3" type="#_x0000_t75" alt="Logolink OPVK - oříznutý" style="position:absolute;margin-left:33.4pt;margin-top:1.6pt;width:389.25pt;height:77.25pt;z-index:1;visibility:visible">
          <v:imagedata r:id="rId1" o:title="Logolink OPVK - oříznutý"/>
          <w10:wrap type="topAndBottom"/>
        </v:shape>
      </w:pict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>projektu CZ.1.07/1.5.00/</w:t>
    </w:r>
    <w:r w:rsidR="00355E74">
      <w:rPr>
        <w:bCs/>
      </w:rPr>
      <w:t>34.</w:t>
    </w:r>
    <w:bookmarkStart w:id="0" w:name="_GoBack"/>
    <w:bookmarkEnd w:id="0"/>
    <w:r>
      <w:rPr>
        <w:bCs/>
      </w:rPr>
      <w:t>0325</w:t>
    </w:r>
  </w:p>
  <w:p w:rsidR="00356EB4" w:rsidRPr="00745A98" w:rsidRDefault="002A5A78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" o:connectortype="straight"/>
      </w:pict>
    </w:r>
    <w:r w:rsidR="00356EB4">
      <w:rPr>
        <w:bCs/>
      </w:rPr>
      <w:t>Příjemce:</w:t>
    </w:r>
    <w:r w:rsidR="00356EB4">
      <w:rPr>
        <w:bCs/>
      </w:rPr>
      <w:tab/>
      <w:t xml:space="preserve">Gymnázium Pierra de </w:t>
    </w:r>
    <w:proofErr w:type="gramStart"/>
    <w:r w:rsidR="00356EB4">
      <w:rPr>
        <w:bCs/>
      </w:rPr>
      <w:t>Coubertina</w:t>
    </w:r>
    <w:proofErr w:type="gramEnd"/>
    <w:r w:rsidR="00356EB4">
      <w:rPr>
        <w:bCs/>
      </w:rPr>
      <w:t>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E74" w:rsidRDefault="00355E7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2054"/>
    <o:shapelayout v:ext="edit">
      <o:idmap v:ext="edit" data="2"/>
      <o:rules v:ext="edit">
        <o:r id="V:Rule1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63029"/>
    <w:rsid w:val="001A6A4C"/>
    <w:rsid w:val="001F1A08"/>
    <w:rsid w:val="00232FB1"/>
    <w:rsid w:val="0028489E"/>
    <w:rsid w:val="00290C19"/>
    <w:rsid w:val="00297870"/>
    <w:rsid w:val="002A290B"/>
    <w:rsid w:val="002A5A78"/>
    <w:rsid w:val="002A5BAC"/>
    <w:rsid w:val="0033262C"/>
    <w:rsid w:val="0034544A"/>
    <w:rsid w:val="00353FD9"/>
    <w:rsid w:val="00355E74"/>
    <w:rsid w:val="00356EB4"/>
    <w:rsid w:val="0036718C"/>
    <w:rsid w:val="003761B0"/>
    <w:rsid w:val="003835AF"/>
    <w:rsid w:val="00394D93"/>
    <w:rsid w:val="003A5AD6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3E6A"/>
    <w:rsid w:val="005A62C1"/>
    <w:rsid w:val="005D030A"/>
    <w:rsid w:val="005E74FB"/>
    <w:rsid w:val="006027CC"/>
    <w:rsid w:val="00623F17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03C40"/>
    <w:rsid w:val="00812228"/>
    <w:rsid w:val="0082351D"/>
    <w:rsid w:val="00823D1E"/>
    <w:rsid w:val="008725F1"/>
    <w:rsid w:val="008B5602"/>
    <w:rsid w:val="008F1D94"/>
    <w:rsid w:val="009178A2"/>
    <w:rsid w:val="00930B79"/>
    <w:rsid w:val="009E6D09"/>
    <w:rsid w:val="009E736F"/>
    <w:rsid w:val="009F240C"/>
    <w:rsid w:val="009F6F13"/>
    <w:rsid w:val="00A0103E"/>
    <w:rsid w:val="00A32C1A"/>
    <w:rsid w:val="00A32F88"/>
    <w:rsid w:val="00A67905"/>
    <w:rsid w:val="00A739DB"/>
    <w:rsid w:val="00A92398"/>
    <w:rsid w:val="00AE0AB9"/>
    <w:rsid w:val="00B0276D"/>
    <w:rsid w:val="00B03303"/>
    <w:rsid w:val="00B0784A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62716"/>
    <w:rsid w:val="00D65D2B"/>
    <w:rsid w:val="00DB726E"/>
    <w:rsid w:val="00DF7A14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77E1C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7</TotalTime>
  <Pages>1</Pages>
  <Words>114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789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Zdeněk Kozák</cp:lastModifiedBy>
  <cp:revision>8</cp:revision>
  <cp:lastPrinted>2013-06-19T20:00:00Z</cp:lastPrinted>
  <dcterms:created xsi:type="dcterms:W3CDTF">2012-12-10T09:52:00Z</dcterms:created>
  <dcterms:modified xsi:type="dcterms:W3CDTF">2014-08-05T11:55:00Z</dcterms:modified>
</cp:coreProperties>
</file>