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A0" w:rsidRDefault="008B35A0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86796F">
        <w:rPr>
          <w:b/>
        </w:rPr>
        <w:t>Nestacionární magnetické pole</w:t>
      </w:r>
      <w:r w:rsidR="0036718C">
        <w:rPr>
          <w:b/>
        </w:rPr>
        <w:tab/>
      </w:r>
    </w:p>
    <w:p w:rsidR="009F6F13" w:rsidRPr="008B35A0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C6D69" w:rsidRPr="008B35A0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E03E59">
        <w:t xml:space="preserve"> </w:t>
      </w:r>
      <w:r w:rsidR="001C6D69">
        <w:t>2_Elektřina a magnetismus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6796F">
        <w:t>14</w:t>
      </w:r>
      <w:r w:rsidR="0064670E">
        <w:t xml:space="preserve">   </w:t>
      </w:r>
      <w:r w:rsidR="00592F82">
        <w:tab/>
        <w:t>Předmět:</w:t>
      </w:r>
      <w:r w:rsidR="00592F82">
        <w:tab/>
      </w:r>
      <w:r w:rsidR="001C6D69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86796F">
        <w:t>21</w:t>
      </w:r>
      <w:r w:rsidR="0064670E">
        <w:t>.10.2013</w:t>
      </w:r>
      <w:r w:rsidR="00163029">
        <w:tab/>
      </w:r>
      <w:r>
        <w:t>Třída:</w:t>
      </w:r>
      <w:r w:rsidR="00163029">
        <w:tab/>
      </w:r>
      <w:r w:rsidR="0086796F">
        <w:t xml:space="preserve">3.D            </w:t>
      </w:r>
      <w:r>
        <w:t>Ověřující učitel:</w:t>
      </w:r>
      <w:r w:rsidR="008B35A0">
        <w:t xml:space="preserve"> </w:t>
      </w:r>
      <w:r w:rsidR="0086796F">
        <w:t>RNDr. Dana Daňková</w:t>
      </w:r>
    </w:p>
    <w:p w:rsidR="008B35A0" w:rsidRPr="008B35A0" w:rsidRDefault="008B35A0" w:rsidP="001C6D69">
      <w:pPr>
        <w:spacing w:line="360" w:lineRule="auto"/>
        <w:rPr>
          <w:sz w:val="20"/>
          <w:szCs w:val="20"/>
        </w:rPr>
      </w:pPr>
    </w:p>
    <w:p w:rsidR="001C6D69" w:rsidRDefault="001407AB" w:rsidP="001C6D6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1C6D69" w:rsidRDefault="001C6D69" w:rsidP="001C6D69">
      <w:pPr>
        <w:spacing w:line="360" w:lineRule="auto"/>
        <w:rPr>
          <w:b/>
        </w:rPr>
      </w:pPr>
      <w:r>
        <w:t>Proc</w:t>
      </w:r>
      <w:r w:rsidR="0086796F">
        <w:t>vičení příkladů z nestacionárního magnetického pole</w:t>
      </w:r>
      <w:r>
        <w:t>, samostatná práce</w:t>
      </w:r>
      <w:r w:rsidR="0086796F">
        <w:t>.</w:t>
      </w:r>
    </w:p>
    <w:p w:rsidR="008B35A0" w:rsidRPr="008B35A0" w:rsidRDefault="008B35A0" w:rsidP="00745A98">
      <w:pPr>
        <w:spacing w:line="360" w:lineRule="auto"/>
        <w:rPr>
          <w:b/>
          <w:sz w:val="20"/>
          <w:szCs w:val="20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86796F" w:rsidRPr="0086796F" w:rsidRDefault="0086796F" w:rsidP="00745A98">
      <w:pPr>
        <w:spacing w:line="360" w:lineRule="auto"/>
      </w:pPr>
      <w:r>
        <w:t>Elektromagnetická indukce, Faradayův zákon elma. indukce, magnetický indukční tok</w:t>
      </w:r>
      <w:r w:rsidR="00DD3A34">
        <w:t>, indukčnost.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1C6D69" w:rsidP="009F6F13">
      <w:r>
        <w:t>V hodině fyziky, samostatné počítání příkladů.</w:t>
      </w:r>
    </w:p>
    <w:p w:rsidR="008B35A0" w:rsidRPr="008B35A0" w:rsidRDefault="008B35A0" w:rsidP="00623F17">
      <w:pPr>
        <w:spacing w:before="240" w:line="360" w:lineRule="auto"/>
        <w:rPr>
          <w:b/>
          <w:sz w:val="10"/>
          <w:szCs w:val="10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50370" w:rsidRDefault="00350370" w:rsidP="00350370">
      <w:pPr>
        <w:rPr>
          <w:b/>
        </w:rPr>
      </w:pPr>
      <w:r>
        <w:t>Lepil, O.</w:t>
      </w:r>
      <w:r>
        <w:rPr>
          <w:lang w:val="en-US"/>
        </w:rPr>
        <w:t>;</w:t>
      </w:r>
      <w:r>
        <w:t xml:space="preserve"> Šedivý, P. </w:t>
      </w:r>
      <w:r w:rsidRPr="00EE7B31">
        <w:rPr>
          <w:i/>
        </w:rPr>
        <w:t>Elektřina a magnetismus.</w:t>
      </w:r>
      <w:r>
        <w:t xml:space="preserve"> Praha: Prometheus 2000</w:t>
      </w:r>
    </w:p>
    <w:p w:rsidR="00623F17" w:rsidRDefault="00623F17" w:rsidP="009F6F13"/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8B35A0">
        <w:rPr>
          <w:b/>
        </w:rPr>
        <w:t>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AB" w:rsidRDefault="001407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AB" w:rsidRDefault="001407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AB" w:rsidRDefault="001407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1407A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1029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407AB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1407A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AB" w:rsidRDefault="001407A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407AB"/>
    <w:rsid w:val="00163029"/>
    <w:rsid w:val="001A6A4C"/>
    <w:rsid w:val="001C6D69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0370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1295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4670E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6796F"/>
    <w:rsid w:val="008725F1"/>
    <w:rsid w:val="008B35A0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DD3A34"/>
    <w:rsid w:val="00E03E59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855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11</cp:revision>
  <cp:lastPrinted>1900-12-31T22:00:00Z</cp:lastPrinted>
  <dcterms:created xsi:type="dcterms:W3CDTF">2012-12-10T09:52:00Z</dcterms:created>
  <dcterms:modified xsi:type="dcterms:W3CDTF">2014-05-05T21:26:00Z</dcterms:modified>
</cp:coreProperties>
</file>