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C6958">
        <w:rPr>
          <w:b/>
        </w:rPr>
        <w:t>Práce a energie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C6958">
        <w:rPr>
          <w:b/>
        </w:rPr>
        <w:t>Mgr. Martina Černá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FC6958">
        <w:t xml:space="preserve">: </w:t>
      </w:r>
      <w:r w:rsidR="00356EB4" w:rsidRPr="00FC6958">
        <w:rPr>
          <w:b/>
        </w:rPr>
        <w:t>1_</w:t>
      </w:r>
      <w:r w:rsidR="00FC6958" w:rsidRPr="00FC6958">
        <w:rPr>
          <w:b/>
        </w:rPr>
        <w:t>Mechanika a molekulová fyzika</w:t>
      </w:r>
      <w:r w:rsidR="00FC6958" w:rsidRPr="00FC6958">
        <w:t xml:space="preserve">     </w:t>
      </w:r>
      <w:r w:rsidR="008725F1" w:rsidRPr="00FC6958">
        <w:t>Č</w:t>
      </w:r>
      <w:r w:rsidRPr="00FC6958">
        <w:t>íslo</w:t>
      </w:r>
      <w:r w:rsidR="008725F1" w:rsidRPr="00FC6958">
        <w:t xml:space="preserve"> </w:t>
      </w:r>
      <w:r w:rsidR="00FC6958">
        <w:t xml:space="preserve">     </w:t>
      </w:r>
      <w:r w:rsidR="008725F1" w:rsidRPr="00FC6958">
        <w:t>DUM</w:t>
      </w:r>
      <w:r w:rsidRPr="00FC6958">
        <w:t>:</w:t>
      </w:r>
      <w:r w:rsidR="00FC6958" w:rsidRPr="00FC6958">
        <w:t>19</w:t>
      </w:r>
      <w:r w:rsidR="00592F82">
        <w:tab/>
        <w:t>Předmět:</w:t>
      </w:r>
      <w:r w:rsidR="00592F82">
        <w:tab/>
      </w:r>
      <w:r w:rsidR="00FC6958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C6958">
        <w:t>7.6.2013</w:t>
      </w:r>
      <w:r w:rsidR="00163029">
        <w:tab/>
      </w:r>
      <w:r>
        <w:t>Třída:</w:t>
      </w:r>
      <w:r w:rsidR="00163029">
        <w:tab/>
      </w:r>
      <w:r w:rsidR="00FC6958">
        <w:t>tercie</w:t>
      </w:r>
      <w:r>
        <w:tab/>
        <w:t>Ověřující učitel:</w:t>
      </w:r>
      <w:r w:rsidR="00FC6958">
        <w:t xml:space="preserve"> Mgr. Martina Černá</w:t>
      </w:r>
      <w:r w:rsidR="00745A98">
        <w:tab/>
      </w:r>
    </w:p>
    <w:p w:rsidR="00163029" w:rsidRPr="00501C29" w:rsidRDefault="007275A2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C6958" w:rsidP="00745A98">
      <w:r>
        <w:t>Opakování a procvičování kapitoly Práce a energie v rámci upevnění znalostí.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FC6958" w:rsidP="00745A98">
      <w:pPr>
        <w:spacing w:before="240" w:line="360" w:lineRule="auto"/>
        <w:rPr>
          <w:b/>
        </w:rPr>
      </w:pPr>
      <w:r>
        <w:t>Práce, výkon, energie, polohová energie, pohybová energie, účinnost, jednoduché stroje.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C6958" w:rsidP="009F6F13">
      <w:r>
        <w:t>Procvičování v hodině fyziky.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FC6958" w:rsidP="009F6F13">
      <w:r>
        <w:t>------------------------------------</w:t>
      </w:r>
    </w:p>
    <w:p w:rsidR="00623F17" w:rsidRDefault="00623F17" w:rsidP="00FC6958">
      <w:pPr>
        <w:spacing w:before="240" w:line="360" w:lineRule="auto"/>
      </w:pPr>
      <w:r w:rsidRPr="00EB331B">
        <w:rPr>
          <w:b/>
        </w:rPr>
        <w:t>Poznámka</w:t>
      </w:r>
      <w:r w:rsidR="00370100">
        <w:rPr>
          <w:b/>
        </w:rPr>
        <w:t>: ---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8A" w:rsidRDefault="009D6F8A">
      <w:r>
        <w:separator/>
      </w:r>
    </w:p>
  </w:endnote>
  <w:endnote w:type="continuationSeparator" w:id="0">
    <w:p w:rsidR="009D6F8A" w:rsidRDefault="009D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5A2" w:rsidRDefault="007275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5A2" w:rsidRDefault="007275A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5A2" w:rsidRDefault="007275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8A" w:rsidRDefault="009D6F8A">
      <w:r>
        <w:separator/>
      </w:r>
    </w:p>
  </w:footnote>
  <w:footnote w:type="continuationSeparator" w:id="0">
    <w:p w:rsidR="009D6F8A" w:rsidRDefault="009D6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5A2" w:rsidRDefault="007275A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7275A2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275A2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7275A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5A2" w:rsidRDefault="007275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E003B"/>
    <w:rsid w:val="0033262C"/>
    <w:rsid w:val="0034544A"/>
    <w:rsid w:val="00353FD9"/>
    <w:rsid w:val="00356EB4"/>
    <w:rsid w:val="0036718C"/>
    <w:rsid w:val="00370100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3AC0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275A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932F9"/>
    <w:rsid w:val="008B5602"/>
    <w:rsid w:val="008F1D94"/>
    <w:rsid w:val="009178A2"/>
    <w:rsid w:val="00930B79"/>
    <w:rsid w:val="009D6F8A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C6958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783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9</cp:revision>
  <cp:lastPrinted>2013-06-19T19:09:00Z</cp:lastPrinted>
  <dcterms:created xsi:type="dcterms:W3CDTF">2012-12-10T09:52:00Z</dcterms:created>
  <dcterms:modified xsi:type="dcterms:W3CDTF">2014-05-05T21:21:00Z</dcterms:modified>
</cp:coreProperties>
</file>