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12" w:rsidRDefault="00565C12" w:rsidP="00163029">
      <w:pPr>
        <w:jc w:val="center"/>
        <w:rPr>
          <w:b/>
          <w:sz w:val="40"/>
          <w:szCs w:val="40"/>
        </w:rPr>
      </w:pPr>
    </w:p>
    <w:p w:rsidR="00CB38DA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565C12" w:rsidRPr="00745A98" w:rsidRDefault="00565C12" w:rsidP="00163029">
      <w:pPr>
        <w:jc w:val="center"/>
        <w:rPr>
          <w:b/>
          <w:sz w:val="40"/>
          <w:szCs w:val="40"/>
        </w:rPr>
      </w:pP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565C12">
        <w:rPr>
          <w:b/>
        </w:rPr>
        <w:t xml:space="preserve">    </w:t>
      </w:r>
      <w:r w:rsidR="007203BD">
        <w:rPr>
          <w:b/>
        </w:rPr>
        <w:t>Určení měrného skupenského tepla tání ledu</w:t>
      </w:r>
      <w:r w:rsidR="000653C7">
        <w:rPr>
          <w:b/>
        </w:rPr>
        <w:t xml:space="preserve"> </w:t>
      </w:r>
      <w:r w:rsidR="0036718C">
        <w:rPr>
          <w:b/>
        </w:rPr>
        <w:tab/>
      </w:r>
    </w:p>
    <w:p w:rsidR="009F6F13" w:rsidRPr="00565C12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7203BD" w:rsidRPr="00565C12">
        <w:t>Mgr. Martina Černá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0653C7">
        <w:t xml:space="preserve">1_Mechanika a molekulová </w:t>
      </w:r>
      <w:r w:rsidR="007203BD">
        <w:t>fyzika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65C12">
        <w:t xml:space="preserve"> </w:t>
      </w:r>
      <w:r w:rsidR="007203BD">
        <w:t xml:space="preserve">14   </w:t>
      </w:r>
      <w:r w:rsidR="00592F82">
        <w:tab/>
        <w:t>Předmět:</w:t>
      </w:r>
      <w:r w:rsidR="00592F82">
        <w:tab/>
      </w:r>
      <w:r w:rsidR="007203BD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0653C7">
        <w:t>5.2.2013</w:t>
      </w:r>
      <w:proofErr w:type="gramEnd"/>
      <w:r w:rsidR="00163029">
        <w:tab/>
      </w:r>
      <w:r>
        <w:t>Třída:</w:t>
      </w:r>
      <w:r w:rsidR="00565C12">
        <w:t xml:space="preserve"> </w:t>
      </w:r>
      <w:r w:rsidR="00163029">
        <w:tab/>
      </w:r>
      <w:r w:rsidR="007203BD">
        <w:t>tercie</w:t>
      </w:r>
      <w:r w:rsidR="00565C12">
        <w:t xml:space="preserve">       </w:t>
      </w:r>
      <w:r>
        <w:t>Ověřující učitel:</w:t>
      </w:r>
      <w:r w:rsidR="00565C12">
        <w:t xml:space="preserve"> Mgr. </w:t>
      </w:r>
      <w:r w:rsidR="007203BD">
        <w:t>Martina Černá</w:t>
      </w:r>
    </w:p>
    <w:p w:rsidR="00163029" w:rsidRPr="00501C29" w:rsidRDefault="007B0AB1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653C7" w:rsidP="00745A98">
      <w:r>
        <w:t>Experimentální ověření tabulkové hodnoty měrného skupenského tepla tání ledu.</w:t>
      </w:r>
    </w:p>
    <w:p w:rsidR="00565C12" w:rsidRDefault="00565C12" w:rsidP="00745A98">
      <w:pPr>
        <w:spacing w:line="360" w:lineRule="auto"/>
        <w:rPr>
          <w:b/>
        </w:rPr>
      </w:pPr>
    </w:p>
    <w:p w:rsidR="000653C7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Pr="000653C7" w:rsidRDefault="00565C12" w:rsidP="00565C12">
      <w:pPr>
        <w:spacing w:line="360" w:lineRule="auto"/>
        <w:jc w:val="both"/>
      </w:pPr>
      <w:r>
        <w:t>s</w:t>
      </w:r>
      <w:r w:rsidR="000653C7" w:rsidRPr="000653C7">
        <w:t>kupenské teplo tání, měrné skupenské teplo tání, měrná tepelná kapacita, teplota, kalorimetr, kalorimetrická rovnice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0653C7" w:rsidRDefault="000653C7" w:rsidP="00565C12">
      <w:pPr>
        <w:spacing w:line="276" w:lineRule="auto"/>
        <w:jc w:val="both"/>
      </w:pPr>
      <w:r>
        <w:t>Materiál je použitelný při výuce praktických cvičení z fyziky, která jsou součástí předmětu fyzika. Slouží jako pracovní list pro žáka, který obsahuje podrobný návod a části, které žák samostatně doplní v rámci měření.</w:t>
      </w:r>
    </w:p>
    <w:p w:rsidR="00745A98" w:rsidRPr="00565C12" w:rsidRDefault="00745A98" w:rsidP="00565C12">
      <w:pPr>
        <w:spacing w:line="276" w:lineRule="auto"/>
        <w:jc w:val="both"/>
        <w:rPr>
          <w:sz w:val="16"/>
          <w:szCs w:val="16"/>
        </w:rPr>
      </w:pPr>
    </w:p>
    <w:p w:rsidR="00565C12" w:rsidRDefault="00565C12" w:rsidP="00565C12">
      <w:pPr>
        <w:spacing w:line="276" w:lineRule="auto"/>
        <w:jc w:val="both"/>
      </w:pPr>
    </w:p>
    <w:p w:rsidR="00EB331B" w:rsidRPr="00623F17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0653C7" w:rsidP="00565C12">
      <w:proofErr w:type="spellStart"/>
      <w:r>
        <w:t>Rauner</w:t>
      </w:r>
      <w:proofErr w:type="spellEnd"/>
      <w:r>
        <w:t>,</w:t>
      </w:r>
      <w:r w:rsidR="00565C12">
        <w:t xml:space="preserve"> </w:t>
      </w:r>
      <w:r>
        <w:t>K</w:t>
      </w:r>
      <w:r w:rsidRPr="000653C7">
        <w:rPr>
          <w:i/>
        </w:rPr>
        <w:t>. Fyzika 8 učebnice pro ZŠ a víceletá gymnázia.</w:t>
      </w:r>
      <w:r>
        <w:t xml:space="preserve"> Praha: Fraus, 2006</w:t>
      </w:r>
    </w:p>
    <w:p w:rsidR="00565C12" w:rsidRPr="00565C12" w:rsidRDefault="00565C12" w:rsidP="00565C12">
      <w:pPr>
        <w:spacing w:before="240"/>
        <w:rPr>
          <w:b/>
          <w:sz w:val="10"/>
          <w:szCs w:val="10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565C12">
        <w:rPr>
          <w:b/>
        </w:rPr>
        <w:t>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80" w:rsidRDefault="00413280">
      <w:r>
        <w:separator/>
      </w:r>
    </w:p>
  </w:endnote>
  <w:endnote w:type="continuationSeparator" w:id="0">
    <w:p w:rsidR="00413280" w:rsidRDefault="0041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AB1" w:rsidRDefault="007B0A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AB1" w:rsidRDefault="007B0A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80" w:rsidRDefault="00413280">
      <w:r>
        <w:separator/>
      </w:r>
    </w:p>
  </w:footnote>
  <w:footnote w:type="continuationSeparator" w:id="0">
    <w:p w:rsidR="00413280" w:rsidRDefault="00413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AB1" w:rsidRDefault="007B0A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7B0AB1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1029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7B0AB1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7B0AB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AB1" w:rsidRDefault="007B0AB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653C7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65C12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203BD"/>
    <w:rsid w:val="00745A98"/>
    <w:rsid w:val="007659FE"/>
    <w:rsid w:val="00771703"/>
    <w:rsid w:val="007B0AB1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E364A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18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1077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5</cp:revision>
  <cp:lastPrinted>1900-12-31T23:00:00Z</cp:lastPrinted>
  <dcterms:created xsi:type="dcterms:W3CDTF">2012-12-10T09:52:00Z</dcterms:created>
  <dcterms:modified xsi:type="dcterms:W3CDTF">2014-05-05T21:20:00Z</dcterms:modified>
</cp:coreProperties>
</file>