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45D" w:rsidRDefault="0037345D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bookmarkStart w:id="0" w:name="Text1"/>
      <w:r w:rsidR="009E1A33">
        <w:rPr>
          <w:b/>
        </w:rPr>
        <w:t>Měření délky</w:t>
      </w:r>
      <w:bookmarkEnd w:id="0"/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9E1A33" w:rsidRPr="003E750C">
        <w:t>Mgr. Ing. Daniela Čechová</w:t>
      </w:r>
      <w:r w:rsidR="009E1A33">
        <w:rPr>
          <w:b/>
        </w:rPr>
        <w:t xml:space="preserve"> </w:t>
      </w:r>
      <w:r w:rsidR="009E1A33" w:rsidRPr="00A32F88">
        <w:rPr>
          <w:b/>
        </w:rPr>
        <w:t xml:space="preserve"> 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>Sada:</w:t>
      </w:r>
      <w:r w:rsidRPr="003E750C">
        <w:t xml:space="preserve"> </w:t>
      </w:r>
      <w:r w:rsidR="00356EB4" w:rsidRPr="003E750C">
        <w:t>1_</w:t>
      </w:r>
      <w:r w:rsidR="009E1A33" w:rsidRPr="003E750C">
        <w:t>Mechanika</w:t>
      </w:r>
      <w:r w:rsidR="00163029" w:rsidRPr="003E750C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356EB4">
        <w:t xml:space="preserve"> </w:t>
      </w:r>
      <w:r w:rsidR="009E1A33" w:rsidRPr="009E1A33">
        <w:t>01</w:t>
      </w:r>
      <w:r w:rsidR="00592F82" w:rsidRPr="009E1A33">
        <w:tab/>
      </w:r>
      <w:r w:rsidR="009E1A33">
        <w:t xml:space="preserve">             </w:t>
      </w:r>
      <w:r w:rsidR="00592F82" w:rsidRPr="009E1A33">
        <w:t>Předmět:</w:t>
      </w:r>
      <w:r w:rsidR="00592F82" w:rsidRPr="009E1A33">
        <w:tab/>
      </w:r>
      <w:r w:rsidR="009E1A33" w:rsidRPr="009E1A33">
        <w:t>fyzika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9E1A33">
        <w:t>5.11.2012.</w:t>
      </w:r>
      <w:r w:rsidR="00163029">
        <w:tab/>
      </w:r>
      <w:r>
        <w:t>Třída:</w:t>
      </w:r>
      <w:r w:rsidR="00163029">
        <w:tab/>
      </w:r>
      <w:r w:rsidR="009E1A33">
        <w:t xml:space="preserve">1.C       </w:t>
      </w:r>
      <w:r>
        <w:t>Ověřující učitel:</w:t>
      </w:r>
      <w:r w:rsidR="009E1A33">
        <w:t xml:space="preserve"> RNDr. Dana Daňková</w:t>
      </w:r>
    </w:p>
    <w:p w:rsidR="00163029" w:rsidRPr="00501C29" w:rsidRDefault="00106EA3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9E1A33" w:rsidRDefault="009E1A33" w:rsidP="00FC2F8D">
      <w:pPr>
        <w:spacing w:line="276" w:lineRule="auto"/>
        <w:jc w:val="both"/>
      </w:pPr>
      <w:bookmarkStart w:id="1" w:name="Text7"/>
      <w:r>
        <w:t>Laboratorní práce zaměřená na seznámení žáků s měřením délky pomocí různých měřidel a na vyhodnocení naměřených hodnot včetně určení absolutní a relativní odchylky</w:t>
      </w:r>
      <w:bookmarkEnd w:id="1"/>
      <w:r>
        <w:t>.</w:t>
      </w:r>
    </w:p>
    <w:p w:rsidR="00745A98" w:rsidRDefault="00745A98" w:rsidP="00FC2F8D">
      <w:pPr>
        <w:spacing w:line="276" w:lineRule="auto"/>
        <w:jc w:val="both"/>
      </w:pPr>
    </w:p>
    <w:p w:rsidR="00062191" w:rsidRPr="00FC2F8D" w:rsidRDefault="00062191" w:rsidP="00FC2F8D">
      <w:pPr>
        <w:spacing w:line="276" w:lineRule="auto"/>
        <w:rPr>
          <w:b/>
          <w:sz w:val="20"/>
          <w:szCs w:val="20"/>
        </w:rPr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484E3A" w:rsidRDefault="009E1A33" w:rsidP="00062191">
      <w:pPr>
        <w:spacing w:line="276" w:lineRule="auto"/>
        <w:rPr>
          <w:b/>
        </w:rPr>
      </w:pPr>
      <w:r>
        <w:t xml:space="preserve">měření délky – posuvné měřidlo – mikrometr – aritmetický průměr – absolutní odchylka – relativní odchylka 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9E1A33" w:rsidRDefault="009E1A33" w:rsidP="00FC2F8D">
      <w:pPr>
        <w:spacing w:line="276" w:lineRule="auto"/>
        <w:jc w:val="both"/>
      </w:pPr>
      <w:r>
        <w:t xml:space="preserve">Podle pokynů vyučujícího a podle návodu uvedeného v úvodní části protokolu žáci provedou požadovaná měření, výsledky zapíší do připravených tabulek a statisticky je vyhodnotí. Nakonec napíší závěr k celé laboratorní práci. Podle prostorových možností a počtu potřebných pomůcek mohou žáci pracovat samostatně nebo ve dvojici či trojici. Je-li laboratoř vybavena počítači, mohou žáci vyplnit a zpracovat protokol v elektronické podobě včetně využití např. programu Excel ke statistickému zpracování naměřených hodnot. </w:t>
      </w:r>
    </w:p>
    <w:p w:rsidR="00745A98" w:rsidRDefault="00745A98" w:rsidP="009F6F13"/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  <w:r w:rsidR="009E1A33">
        <w:rPr>
          <w:b/>
        </w:rPr>
        <w:t xml:space="preserve"> –</w:t>
      </w:r>
    </w:p>
    <w:p w:rsidR="009E1A33" w:rsidRDefault="009E1A33" w:rsidP="009E1A33">
      <w:pPr>
        <w:rPr>
          <w:b/>
        </w:rPr>
      </w:pPr>
    </w:p>
    <w:p w:rsidR="00623F17" w:rsidRDefault="00623F17" w:rsidP="00062191">
      <w:pPr>
        <w:spacing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Pr="00B121FF" w:rsidRDefault="009E1A33" w:rsidP="00FC2F8D">
      <w:pPr>
        <w:spacing w:line="276" w:lineRule="auto"/>
        <w:jc w:val="both"/>
      </w:pPr>
      <w:bookmarkStart w:id="2" w:name="Text10"/>
      <w:r>
        <w:t>S provedením měření neměli žáci potíže, připravená forma protokolu jim vyhovovala. Náročnější pro ně bylo pouze statistické zpracování výsledků měření.</w:t>
      </w:r>
      <w:bookmarkEnd w:id="2"/>
      <w:r>
        <w:t xml:space="preserve"> </w:t>
      </w:r>
    </w:p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7D6" w:rsidRDefault="007847D6">
      <w:r>
        <w:separator/>
      </w:r>
    </w:p>
  </w:endnote>
  <w:endnote w:type="continuationSeparator" w:id="0">
    <w:p w:rsidR="007847D6" w:rsidRDefault="00784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EA3" w:rsidRDefault="00106EA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EA3" w:rsidRDefault="00106EA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7D6" w:rsidRDefault="007847D6">
      <w:r>
        <w:separator/>
      </w:r>
    </w:p>
  </w:footnote>
  <w:footnote w:type="continuationSeparator" w:id="0">
    <w:p w:rsidR="007847D6" w:rsidRDefault="007847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EA3" w:rsidRDefault="00106EA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3663B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106EA3">
      <w:rPr>
        <w:bCs/>
      </w:rPr>
      <w:t>34.</w:t>
    </w:r>
    <w:bookmarkStart w:id="3" w:name="_GoBack"/>
    <w:bookmarkEnd w:id="3"/>
    <w:r>
      <w:rPr>
        <w:bCs/>
      </w:rPr>
      <w:t>0325</w:t>
    </w:r>
  </w:p>
  <w:p w:rsidR="00356EB4" w:rsidRPr="00745A98" w:rsidRDefault="00106EA3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2049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356EB4">
      <w:rPr>
        <w:bCs/>
      </w:rPr>
      <w:t>Příjemce:</w:t>
    </w:r>
    <w:r w:rsidR="00356EB4">
      <w:rPr>
        <w:bCs/>
      </w:rPr>
      <w:tab/>
      <w:t>Gymnázium Pierra de Coubertina,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EA3" w:rsidRDefault="00106EA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62191"/>
    <w:rsid w:val="00082F9E"/>
    <w:rsid w:val="000A48C9"/>
    <w:rsid w:val="000B2930"/>
    <w:rsid w:val="000C1FE7"/>
    <w:rsid w:val="000C3E7E"/>
    <w:rsid w:val="000E29CB"/>
    <w:rsid w:val="0010546B"/>
    <w:rsid w:val="00106EA3"/>
    <w:rsid w:val="00163029"/>
    <w:rsid w:val="001A08C5"/>
    <w:rsid w:val="001A6A4C"/>
    <w:rsid w:val="001F1A08"/>
    <w:rsid w:val="00232FB1"/>
    <w:rsid w:val="0028489E"/>
    <w:rsid w:val="00290C19"/>
    <w:rsid w:val="00292EE3"/>
    <w:rsid w:val="00297870"/>
    <w:rsid w:val="002A290B"/>
    <w:rsid w:val="002A5BAC"/>
    <w:rsid w:val="0033262C"/>
    <w:rsid w:val="0034544A"/>
    <w:rsid w:val="00353FD9"/>
    <w:rsid w:val="00356EB4"/>
    <w:rsid w:val="003663BA"/>
    <w:rsid w:val="0036718C"/>
    <w:rsid w:val="0037345D"/>
    <w:rsid w:val="003761B0"/>
    <w:rsid w:val="003835AF"/>
    <w:rsid w:val="00394D93"/>
    <w:rsid w:val="003A5AD6"/>
    <w:rsid w:val="003E4C3B"/>
    <w:rsid w:val="003E63C0"/>
    <w:rsid w:val="003E750C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3E6A"/>
    <w:rsid w:val="005A62C1"/>
    <w:rsid w:val="005D030A"/>
    <w:rsid w:val="005F7C40"/>
    <w:rsid w:val="006027CC"/>
    <w:rsid w:val="00623F17"/>
    <w:rsid w:val="00656E8F"/>
    <w:rsid w:val="006A718D"/>
    <w:rsid w:val="006E792F"/>
    <w:rsid w:val="00700E72"/>
    <w:rsid w:val="00745A98"/>
    <w:rsid w:val="007659FE"/>
    <w:rsid w:val="007670EB"/>
    <w:rsid w:val="00771703"/>
    <w:rsid w:val="007847D6"/>
    <w:rsid w:val="007B5B45"/>
    <w:rsid w:val="007C424F"/>
    <w:rsid w:val="007C52F1"/>
    <w:rsid w:val="007F02F7"/>
    <w:rsid w:val="007F06C8"/>
    <w:rsid w:val="00801324"/>
    <w:rsid w:val="00812228"/>
    <w:rsid w:val="0082351D"/>
    <w:rsid w:val="00823D1E"/>
    <w:rsid w:val="008652F9"/>
    <w:rsid w:val="008725F1"/>
    <w:rsid w:val="008B5602"/>
    <w:rsid w:val="008F1D94"/>
    <w:rsid w:val="009178A2"/>
    <w:rsid w:val="00930B79"/>
    <w:rsid w:val="009E1A33"/>
    <w:rsid w:val="009E736F"/>
    <w:rsid w:val="009F240C"/>
    <w:rsid w:val="009F6F13"/>
    <w:rsid w:val="00A32C1A"/>
    <w:rsid w:val="00A32F88"/>
    <w:rsid w:val="00A67905"/>
    <w:rsid w:val="00A739DB"/>
    <w:rsid w:val="00A92398"/>
    <w:rsid w:val="00AD5848"/>
    <w:rsid w:val="00AE0AB9"/>
    <w:rsid w:val="00B03303"/>
    <w:rsid w:val="00B0784A"/>
    <w:rsid w:val="00B11E31"/>
    <w:rsid w:val="00B121FF"/>
    <w:rsid w:val="00B1421E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62716"/>
    <w:rsid w:val="00D65D2B"/>
    <w:rsid w:val="00DB726E"/>
    <w:rsid w:val="00E12C07"/>
    <w:rsid w:val="00E44B85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77E1C"/>
    <w:rsid w:val="00FA168B"/>
    <w:rsid w:val="00FC2F8D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rsid w:val="006E79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15</TotalTime>
  <Pages>1</Pages>
  <Words>181</Words>
  <Characters>1312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1491</CharactersWithSpaces>
  <SharedDoc>false</SharedDoc>
  <HLinks>
    <vt:vector size="6" baseType="variant">
      <vt:variant>
        <vt:i4>393335</vt:i4>
      </vt:variant>
      <vt:variant>
        <vt:i4>0</vt:i4>
      </vt:variant>
      <vt:variant>
        <vt:i4>0</vt:i4>
      </vt:variant>
      <vt:variant>
        <vt:i4>5</vt:i4>
      </vt:variant>
      <vt:variant>
        <vt:lpwstr>\\wgt\zpravy$\SABLONY_DUMY\POSTUP\Anotace1.docx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doma</cp:lastModifiedBy>
  <cp:revision>10</cp:revision>
  <cp:lastPrinted>1900-12-31T23:00:00Z</cp:lastPrinted>
  <dcterms:created xsi:type="dcterms:W3CDTF">2012-12-14T13:56:00Z</dcterms:created>
  <dcterms:modified xsi:type="dcterms:W3CDTF">2014-05-05T21:16:00Z</dcterms:modified>
</cp:coreProperties>
</file>