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93A" w:rsidRDefault="0007393A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0" w:name="Text1"/>
      <w:proofErr w:type="spellStart"/>
      <w:r w:rsidR="00840DC4">
        <w:rPr>
          <w:b/>
        </w:rPr>
        <w:t>Ensembles</w:t>
      </w:r>
      <w:bookmarkEnd w:id="0"/>
      <w:proofErr w:type="spellEnd"/>
      <w:r w:rsidR="0036718C">
        <w:rPr>
          <w:b/>
        </w:rPr>
        <w:tab/>
      </w:r>
    </w:p>
    <w:p w:rsidR="009F6F13" w:rsidRPr="0007393A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1" w:name="Text2"/>
      <w:r w:rsidR="00F3117A" w:rsidRPr="0007393A">
        <w:t xml:space="preserve">Mgr. Ing. </w:t>
      </w:r>
      <w:bookmarkEnd w:id="1"/>
      <w:r w:rsidR="00F3117A" w:rsidRPr="0007393A">
        <w:t>Daniela Čechová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  <w:r w:rsidR="00DA4DF9">
        <w:rPr>
          <w:b/>
        </w:rPr>
        <w:t xml:space="preserve"> </w:t>
      </w:r>
    </w:p>
    <w:p w:rsidR="0007393A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07393A" w:rsidP="00592F82">
      <w:pPr>
        <w:tabs>
          <w:tab w:val="left" w:pos="993"/>
        </w:tabs>
        <w:spacing w:line="360" w:lineRule="auto"/>
      </w:pPr>
      <w:r>
        <w:tab/>
        <w:t>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07393A">
        <w:t>3_</w:t>
      </w:r>
      <w:r w:rsidR="00DA4DF9">
        <w:t>MF</w:t>
      </w:r>
      <w:r w:rsidR="00F3117A">
        <w:t xml:space="preserve"> </w:t>
      </w:r>
      <w:r w:rsidR="0007393A">
        <w:rPr>
          <w:sz w:val="20"/>
          <w:szCs w:val="20"/>
        </w:rPr>
        <w:t>(matematika, fyzika)</w:t>
      </w:r>
      <w:r w:rsidR="00163029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163029">
        <w:tab/>
      </w:r>
      <w:r w:rsidR="0007393A">
        <w:t>0</w:t>
      </w:r>
      <w:r w:rsidR="00840DC4">
        <w:t>4</w:t>
      </w:r>
      <w:r w:rsidR="00592F82">
        <w:tab/>
        <w:t>Předmět:</w:t>
      </w:r>
      <w:r w:rsidR="00592F82">
        <w:tab/>
      </w:r>
      <w:bookmarkStart w:id="2" w:name="Text3"/>
      <w:r w:rsidR="00DA4DF9">
        <w:t>matematika</w:t>
      </w:r>
      <w:bookmarkEnd w:id="2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840DC4">
        <w:t>22</w:t>
      </w:r>
      <w:r w:rsidR="00F3117A">
        <w:t>.1</w:t>
      </w:r>
      <w:r w:rsidR="00DA4DF9">
        <w:t>0</w:t>
      </w:r>
      <w:r w:rsidR="00F3117A">
        <w:t>.2012</w:t>
      </w:r>
      <w:proofErr w:type="gramEnd"/>
      <w:r w:rsidR="00163029">
        <w:tab/>
      </w:r>
      <w:r>
        <w:t>Třída:</w:t>
      </w:r>
      <w:r w:rsidR="00163029">
        <w:tab/>
      </w:r>
      <w:r w:rsidR="00DA4DF9">
        <w:t>3</w:t>
      </w:r>
      <w:r w:rsidR="00F3117A">
        <w:t xml:space="preserve">.A          </w:t>
      </w:r>
      <w:r>
        <w:t>Ověřující učitel:</w:t>
      </w:r>
      <w:r w:rsidR="00F3117A">
        <w:t xml:space="preserve">  Mgr. Ing. Daniela Čechová</w:t>
      </w:r>
    </w:p>
    <w:p w:rsidR="00163029" w:rsidRPr="00501C29" w:rsidRDefault="00521AD6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A4DF9" w:rsidP="0007393A">
      <w:bookmarkStart w:id="3" w:name="Text7"/>
      <w:proofErr w:type="spellStart"/>
      <w:r>
        <w:t>Fiche</w:t>
      </w:r>
      <w:proofErr w:type="spellEnd"/>
      <w:r>
        <w:t xml:space="preserve"> </w:t>
      </w:r>
      <w:bookmarkEnd w:id="3"/>
      <w:proofErr w:type="spellStart"/>
      <w:r w:rsidR="00840DC4">
        <w:t>pédagogique</w:t>
      </w:r>
      <w:proofErr w:type="spellEnd"/>
      <w:r w:rsidR="00840DC4">
        <w:t xml:space="preserve"> présente</w:t>
      </w:r>
      <w:r w:rsidR="00785AB3">
        <w:t xml:space="preserve"> </w:t>
      </w:r>
      <w:proofErr w:type="spellStart"/>
      <w:r w:rsidR="00785AB3">
        <w:t>le</w:t>
      </w:r>
      <w:proofErr w:type="spellEnd"/>
      <w:r w:rsidR="00785AB3">
        <w:t xml:space="preserve"> </w:t>
      </w:r>
      <w:proofErr w:type="spellStart"/>
      <w:r w:rsidR="00785AB3">
        <w:t>vocabulaire</w:t>
      </w:r>
      <w:proofErr w:type="spellEnd"/>
      <w:r w:rsidR="00840DC4">
        <w:t xml:space="preserve"> et les </w:t>
      </w:r>
      <w:proofErr w:type="spellStart"/>
      <w:r w:rsidR="00840DC4">
        <w:t>symboles</w:t>
      </w:r>
      <w:proofErr w:type="spellEnd"/>
      <w:r w:rsidR="00840DC4">
        <w:t xml:space="preserve"> </w:t>
      </w:r>
      <w:proofErr w:type="spellStart"/>
      <w:r w:rsidR="00840DC4">
        <w:t>utilisés</w:t>
      </w:r>
      <w:proofErr w:type="spellEnd"/>
      <w:r w:rsidR="00840DC4">
        <w:t xml:space="preserve"> </w:t>
      </w:r>
      <w:proofErr w:type="spellStart"/>
      <w:r w:rsidR="00840DC4">
        <w:t>pour</w:t>
      </w:r>
      <w:proofErr w:type="spellEnd"/>
      <w:r w:rsidR="00840DC4">
        <w:t xml:space="preserve"> les </w:t>
      </w:r>
      <w:proofErr w:type="spellStart"/>
      <w:r w:rsidR="00840DC4">
        <w:t>opérations</w:t>
      </w:r>
      <w:proofErr w:type="spellEnd"/>
      <w:r w:rsidR="00840DC4">
        <w:t xml:space="preserve"> </w:t>
      </w:r>
      <w:proofErr w:type="spellStart"/>
      <w:r w:rsidR="00840DC4">
        <w:t>avec</w:t>
      </w:r>
      <w:proofErr w:type="spellEnd"/>
      <w:r w:rsidR="00840DC4">
        <w:t xml:space="preserve"> les </w:t>
      </w:r>
      <w:proofErr w:type="spellStart"/>
      <w:r w:rsidR="00840DC4">
        <w:t>ensembles</w:t>
      </w:r>
      <w:proofErr w:type="spellEnd"/>
      <w:r w:rsidR="00785AB3">
        <w:t>.</w:t>
      </w:r>
      <w:r w:rsidR="00ED5680">
        <w:t xml:space="preserve"> </w:t>
      </w:r>
      <w:r>
        <w:t xml:space="preserve"> </w:t>
      </w:r>
    </w:p>
    <w:p w:rsidR="0007393A" w:rsidRPr="0007393A" w:rsidRDefault="0007393A" w:rsidP="0007393A">
      <w:pPr>
        <w:spacing w:before="240"/>
        <w:rPr>
          <w:b/>
          <w:sz w:val="16"/>
          <w:szCs w:val="16"/>
        </w:rPr>
      </w:pPr>
    </w:p>
    <w:p w:rsidR="00484E3A" w:rsidRDefault="00484E3A" w:rsidP="0007393A">
      <w:pPr>
        <w:spacing w:before="240"/>
        <w:rPr>
          <w:b/>
        </w:rPr>
      </w:pPr>
      <w:r>
        <w:rPr>
          <w:b/>
        </w:rPr>
        <w:t>Klíčová slova:</w:t>
      </w:r>
    </w:p>
    <w:p w:rsidR="00840DC4" w:rsidRPr="00840DC4" w:rsidRDefault="00840DC4" w:rsidP="00840DC4">
      <w:pPr>
        <w:autoSpaceDE w:val="0"/>
        <w:autoSpaceDN w:val="0"/>
        <w:adjustRightInd w:val="0"/>
        <w:rPr>
          <w:lang w:val="fr-FR"/>
        </w:rPr>
      </w:pPr>
      <w:r w:rsidRPr="00840DC4">
        <w:t xml:space="preserve">Ensemble - </w:t>
      </w:r>
      <w:proofErr w:type="spellStart"/>
      <w:r w:rsidRPr="00840DC4">
        <w:t>sous</w:t>
      </w:r>
      <w:proofErr w:type="spellEnd"/>
      <w:r w:rsidRPr="00840DC4">
        <w:t xml:space="preserve">-ensemble - réunion - </w:t>
      </w:r>
      <w:proofErr w:type="spellStart"/>
      <w:r w:rsidRPr="00840DC4">
        <w:t>intersection</w:t>
      </w:r>
      <w:proofErr w:type="spellEnd"/>
      <w:r w:rsidRPr="00840DC4">
        <w:t xml:space="preserve"> - </w:t>
      </w:r>
      <w:proofErr w:type="spellStart"/>
      <w:r w:rsidRPr="00840DC4">
        <w:t>complémentaire</w:t>
      </w:r>
      <w:proofErr w:type="spellEnd"/>
      <w:r w:rsidRPr="00840DC4">
        <w:t xml:space="preserve"> - ensemble vide</w:t>
      </w:r>
      <w:r w:rsidRPr="00840DC4">
        <w:rPr>
          <w:lang w:val="fr-FR"/>
        </w:rPr>
        <w:t xml:space="preserve"> </w:t>
      </w:r>
    </w:p>
    <w:p w:rsidR="00DA4DF9" w:rsidRPr="00DA4DF9" w:rsidRDefault="00DA4DF9" w:rsidP="00ED5680">
      <w:pPr>
        <w:autoSpaceDE w:val="0"/>
        <w:autoSpaceDN w:val="0"/>
        <w:adjustRightInd w:val="0"/>
      </w:pP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840DC4" w:rsidRPr="00840DC4" w:rsidRDefault="00840DC4" w:rsidP="0007393A">
      <w:pPr>
        <w:autoSpaceDE w:val="0"/>
        <w:autoSpaceDN w:val="0"/>
        <w:adjustRightInd w:val="0"/>
        <w:spacing w:line="276" w:lineRule="auto"/>
        <w:jc w:val="both"/>
        <w:rPr>
          <w:lang w:val="fr-FR"/>
        </w:rPr>
      </w:pPr>
      <w:r w:rsidRPr="00840DC4">
        <w:t xml:space="preserve">Les </w:t>
      </w:r>
      <w:proofErr w:type="spellStart"/>
      <w:r w:rsidRPr="00840DC4">
        <w:t>él</w:t>
      </w:r>
      <w:proofErr w:type="spellEnd"/>
      <w:r w:rsidRPr="00840DC4">
        <w:rPr>
          <w:lang w:val="fr-FR"/>
        </w:rPr>
        <w:t>èves écrivent à chaque phrase dans le fiche de</w:t>
      </w:r>
      <w:r w:rsidRPr="00840DC4">
        <w:rPr>
          <w:b/>
          <w:bCs/>
          <w:lang w:val="fr-FR"/>
        </w:rPr>
        <w:t xml:space="preserve"> </w:t>
      </w:r>
      <w:r w:rsidRPr="00840DC4">
        <w:rPr>
          <w:lang w:val="fr-FR"/>
        </w:rPr>
        <w:t>réponses V ou F pour indiquer si la phrase est correcte ou pas. Sur le tableau on peut le indiquer si on déplace la lettre V ou F au dessus.</w:t>
      </w:r>
    </w:p>
    <w:p w:rsidR="00DA4DF9" w:rsidRPr="00DA4DF9" w:rsidRDefault="00DA4DF9" w:rsidP="0007393A">
      <w:pPr>
        <w:autoSpaceDE w:val="0"/>
        <w:autoSpaceDN w:val="0"/>
        <w:adjustRightInd w:val="0"/>
        <w:spacing w:line="276" w:lineRule="auto"/>
        <w:jc w:val="both"/>
      </w:pPr>
    </w:p>
    <w:p w:rsidR="00EB331B" w:rsidRPr="00623F17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623F17" w:rsidRDefault="00DA4DF9" w:rsidP="009F6F13">
      <w:r>
        <w:t>Galerie Smart Notebook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</w:p>
    <w:p w:rsidR="00623F17" w:rsidRDefault="008D28D6" w:rsidP="0007393A">
      <w:pPr>
        <w:spacing w:line="276" w:lineRule="auto"/>
        <w:jc w:val="both"/>
      </w:pPr>
      <w:bookmarkStart w:id="4" w:name="Text10"/>
      <w:r>
        <w:t xml:space="preserve">Les </w:t>
      </w:r>
      <w:proofErr w:type="spellStart"/>
      <w:r>
        <w:t>élèves</w:t>
      </w:r>
      <w:proofErr w:type="spellEnd"/>
      <w:r>
        <w:t xml:space="preserve"> </w:t>
      </w:r>
      <w:proofErr w:type="spellStart"/>
      <w:r>
        <w:t>ont</w:t>
      </w:r>
      <w:proofErr w:type="spellEnd"/>
      <w:r>
        <w:t xml:space="preserve"> </w:t>
      </w:r>
      <w:proofErr w:type="spellStart"/>
      <w:r w:rsidR="00ED5680">
        <w:t>bien</w:t>
      </w:r>
      <w:proofErr w:type="spellEnd"/>
      <w:r w:rsidR="00ED5680">
        <w:t xml:space="preserve"> </w:t>
      </w:r>
      <w:proofErr w:type="spellStart"/>
      <w:r w:rsidR="00ED5680">
        <w:t>compris</w:t>
      </w:r>
      <w:proofErr w:type="spellEnd"/>
      <w:r w:rsidR="00AD14AA">
        <w:t xml:space="preserve"> </w:t>
      </w:r>
      <w:proofErr w:type="spellStart"/>
      <w:r w:rsidR="00AD14AA">
        <w:t>le</w:t>
      </w:r>
      <w:proofErr w:type="spellEnd"/>
      <w:r w:rsidR="00AD14AA">
        <w:t xml:space="preserve"> </w:t>
      </w:r>
      <w:proofErr w:type="spellStart"/>
      <w:r w:rsidR="00785AB3">
        <w:t>vocabulaire</w:t>
      </w:r>
      <w:proofErr w:type="spellEnd"/>
      <w:r w:rsidR="00785AB3">
        <w:t xml:space="preserve"> </w:t>
      </w:r>
      <w:r w:rsidR="00AD14AA">
        <w:t xml:space="preserve">et </w:t>
      </w:r>
      <w:proofErr w:type="spellStart"/>
      <w:r w:rsidR="00AD14AA">
        <w:t>ils</w:t>
      </w:r>
      <w:proofErr w:type="spellEnd"/>
      <w:r w:rsidR="00AD14AA">
        <w:t xml:space="preserve"> </w:t>
      </w:r>
      <w:proofErr w:type="spellStart"/>
      <w:r w:rsidR="00AD14AA">
        <w:t>sont</w:t>
      </w:r>
      <w:proofErr w:type="spellEnd"/>
      <w:r w:rsidR="00AD14AA">
        <w:t xml:space="preserve"> </w:t>
      </w:r>
      <w:proofErr w:type="spellStart"/>
      <w:r w:rsidR="00AD14AA">
        <w:t>capables</w:t>
      </w:r>
      <w:proofErr w:type="spellEnd"/>
      <w:r w:rsidR="00AD14AA">
        <w:t xml:space="preserve"> </w:t>
      </w:r>
      <w:proofErr w:type="spellStart"/>
      <w:r w:rsidR="00AD14AA">
        <w:t>d’appliquer</w:t>
      </w:r>
      <w:proofErr w:type="spellEnd"/>
      <w:r w:rsidR="00840DC4">
        <w:t xml:space="preserve"> ses </w:t>
      </w:r>
      <w:proofErr w:type="spellStart"/>
      <w:r w:rsidR="00840DC4">
        <w:t>connaissances</w:t>
      </w:r>
      <w:proofErr w:type="spellEnd"/>
      <w:r w:rsidR="00840DC4">
        <w:t xml:space="preserve"> </w:t>
      </w:r>
      <w:r w:rsidR="00423039">
        <w:t xml:space="preserve">en </w:t>
      </w:r>
      <w:proofErr w:type="spellStart"/>
      <w:r w:rsidR="00423039">
        <w:t>activité</w:t>
      </w:r>
      <w:proofErr w:type="spellEnd"/>
      <w:r w:rsidR="00423039">
        <w:t xml:space="preserve"> </w:t>
      </w:r>
      <w:proofErr w:type="spellStart"/>
      <w:r w:rsidR="00423039">
        <w:t>proposée</w:t>
      </w:r>
      <w:proofErr w:type="spellEnd"/>
      <w:r w:rsidR="00785AB3">
        <w:t>.</w:t>
      </w:r>
      <w:r w:rsidR="00423039">
        <w:t xml:space="preserve"> </w:t>
      </w:r>
      <w:proofErr w:type="spellStart"/>
      <w:r w:rsidR="00423039">
        <w:t>Certains</w:t>
      </w:r>
      <w:proofErr w:type="spellEnd"/>
      <w:r>
        <w:t xml:space="preserve"> </w:t>
      </w:r>
      <w:bookmarkEnd w:id="4"/>
      <w:proofErr w:type="spellStart"/>
      <w:r w:rsidR="00423039">
        <w:t>él</w:t>
      </w:r>
      <w:proofErr w:type="spellEnd"/>
      <w:r w:rsidR="00423039">
        <w:rPr>
          <w:lang w:val="fr-FR"/>
        </w:rPr>
        <w:t>è</w:t>
      </w:r>
      <w:r w:rsidR="00423039">
        <w:t xml:space="preserve">ves </w:t>
      </w:r>
      <w:proofErr w:type="spellStart"/>
      <w:r w:rsidR="00423039">
        <w:t>ont</w:t>
      </w:r>
      <w:proofErr w:type="spellEnd"/>
      <w:r w:rsidR="00423039">
        <w:t xml:space="preserve"> </w:t>
      </w:r>
      <w:proofErr w:type="spellStart"/>
      <w:r w:rsidR="00423039">
        <w:t>eu</w:t>
      </w:r>
      <w:proofErr w:type="spellEnd"/>
      <w:r w:rsidR="00423039">
        <w:t xml:space="preserve"> les </w:t>
      </w:r>
      <w:proofErr w:type="spellStart"/>
      <w:r w:rsidR="00423039">
        <w:t>difficultés</w:t>
      </w:r>
      <w:proofErr w:type="spellEnd"/>
      <w:r w:rsidR="00423039">
        <w:t xml:space="preserve"> </w:t>
      </w:r>
      <w:proofErr w:type="spellStart"/>
      <w:r w:rsidR="00423039">
        <w:t>avec</w:t>
      </w:r>
      <w:proofErr w:type="spellEnd"/>
      <w:r w:rsidR="00423039">
        <w:t xml:space="preserve"> la </w:t>
      </w:r>
      <w:proofErr w:type="spellStart"/>
      <w:r w:rsidR="00423039">
        <w:t>lecture</w:t>
      </w:r>
      <w:proofErr w:type="spellEnd"/>
      <w:r w:rsidR="00423039">
        <w:t xml:space="preserve"> des </w:t>
      </w:r>
      <w:proofErr w:type="spellStart"/>
      <w:r w:rsidR="00423039">
        <w:t>symboles</w:t>
      </w:r>
      <w:proofErr w:type="spellEnd"/>
      <w:r w:rsidR="00423039">
        <w:t xml:space="preserve"> </w:t>
      </w:r>
      <w:proofErr w:type="spellStart"/>
      <w:r w:rsidR="00423039">
        <w:t>mathématiques</w:t>
      </w:r>
      <w:proofErr w:type="spellEnd"/>
      <w:r w:rsidR="00423039">
        <w:t xml:space="preserve">. </w:t>
      </w:r>
      <w:r w:rsidR="00F3117A">
        <w:t xml:space="preserve">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08D" w:rsidRDefault="0056208D">
      <w:r>
        <w:separator/>
      </w:r>
    </w:p>
  </w:endnote>
  <w:endnote w:type="continuationSeparator" w:id="0">
    <w:p w:rsidR="0056208D" w:rsidRDefault="00562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D6" w:rsidRDefault="00521AD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D6" w:rsidRDefault="00521AD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08D" w:rsidRDefault="0056208D">
      <w:r>
        <w:separator/>
      </w:r>
    </w:p>
  </w:footnote>
  <w:footnote w:type="continuationSeparator" w:id="0">
    <w:p w:rsidR="0056208D" w:rsidRDefault="005620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D6" w:rsidRDefault="00521AD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521AD6">
      <w:rPr>
        <w:bCs/>
      </w:rPr>
      <w:t>34.</w:t>
    </w:r>
    <w:bookmarkStart w:id="5" w:name="_GoBack"/>
    <w:bookmarkEnd w:id="5"/>
    <w:r>
      <w:rPr>
        <w:bCs/>
      </w:rPr>
      <w:t>0325</w:t>
    </w:r>
  </w:p>
  <w:p w:rsidR="00484E3A" w:rsidRPr="00745A98" w:rsidRDefault="00521AD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1AD6" w:rsidRDefault="00521AD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7393A"/>
    <w:rsid w:val="00084E83"/>
    <w:rsid w:val="000A48C9"/>
    <w:rsid w:val="000B2930"/>
    <w:rsid w:val="000C1FE7"/>
    <w:rsid w:val="000C3E7E"/>
    <w:rsid w:val="000E29CB"/>
    <w:rsid w:val="0010546B"/>
    <w:rsid w:val="0014587A"/>
    <w:rsid w:val="00163029"/>
    <w:rsid w:val="00176430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039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5186"/>
    <w:rsid w:val="00521AD6"/>
    <w:rsid w:val="00546A70"/>
    <w:rsid w:val="0056208D"/>
    <w:rsid w:val="005740B8"/>
    <w:rsid w:val="00574DD9"/>
    <w:rsid w:val="00592F82"/>
    <w:rsid w:val="005A62C1"/>
    <w:rsid w:val="005D030A"/>
    <w:rsid w:val="006027CC"/>
    <w:rsid w:val="00623F17"/>
    <w:rsid w:val="00661F04"/>
    <w:rsid w:val="006A718D"/>
    <w:rsid w:val="006E792F"/>
    <w:rsid w:val="00700E72"/>
    <w:rsid w:val="00745A98"/>
    <w:rsid w:val="007659FE"/>
    <w:rsid w:val="00771703"/>
    <w:rsid w:val="00785AB3"/>
    <w:rsid w:val="007C424F"/>
    <w:rsid w:val="007C52F1"/>
    <w:rsid w:val="007F02F7"/>
    <w:rsid w:val="007F06C8"/>
    <w:rsid w:val="00801324"/>
    <w:rsid w:val="00812228"/>
    <w:rsid w:val="0082351D"/>
    <w:rsid w:val="00823D1E"/>
    <w:rsid w:val="00840DC4"/>
    <w:rsid w:val="008725F1"/>
    <w:rsid w:val="008B5602"/>
    <w:rsid w:val="008D28D6"/>
    <w:rsid w:val="008F1D94"/>
    <w:rsid w:val="009178A2"/>
    <w:rsid w:val="00930B79"/>
    <w:rsid w:val="00970666"/>
    <w:rsid w:val="009E736F"/>
    <w:rsid w:val="009F0488"/>
    <w:rsid w:val="009F240C"/>
    <w:rsid w:val="009F6F13"/>
    <w:rsid w:val="00A32C1A"/>
    <w:rsid w:val="00A32F88"/>
    <w:rsid w:val="00A67905"/>
    <w:rsid w:val="00A739DB"/>
    <w:rsid w:val="00A92398"/>
    <w:rsid w:val="00AD14AA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9154F"/>
    <w:rsid w:val="00DA4DF9"/>
    <w:rsid w:val="00DB726E"/>
    <w:rsid w:val="00E12C07"/>
    <w:rsid w:val="00E85A23"/>
    <w:rsid w:val="00E96239"/>
    <w:rsid w:val="00EB152F"/>
    <w:rsid w:val="00EB331B"/>
    <w:rsid w:val="00ED00A5"/>
    <w:rsid w:val="00ED5680"/>
    <w:rsid w:val="00ED6825"/>
    <w:rsid w:val="00EE037D"/>
    <w:rsid w:val="00EF7937"/>
    <w:rsid w:val="00F16660"/>
    <w:rsid w:val="00F21BB5"/>
    <w:rsid w:val="00F3117A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Radek\Documents\Daniela\DUM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5</TotalTime>
  <Pages>1</Pages>
  <Words>160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doma</cp:lastModifiedBy>
  <cp:revision>5</cp:revision>
  <cp:lastPrinted>1900-12-31T23:00:00Z</cp:lastPrinted>
  <dcterms:created xsi:type="dcterms:W3CDTF">2012-11-11T20:25:00Z</dcterms:created>
  <dcterms:modified xsi:type="dcterms:W3CDTF">2014-05-05T21:09:00Z</dcterms:modified>
</cp:coreProperties>
</file>