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812" w:rsidRDefault="00406812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943AD5">
        <w:rPr>
          <w:b/>
        </w:rPr>
        <w:t xml:space="preserve">Vznik </w:t>
      </w:r>
      <w:r w:rsidR="00F511AD">
        <w:rPr>
          <w:b/>
        </w:rPr>
        <w:t>prvního táborského profesorského sboru</w:t>
      </w:r>
      <w:r w:rsidR="0036718C">
        <w:rPr>
          <w:b/>
        </w:rPr>
        <w:tab/>
      </w:r>
    </w:p>
    <w:p w:rsidR="009F6F13" w:rsidRPr="00406812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81088" w:rsidRPr="00406812">
        <w:t xml:space="preserve">PhDr. </w:t>
      </w:r>
      <w:r w:rsidR="00943AD5" w:rsidRPr="00406812"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C92AC6">
        <w:t>3_Události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2A1339">
        <w:t xml:space="preserve"> </w:t>
      </w:r>
      <w:proofErr w:type="gramStart"/>
      <w:r w:rsidR="001A0123">
        <w:t>12</w:t>
      </w:r>
      <w:r w:rsidR="003C1BE5">
        <w:t xml:space="preserve">   </w:t>
      </w:r>
      <w:r w:rsidR="002A1339">
        <w:t xml:space="preserve">           </w:t>
      </w:r>
      <w:r w:rsidR="00592F82">
        <w:t>Předmět</w:t>
      </w:r>
      <w:proofErr w:type="gramEnd"/>
      <w:r w:rsidR="00592F82">
        <w:t>:</w:t>
      </w:r>
      <w:r w:rsidR="00592F82">
        <w:tab/>
      </w:r>
      <w:r w:rsidR="003C1BE5">
        <w:t>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E95BB0">
        <w:t>2.10.</w:t>
      </w:r>
      <w:r w:rsidR="001A0123">
        <w:t>2013</w:t>
      </w:r>
      <w:proofErr w:type="gramEnd"/>
      <w:r w:rsidR="00163029">
        <w:tab/>
      </w:r>
      <w:r>
        <w:t>Třída:</w:t>
      </w:r>
      <w:r w:rsidR="00163029">
        <w:tab/>
      </w:r>
      <w:r w:rsidR="00E95BB0">
        <w:t>3.D</w:t>
      </w:r>
      <w:r>
        <w:tab/>
        <w:t>Ověřující učitel:</w:t>
      </w:r>
      <w:r w:rsidR="00745A98">
        <w:tab/>
      </w:r>
      <w:r w:rsidR="00D81088">
        <w:t>PhDr. Jiří Kálal</w:t>
      </w:r>
    </w:p>
    <w:p w:rsidR="00163029" w:rsidRPr="00501C29" w:rsidRDefault="00B1173A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DB5FC4" w:rsidRPr="007F27BF" w:rsidRDefault="00943AD5" w:rsidP="00406812">
      <w:pPr>
        <w:spacing w:line="276" w:lineRule="auto"/>
        <w:jc w:val="both"/>
        <w:rPr>
          <w:i/>
        </w:rPr>
      </w:pPr>
      <w:r>
        <w:t xml:space="preserve">Materiál seznamuje se vznikem a významem </w:t>
      </w:r>
      <w:r w:rsidR="00F511AD">
        <w:t>prvního ředitele Václava Křížka a prvního profesorského sboru gymnázia.</w:t>
      </w:r>
    </w:p>
    <w:p w:rsidR="007F27BF" w:rsidRPr="00406812" w:rsidRDefault="007F27BF" w:rsidP="00406812">
      <w:pPr>
        <w:spacing w:line="276" w:lineRule="auto"/>
        <w:jc w:val="both"/>
        <w:rPr>
          <w:sz w:val="16"/>
          <w:szCs w:val="16"/>
        </w:rPr>
      </w:pPr>
    </w:p>
    <w:p w:rsidR="00406812" w:rsidRPr="00406812" w:rsidRDefault="00406812" w:rsidP="00745A98">
      <w:pPr>
        <w:spacing w:line="360" w:lineRule="auto"/>
        <w:rPr>
          <w:b/>
          <w:sz w:val="16"/>
          <w:szCs w:val="16"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F511AD" w:rsidP="00745A98">
      <w:pPr>
        <w:spacing w:line="360" w:lineRule="auto"/>
        <w:rPr>
          <w:b/>
        </w:rPr>
      </w:pPr>
      <w:r>
        <w:t>Václav Křížek</w:t>
      </w:r>
      <w:r w:rsidR="00943AD5">
        <w:t>, T</w:t>
      </w:r>
      <w:r>
        <w:t>ábor, Gymnázium Tábor, Martin Kolář</w:t>
      </w:r>
    </w:p>
    <w:p w:rsidR="00F7312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1A0123" w:rsidRDefault="007F27BF" w:rsidP="00406812">
      <w:pPr>
        <w:spacing w:line="276" w:lineRule="auto"/>
        <w:jc w:val="both"/>
      </w:pPr>
      <w:r>
        <w:t>Materiál úzc</w:t>
      </w:r>
      <w:r w:rsidR="00E95BB0">
        <w:t>e souvisí s DŮM Č_3_02</w:t>
      </w:r>
      <w:r>
        <w:t>.</w:t>
      </w:r>
      <w:r w:rsidR="001A0123">
        <w:t xml:space="preserve"> Materiál má mezipředmětové vztahy k dějepisu a společenskovědnímu základu. </w:t>
      </w:r>
    </w:p>
    <w:p w:rsidR="007F27BF" w:rsidRDefault="00F511AD" w:rsidP="00406812">
      <w:pPr>
        <w:spacing w:line="276" w:lineRule="auto"/>
        <w:jc w:val="both"/>
      </w:pPr>
      <w:r>
        <w:t>Odpověď na otázku</w:t>
      </w:r>
      <w:r w:rsidR="007F27BF">
        <w:t>:</w:t>
      </w:r>
    </w:p>
    <w:p w:rsidR="006E04FD" w:rsidRPr="00F511AD" w:rsidRDefault="00F511AD" w:rsidP="00406812">
      <w:pPr>
        <w:spacing w:line="276" w:lineRule="auto"/>
        <w:jc w:val="both"/>
        <w:rPr>
          <w:i/>
        </w:rPr>
      </w:pPr>
      <w:r w:rsidRPr="00F511AD">
        <w:t>Co víte o působení a díle profesora Martina Koláře?</w:t>
      </w:r>
      <w:r>
        <w:t xml:space="preserve"> </w:t>
      </w:r>
      <w:r w:rsidR="00284CB9" w:rsidRPr="00284CB9">
        <w:rPr>
          <w:i/>
        </w:rPr>
        <w:t>Profesor táborského gymnázia,</w:t>
      </w:r>
      <w:r w:rsidR="00284CB9">
        <w:t xml:space="preserve"> </w:t>
      </w:r>
      <w:r w:rsidR="00284CB9">
        <w:rPr>
          <w:i/>
        </w:rPr>
        <w:t>h</w:t>
      </w:r>
      <w:r w:rsidRPr="00F511AD">
        <w:rPr>
          <w:i/>
        </w:rPr>
        <w:t>istorik a heraldik. Spolupracoval s ním August Sedláček. Ten po Kolářově smrti vydal z jeho materiálů 1. svazek České heraldiky.</w:t>
      </w:r>
    </w:p>
    <w:p w:rsidR="00745A98" w:rsidRPr="00406812" w:rsidRDefault="00745A98" w:rsidP="009F6F13">
      <w:pPr>
        <w:rPr>
          <w:sz w:val="16"/>
          <w:szCs w:val="16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F511AD" w:rsidRPr="00F511AD" w:rsidRDefault="00F511AD" w:rsidP="00F511AD">
      <w:proofErr w:type="spellStart"/>
      <w:r w:rsidRPr="00F511AD">
        <w:t>Zenkl</w:t>
      </w:r>
      <w:proofErr w:type="spellEnd"/>
      <w:r w:rsidRPr="00F511AD">
        <w:t xml:space="preserve">, F.: </w:t>
      </w:r>
      <w:r w:rsidRPr="00406812">
        <w:rPr>
          <w:i/>
        </w:rPr>
        <w:t xml:space="preserve">Třicet let </w:t>
      </w:r>
      <w:proofErr w:type="spellStart"/>
      <w:r w:rsidRPr="00406812">
        <w:rPr>
          <w:i/>
        </w:rPr>
        <w:t>real</w:t>
      </w:r>
      <w:proofErr w:type="spellEnd"/>
      <w:r w:rsidRPr="00406812">
        <w:rPr>
          <w:i/>
        </w:rPr>
        <w:t xml:space="preserve">. </w:t>
      </w:r>
      <w:proofErr w:type="gramStart"/>
      <w:r w:rsidRPr="00406812">
        <w:rPr>
          <w:i/>
        </w:rPr>
        <w:t>gymnasia</w:t>
      </w:r>
      <w:proofErr w:type="gramEnd"/>
      <w:r w:rsidRPr="00406812">
        <w:rPr>
          <w:i/>
        </w:rPr>
        <w:t xml:space="preserve"> táborského 1862 – 1892</w:t>
      </w:r>
      <w:r w:rsidRPr="00F511AD">
        <w:t>, Tábor 1892</w:t>
      </w:r>
    </w:p>
    <w:p w:rsidR="00F511AD" w:rsidRPr="00F511AD" w:rsidRDefault="00F511AD" w:rsidP="00F511AD">
      <w:r w:rsidRPr="00F511AD">
        <w:t xml:space="preserve">Kořalka, J.: </w:t>
      </w:r>
      <w:r w:rsidRPr="00406812">
        <w:rPr>
          <w:i/>
        </w:rPr>
        <w:t>Jak gymnázium v Táboře vzniklo a rostlo</w:t>
      </w:r>
      <w:r w:rsidRPr="00F511AD">
        <w:t xml:space="preserve">, In: Gymnázium Tábor 1862 – 1987. Almanach vydaný u příležitosti 125. výročí založení školy, Tábor 1987  </w:t>
      </w:r>
    </w:p>
    <w:p w:rsidR="00F511AD" w:rsidRPr="00F511AD" w:rsidRDefault="00F511AD" w:rsidP="00F511AD">
      <w:r w:rsidRPr="00F511AD">
        <w:t>Václav Křížek, In: Wikipedie, otevřená encyklo</w:t>
      </w:r>
      <w:r w:rsidR="00E95BB0">
        <w:t>pedie [online]. [cit. 2013-10- 2</w:t>
      </w:r>
      <w:r w:rsidRPr="00F511AD">
        <w:t xml:space="preserve">0]. Dostupné z: </w:t>
      </w:r>
      <w:hyperlink r:id="rId9" w:history="1">
        <w:r w:rsidRPr="00F511AD">
          <w:rPr>
            <w:rStyle w:val="Hypertextovodkaz"/>
          </w:rPr>
          <w:t>http</w:t>
        </w:r>
      </w:hyperlink>
      <w:hyperlink r:id="rId10" w:history="1">
        <w:r w:rsidRPr="00F511AD">
          <w:rPr>
            <w:rStyle w:val="Hypertextovodkaz"/>
          </w:rPr>
          <w:t>://cs.wikipedia.org/wiki/Soubor:V%C3%A1clav_K%C5%99%C3%AD%C5%BEek.jpg</w:t>
        </w:r>
      </w:hyperlink>
    </w:p>
    <w:p w:rsidR="00623F17" w:rsidRDefault="00623F17" w:rsidP="009F6F13"/>
    <w:p w:rsidR="00406812" w:rsidRDefault="00623F17" w:rsidP="00F511AD">
      <w:pPr>
        <w:spacing w:line="360" w:lineRule="auto"/>
        <w:rPr>
          <w:b/>
        </w:rPr>
      </w:pPr>
      <w:r w:rsidRPr="00EB331B">
        <w:rPr>
          <w:b/>
        </w:rPr>
        <w:lastRenderedPageBreak/>
        <w:t xml:space="preserve">Poznámka: </w:t>
      </w:r>
    </w:p>
    <w:p w:rsidR="00623F17" w:rsidRPr="00F511AD" w:rsidRDefault="003C1BE5" w:rsidP="00F511AD">
      <w:pPr>
        <w:spacing w:line="360" w:lineRule="auto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Pr="00B121FF" w:rsidRDefault="00623F17" w:rsidP="009F6F13"/>
    <w:sectPr w:rsidR="00623F17" w:rsidRPr="00B121FF" w:rsidSect="00A32F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459" w:rsidRDefault="003A0459">
      <w:r>
        <w:separator/>
      </w:r>
    </w:p>
  </w:endnote>
  <w:endnote w:type="continuationSeparator" w:id="0">
    <w:p w:rsidR="003A0459" w:rsidRDefault="003A0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73A" w:rsidRDefault="00B1173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30000D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30000D">
      <w:rPr>
        <w:rStyle w:val="slostrnky"/>
        <w:b/>
        <w:bCs/>
      </w:rPr>
      <w:fldChar w:fldCharType="separate"/>
    </w:r>
    <w:r w:rsidR="00B1173A">
      <w:rPr>
        <w:rStyle w:val="slostrnky"/>
        <w:b/>
        <w:bCs/>
        <w:noProof/>
      </w:rPr>
      <w:t>1</w:t>
    </w:r>
    <w:r w:rsidR="0030000D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73A" w:rsidRDefault="00B1173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459" w:rsidRDefault="003A0459">
      <w:r>
        <w:separator/>
      </w:r>
    </w:p>
  </w:footnote>
  <w:footnote w:type="continuationSeparator" w:id="0">
    <w:p w:rsidR="003A0459" w:rsidRDefault="003A0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73A" w:rsidRDefault="00B1173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484F2427" wp14:editId="1F2ABE4B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B1173A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B1173A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73A" w:rsidRDefault="00B1173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A771C"/>
    <w:multiLevelType w:val="hybridMultilevel"/>
    <w:tmpl w:val="9BDCBCFC"/>
    <w:lvl w:ilvl="0" w:tplc="8BB2C6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E44A9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C23C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C2B9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BEB35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B0E5DB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024825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7AC4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D6ACA4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F365AF"/>
    <w:multiLevelType w:val="hybridMultilevel"/>
    <w:tmpl w:val="7EB420D8"/>
    <w:lvl w:ilvl="0" w:tplc="77FC8E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B6161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872727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3F6899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F9C473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8A46B1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7A4975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1A41B8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3C8EED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254B"/>
    <w:rsid w:val="000A48C9"/>
    <w:rsid w:val="000B2930"/>
    <w:rsid w:val="000C1FE7"/>
    <w:rsid w:val="000C3E7E"/>
    <w:rsid w:val="000E29CB"/>
    <w:rsid w:val="0010546B"/>
    <w:rsid w:val="001450DC"/>
    <w:rsid w:val="00163029"/>
    <w:rsid w:val="001A0123"/>
    <w:rsid w:val="001A6A4C"/>
    <w:rsid w:val="001D0B01"/>
    <w:rsid w:val="001F1A08"/>
    <w:rsid w:val="00232FB1"/>
    <w:rsid w:val="0028489E"/>
    <w:rsid w:val="00284CB9"/>
    <w:rsid w:val="00290C19"/>
    <w:rsid w:val="00297870"/>
    <w:rsid w:val="002A0689"/>
    <w:rsid w:val="002A1339"/>
    <w:rsid w:val="002A290B"/>
    <w:rsid w:val="002A5BAC"/>
    <w:rsid w:val="0030000D"/>
    <w:rsid w:val="0033262C"/>
    <w:rsid w:val="0034544A"/>
    <w:rsid w:val="00353FD9"/>
    <w:rsid w:val="0036718C"/>
    <w:rsid w:val="003761B0"/>
    <w:rsid w:val="003835AF"/>
    <w:rsid w:val="00394D93"/>
    <w:rsid w:val="003A0459"/>
    <w:rsid w:val="003A5AD6"/>
    <w:rsid w:val="003C1BE5"/>
    <w:rsid w:val="003E4C3B"/>
    <w:rsid w:val="003E63C0"/>
    <w:rsid w:val="003F4DE8"/>
    <w:rsid w:val="00406812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1399A"/>
    <w:rsid w:val="00546A70"/>
    <w:rsid w:val="00574DD9"/>
    <w:rsid w:val="00592F82"/>
    <w:rsid w:val="005A62C1"/>
    <w:rsid w:val="005D030A"/>
    <w:rsid w:val="006027CC"/>
    <w:rsid w:val="00623F17"/>
    <w:rsid w:val="006902E5"/>
    <w:rsid w:val="006A718D"/>
    <w:rsid w:val="006E04FD"/>
    <w:rsid w:val="006E792F"/>
    <w:rsid w:val="00700E72"/>
    <w:rsid w:val="00706790"/>
    <w:rsid w:val="00745A98"/>
    <w:rsid w:val="007659FE"/>
    <w:rsid w:val="00771703"/>
    <w:rsid w:val="007949E0"/>
    <w:rsid w:val="007C3B3E"/>
    <w:rsid w:val="007C424F"/>
    <w:rsid w:val="007C52F1"/>
    <w:rsid w:val="007F02F7"/>
    <w:rsid w:val="007F06C8"/>
    <w:rsid w:val="007F27BF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43AD5"/>
    <w:rsid w:val="009E736F"/>
    <w:rsid w:val="009F240C"/>
    <w:rsid w:val="009F6F13"/>
    <w:rsid w:val="00A32C1A"/>
    <w:rsid w:val="00A32F88"/>
    <w:rsid w:val="00A67905"/>
    <w:rsid w:val="00A739DB"/>
    <w:rsid w:val="00A92398"/>
    <w:rsid w:val="00AB4039"/>
    <w:rsid w:val="00AE0AB9"/>
    <w:rsid w:val="00B03303"/>
    <w:rsid w:val="00B1173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92AC6"/>
    <w:rsid w:val="00CB38DA"/>
    <w:rsid w:val="00CC59E8"/>
    <w:rsid w:val="00CF24A3"/>
    <w:rsid w:val="00D65D2B"/>
    <w:rsid w:val="00D81088"/>
    <w:rsid w:val="00DB5FC4"/>
    <w:rsid w:val="00DB726E"/>
    <w:rsid w:val="00E12C07"/>
    <w:rsid w:val="00E85A23"/>
    <w:rsid w:val="00E95BB0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511AD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40313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2762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205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4247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0099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85312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cs.wikipedia.org/wiki/Soubor:V%C3%A1clav_K%C5%99%C3%AD%C5%BEek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s.wikipedia.org/wiki/Soubor:V%C3%A1clav_K%C5%99%C3%AD%C5%BEek.jpg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97</TotalTime>
  <Pages>2</Pages>
  <Words>193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27</cp:revision>
  <cp:lastPrinted>1900-12-31T23:00:00Z</cp:lastPrinted>
  <dcterms:created xsi:type="dcterms:W3CDTF">2012-09-30T18:31:00Z</dcterms:created>
  <dcterms:modified xsi:type="dcterms:W3CDTF">2014-05-05T20:45:00Z</dcterms:modified>
</cp:coreProperties>
</file>