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5B0" w:rsidRDefault="00C265B0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952ACB">
        <w:rPr>
          <w:b/>
        </w:rPr>
        <w:t>Založení nejstaršího kláštera na jihu Čech</w:t>
      </w:r>
      <w:r w:rsidR="0036718C">
        <w:rPr>
          <w:b/>
        </w:rPr>
        <w:tab/>
      </w:r>
    </w:p>
    <w:p w:rsidR="009F6F13" w:rsidRPr="00C265B0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43601A" w:rsidRPr="00C265B0">
        <w:t xml:space="preserve">PhDr. </w:t>
      </w:r>
      <w:r w:rsidR="00952ACB" w:rsidRPr="00C265B0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ED6F7D">
        <w:t>3_Události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ED6F7D">
        <w:t xml:space="preserve"> </w:t>
      </w:r>
      <w:proofErr w:type="gramStart"/>
      <w:r w:rsidR="00ED6F7D">
        <w:t xml:space="preserve">04              </w:t>
      </w:r>
      <w:r w:rsidR="00592F82">
        <w:t>Předmět</w:t>
      </w:r>
      <w:proofErr w:type="gramEnd"/>
      <w:r w:rsidR="00592F82">
        <w:t>:</w:t>
      </w:r>
      <w:r w:rsidR="00592F82">
        <w:tab/>
      </w:r>
      <w:r w:rsidR="0043601A">
        <w:t>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313F42">
        <w:t>20.12.2012</w:t>
      </w:r>
      <w:proofErr w:type="gramEnd"/>
      <w:r w:rsidR="00163029">
        <w:tab/>
      </w:r>
      <w:r>
        <w:t>Třída:</w:t>
      </w:r>
      <w:r w:rsidR="00163029">
        <w:tab/>
      </w:r>
      <w:r w:rsidR="00313F42">
        <w:t>2.D</w:t>
      </w:r>
      <w:r>
        <w:tab/>
        <w:t>Ověřující učitel:</w:t>
      </w:r>
      <w:r w:rsidR="00745A98">
        <w:tab/>
      </w:r>
      <w:r w:rsidR="00313F42">
        <w:t>PhDr. Jiří Kálal</w:t>
      </w:r>
    </w:p>
    <w:p w:rsidR="00163029" w:rsidRPr="00501C29" w:rsidRDefault="004228C9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C909E3" w:rsidRPr="00DD469F" w:rsidRDefault="00952ACB" w:rsidP="00C265B0">
      <w:pPr>
        <w:spacing w:line="276" w:lineRule="auto"/>
        <w:jc w:val="both"/>
        <w:rPr>
          <w:i/>
        </w:rPr>
      </w:pPr>
      <w:r>
        <w:t xml:space="preserve">Materiál seznamuje se vznikem prvního kláštera v jižních Čechách. Značnou pozornost věnuje osobnosti opata a kronikáře </w:t>
      </w:r>
      <w:proofErr w:type="spellStart"/>
      <w:r>
        <w:t>Gerlacha</w:t>
      </w:r>
      <w:proofErr w:type="spellEnd"/>
      <w:r>
        <w:t>, jednoho z pokračovatelů Kosmových.</w:t>
      </w:r>
      <w:r w:rsidR="00891455">
        <w:t xml:space="preserve"> </w:t>
      </w:r>
    </w:p>
    <w:p w:rsidR="00DD469F" w:rsidRDefault="00DD469F" w:rsidP="00745A98"/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952ACB" w:rsidP="00745A98">
      <w:pPr>
        <w:spacing w:before="240" w:line="360" w:lineRule="auto"/>
        <w:rPr>
          <w:b/>
        </w:rPr>
      </w:pPr>
      <w:r>
        <w:t xml:space="preserve">Milevsko, klášter, </w:t>
      </w:r>
      <w:proofErr w:type="spellStart"/>
      <w:r>
        <w:t>Gerlachus</w:t>
      </w:r>
      <w:proofErr w:type="spellEnd"/>
      <w:r>
        <w:t>/</w:t>
      </w:r>
      <w:proofErr w:type="spellStart"/>
      <w:r>
        <w:t>Jarloch</w:t>
      </w:r>
      <w:proofErr w:type="spellEnd"/>
      <w:r>
        <w:t>, kronikář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D73713" w:rsidRDefault="00952ACB" w:rsidP="00C265B0">
      <w:pPr>
        <w:spacing w:line="276" w:lineRule="auto"/>
        <w:jc w:val="both"/>
      </w:pPr>
      <w:r>
        <w:t>Materiál má mezipředmětové vztahy k dějepisu.</w:t>
      </w:r>
      <w:r w:rsidR="00D73713">
        <w:t xml:space="preserve"> Materiál souvisí s DUM Sepekov. Poutní místo opředené pověstmi.</w:t>
      </w:r>
    </w:p>
    <w:p w:rsidR="00C265B0" w:rsidRPr="00C265B0" w:rsidRDefault="00C265B0" w:rsidP="00C265B0">
      <w:pPr>
        <w:spacing w:line="276" w:lineRule="auto"/>
        <w:jc w:val="both"/>
        <w:rPr>
          <w:sz w:val="20"/>
          <w:szCs w:val="20"/>
        </w:rPr>
      </w:pPr>
    </w:p>
    <w:p w:rsidR="00D73713" w:rsidRDefault="00D73713" w:rsidP="00C265B0">
      <w:pPr>
        <w:spacing w:line="276" w:lineRule="auto"/>
        <w:jc w:val="both"/>
      </w:pPr>
      <w:r>
        <w:t>Odpovědi na otázky:</w:t>
      </w:r>
    </w:p>
    <w:p w:rsidR="00D73713" w:rsidRPr="00DD469F" w:rsidRDefault="00D73713" w:rsidP="00C265B0">
      <w:pPr>
        <w:spacing w:line="276" w:lineRule="auto"/>
        <w:jc w:val="both"/>
        <w:rPr>
          <w:i/>
        </w:rPr>
      </w:pPr>
      <w:r w:rsidRPr="00DD469F">
        <w:rPr>
          <w:bCs/>
        </w:rPr>
        <w:t xml:space="preserve">S jakými protivenstvími se nejspíš potýkal </w:t>
      </w:r>
      <w:proofErr w:type="spellStart"/>
      <w:r w:rsidRPr="00DD469F">
        <w:rPr>
          <w:bCs/>
        </w:rPr>
        <w:t>Jarloch</w:t>
      </w:r>
      <w:proofErr w:type="spellEnd"/>
      <w:r w:rsidRPr="00DD469F">
        <w:rPr>
          <w:bCs/>
        </w:rPr>
        <w:t xml:space="preserve"> při budování kláštera? </w:t>
      </w:r>
      <w:r w:rsidRPr="00DD469F">
        <w:rPr>
          <w:bCs/>
          <w:i/>
        </w:rPr>
        <w:t>Technické a snad i ekonomické obtíže při stavbě; nutnost vyrovnat se zcela sám s jakýmkoli problémem v cizím prostředí; r. 1191 již téměř hotová stavba vyhořela.</w:t>
      </w:r>
    </w:p>
    <w:p w:rsidR="00D73713" w:rsidRPr="00DD469F" w:rsidRDefault="00D73713" w:rsidP="00C265B0">
      <w:pPr>
        <w:spacing w:line="276" w:lineRule="auto"/>
        <w:jc w:val="both"/>
        <w:rPr>
          <w:i/>
        </w:rPr>
      </w:pPr>
      <w:r w:rsidRPr="00DD469F">
        <w:rPr>
          <w:bCs/>
        </w:rPr>
        <w:t>Čím je milevský klášter významný pro českou literaturu a kulturu?</w:t>
      </w:r>
      <w:r>
        <w:rPr>
          <w:bCs/>
        </w:rPr>
        <w:t xml:space="preserve"> </w:t>
      </w:r>
      <w:proofErr w:type="spellStart"/>
      <w:r w:rsidRPr="00DD469F">
        <w:rPr>
          <w:bCs/>
          <w:i/>
        </w:rPr>
        <w:t>Jarloch</w:t>
      </w:r>
      <w:proofErr w:type="spellEnd"/>
      <w:r w:rsidRPr="00DD469F">
        <w:rPr>
          <w:bCs/>
          <w:i/>
        </w:rPr>
        <w:t xml:space="preserve"> byl významným kronikářem, pokračovatelem Kosmovým. </w:t>
      </w:r>
    </w:p>
    <w:p w:rsidR="00C265B0" w:rsidRDefault="00D73713" w:rsidP="00C265B0">
      <w:pPr>
        <w:spacing w:line="276" w:lineRule="auto"/>
        <w:jc w:val="both"/>
        <w:rPr>
          <w:bCs/>
          <w:i/>
        </w:rPr>
      </w:pPr>
      <w:r w:rsidRPr="00DD469F">
        <w:rPr>
          <w:bCs/>
        </w:rPr>
        <w:t xml:space="preserve">Objasněte, co znamená, že klášter byl </w:t>
      </w:r>
      <w:r w:rsidRPr="00DD469F">
        <w:rPr>
          <w:bCs/>
          <w:i/>
          <w:iCs/>
        </w:rPr>
        <w:t>duchovním, kulturním a hospodářským střediskem</w:t>
      </w:r>
      <w:r w:rsidRPr="00DD469F">
        <w:rPr>
          <w:bCs/>
        </w:rPr>
        <w:t>. Plní tyto funkce dnešní kláštery v České republice?</w:t>
      </w:r>
      <w:r>
        <w:rPr>
          <w:bCs/>
        </w:rPr>
        <w:t xml:space="preserve"> </w:t>
      </w:r>
      <w:r w:rsidRPr="00DD469F">
        <w:rPr>
          <w:bCs/>
          <w:i/>
        </w:rPr>
        <w:t xml:space="preserve">Pro rozsáhlou oblast byl náboženským centrem (premonstráti vykonávali povinnosti farářů); působení kláštera přinášelo šlechtě i poddaným kulturní povznesení; klášter vlastnil rozsáhlé pozemky a podílel se na kultivaci středověké krajiny. </w:t>
      </w:r>
    </w:p>
    <w:p w:rsidR="00C265B0" w:rsidRDefault="00C265B0" w:rsidP="00C265B0">
      <w:pPr>
        <w:spacing w:line="276" w:lineRule="auto"/>
        <w:jc w:val="both"/>
        <w:rPr>
          <w:bCs/>
          <w:i/>
        </w:rPr>
      </w:pPr>
    </w:p>
    <w:p w:rsidR="00D73713" w:rsidRPr="00DD469F" w:rsidRDefault="00D73713" w:rsidP="00C265B0">
      <w:pPr>
        <w:spacing w:line="276" w:lineRule="auto"/>
        <w:jc w:val="both"/>
        <w:rPr>
          <w:i/>
        </w:rPr>
      </w:pPr>
      <w:r w:rsidRPr="00DD469F">
        <w:rPr>
          <w:bCs/>
          <w:i/>
        </w:rPr>
        <w:t>Dnes plní kláštery funkci duchovní (řeholníci mívají funkce světského kléru, např. jsou faráři), i když jen pro (malou) část populace; kláštery mohou být středisky kulturního života pořádáním různých kulturních akcí; hospodářskou funkci dnes kláštery neplní, změna může nastat s působením zákona o církevních restitucích.</w:t>
      </w:r>
    </w:p>
    <w:p w:rsidR="00745A98" w:rsidRPr="00C265B0" w:rsidRDefault="00745A98" w:rsidP="009F6F13">
      <w:pPr>
        <w:rPr>
          <w:sz w:val="20"/>
          <w:szCs w:val="20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952ACB" w:rsidRPr="00952ACB" w:rsidRDefault="00952ACB" w:rsidP="00C265B0">
      <w:pPr>
        <w:spacing w:line="276" w:lineRule="auto"/>
      </w:pPr>
      <w:r w:rsidRPr="00952ACB">
        <w:t>Bílek</w:t>
      </w:r>
      <w:r w:rsidR="00C514F8">
        <w:t xml:space="preserve">, J., </w:t>
      </w:r>
      <w:r w:rsidRPr="00952ACB">
        <w:t>Kálal</w:t>
      </w:r>
      <w:r w:rsidR="00C514F8">
        <w:t xml:space="preserve">, J., </w:t>
      </w:r>
      <w:r w:rsidRPr="00952ACB">
        <w:t>Jelínek</w:t>
      </w:r>
      <w:r w:rsidR="00C514F8">
        <w:t>, M.</w:t>
      </w:r>
      <w:r w:rsidRPr="00952ACB">
        <w:t xml:space="preserve">: </w:t>
      </w:r>
      <w:r w:rsidRPr="00C265B0">
        <w:rPr>
          <w:i/>
        </w:rPr>
        <w:t>Milevsko a okolí od A do Ž</w:t>
      </w:r>
      <w:r w:rsidR="00C265B0">
        <w:t xml:space="preserve">. Milevsko: </w:t>
      </w:r>
      <w:r w:rsidRPr="00952ACB">
        <w:t xml:space="preserve">Spolek pro rozvoj kultury v Milevsku, 2000 </w:t>
      </w:r>
    </w:p>
    <w:p w:rsidR="00952ACB" w:rsidRPr="00952ACB" w:rsidRDefault="00952ACB" w:rsidP="00C265B0">
      <w:pPr>
        <w:spacing w:line="276" w:lineRule="auto"/>
      </w:pPr>
      <w:r w:rsidRPr="00952ACB">
        <w:t xml:space="preserve">Růžička, J.: </w:t>
      </w:r>
      <w:r w:rsidRPr="00C265B0">
        <w:rPr>
          <w:i/>
        </w:rPr>
        <w:t>Vývoj Milevska a okolí od pravěku až do r. 1939</w:t>
      </w:r>
      <w:r w:rsidR="00C265B0">
        <w:t>. Milevsko:</w:t>
      </w:r>
      <w:r w:rsidRPr="00952ACB">
        <w:t xml:space="preserve"> Spolek pro rozvoj kultury v Milevsku,</w:t>
      </w:r>
      <w:r w:rsidR="00C265B0">
        <w:t xml:space="preserve"> </w:t>
      </w:r>
      <w:r w:rsidRPr="00952ACB">
        <w:t>1996</w:t>
      </w:r>
    </w:p>
    <w:p w:rsidR="00952ACB" w:rsidRPr="00952ACB" w:rsidRDefault="00952ACB" w:rsidP="00C265B0">
      <w:pPr>
        <w:spacing w:line="276" w:lineRule="auto"/>
      </w:pPr>
      <w:r w:rsidRPr="00952ACB">
        <w:t>Kytka</w:t>
      </w:r>
      <w:r w:rsidR="00D733DB">
        <w:t>,</w:t>
      </w:r>
      <w:r w:rsidRPr="00952ACB">
        <w:t xml:space="preserve"> J.: </w:t>
      </w:r>
      <w:r w:rsidRPr="00C265B0">
        <w:rPr>
          <w:i/>
        </w:rPr>
        <w:t>Milevsko a jeho kraj</w:t>
      </w:r>
      <w:r w:rsidR="00C265B0">
        <w:t>. Milevsko:</w:t>
      </w:r>
      <w:r w:rsidRPr="00952ACB">
        <w:t xml:space="preserve"> Spolek pro rozvoj kultury v Milevsku,</w:t>
      </w:r>
      <w:r w:rsidR="00C265B0">
        <w:t xml:space="preserve"> </w:t>
      </w:r>
      <w:r w:rsidRPr="00952ACB">
        <w:t>1996</w:t>
      </w:r>
    </w:p>
    <w:p w:rsidR="00952ACB" w:rsidRPr="00952ACB" w:rsidRDefault="00952ACB" w:rsidP="00C265B0">
      <w:pPr>
        <w:spacing w:line="276" w:lineRule="auto"/>
      </w:pPr>
      <w:r w:rsidRPr="00952ACB">
        <w:t>Kálal</w:t>
      </w:r>
      <w:r w:rsidR="00D733DB">
        <w:t>,</w:t>
      </w:r>
      <w:r w:rsidRPr="00952ACB">
        <w:t xml:space="preserve"> J.: </w:t>
      </w:r>
      <w:r w:rsidRPr="00C265B0">
        <w:rPr>
          <w:i/>
        </w:rPr>
        <w:t>Milevský klášter</w:t>
      </w:r>
      <w:r w:rsidR="00C265B0">
        <w:t>. Milevsko:</w:t>
      </w:r>
      <w:r w:rsidRPr="00952ACB">
        <w:t xml:space="preserve"> Město Milevsko, 2012</w:t>
      </w:r>
    </w:p>
    <w:p w:rsidR="00952ACB" w:rsidRPr="00952ACB" w:rsidRDefault="00952ACB" w:rsidP="00C265B0">
      <w:pPr>
        <w:spacing w:line="276" w:lineRule="auto"/>
      </w:pPr>
      <w:r w:rsidRPr="00952ACB">
        <w:t>Kostel sv. Jiljí. Foto Jiří Kálal</w:t>
      </w:r>
    </w:p>
    <w:p w:rsidR="00952ACB" w:rsidRPr="00952ACB" w:rsidRDefault="00952ACB" w:rsidP="00C265B0">
      <w:pPr>
        <w:spacing w:line="276" w:lineRule="auto"/>
      </w:pPr>
      <w:r w:rsidRPr="00952ACB">
        <w:t>Bazilika Panny Marie. Foto Jiří Kálal</w:t>
      </w:r>
    </w:p>
    <w:p w:rsidR="00952ACB" w:rsidRPr="00952ACB" w:rsidRDefault="00952ACB" w:rsidP="00C265B0">
      <w:pPr>
        <w:spacing w:line="276" w:lineRule="auto"/>
      </w:pPr>
      <w:r w:rsidRPr="00952ACB">
        <w:t>Milevský klášter, první nádvoří. Foto Jiří Kálal</w:t>
      </w:r>
    </w:p>
    <w:p w:rsidR="00623F17" w:rsidRPr="00C265B0" w:rsidRDefault="00623F17" w:rsidP="00C265B0">
      <w:pPr>
        <w:spacing w:line="276" w:lineRule="auto"/>
        <w:rPr>
          <w:sz w:val="20"/>
          <w:szCs w:val="20"/>
        </w:rPr>
      </w:pPr>
    </w:p>
    <w:p w:rsidR="00C265B0" w:rsidRPr="00C265B0" w:rsidRDefault="00C265B0" w:rsidP="00C265B0">
      <w:pPr>
        <w:spacing w:line="276" w:lineRule="auto"/>
        <w:rPr>
          <w:b/>
          <w:sz w:val="20"/>
          <w:szCs w:val="20"/>
        </w:rPr>
      </w:pPr>
    </w:p>
    <w:p w:rsidR="00C265B0" w:rsidRDefault="00623F17" w:rsidP="008F0177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  <w:bookmarkStart w:id="0" w:name="Text10"/>
    </w:p>
    <w:p w:rsidR="0043601A" w:rsidRPr="00EB331B" w:rsidRDefault="0043601A" w:rsidP="008F0177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bookmarkEnd w:id="0"/>
    <w:p w:rsidR="00623F17" w:rsidRDefault="00623F17" w:rsidP="0043601A">
      <w:pPr>
        <w:spacing w:before="240" w:line="360" w:lineRule="auto"/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359" w:rsidRDefault="00DD1359">
      <w:r>
        <w:separator/>
      </w:r>
    </w:p>
  </w:endnote>
  <w:endnote w:type="continuationSeparator" w:id="0">
    <w:p w:rsidR="00DD1359" w:rsidRDefault="00DD1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C9" w:rsidRDefault="004228C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03456E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03456E">
      <w:rPr>
        <w:rStyle w:val="slostrnky"/>
        <w:b/>
        <w:bCs/>
      </w:rPr>
      <w:fldChar w:fldCharType="separate"/>
    </w:r>
    <w:r w:rsidR="004228C9">
      <w:rPr>
        <w:rStyle w:val="slostrnky"/>
        <w:b/>
        <w:bCs/>
        <w:noProof/>
      </w:rPr>
      <w:t>1</w:t>
    </w:r>
    <w:r w:rsidR="0003456E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C9" w:rsidRDefault="004228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359" w:rsidRDefault="00DD1359">
      <w:r>
        <w:separator/>
      </w:r>
    </w:p>
  </w:footnote>
  <w:footnote w:type="continuationSeparator" w:id="0">
    <w:p w:rsidR="00DD1359" w:rsidRDefault="00DD1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C9" w:rsidRDefault="004228C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46808E6B" wp14:editId="4CE47A22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4228C9">
      <w:rPr>
        <w:bCs/>
      </w:rPr>
      <w:t>34.</w:t>
    </w:r>
    <w:bookmarkStart w:id="1" w:name="_GoBack"/>
    <w:bookmarkEnd w:id="1"/>
    <w:r>
      <w:rPr>
        <w:bCs/>
      </w:rPr>
      <w:t>0325</w:t>
    </w:r>
  </w:p>
  <w:p w:rsidR="00484E3A" w:rsidRPr="00745A98" w:rsidRDefault="004228C9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C9" w:rsidRDefault="004228C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728AD"/>
    <w:multiLevelType w:val="hybridMultilevel"/>
    <w:tmpl w:val="44D4D110"/>
    <w:lvl w:ilvl="0" w:tplc="E94A77D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D40EE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6DE0E6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2C9C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3A6F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F92CF5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C78B9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5C6916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B0E49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4FD6DAF"/>
    <w:multiLevelType w:val="multilevel"/>
    <w:tmpl w:val="4CACE1B4"/>
    <w:numStyleLink w:val="Styl1"/>
  </w:abstractNum>
  <w:abstractNum w:abstractNumId="3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3456E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13F42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28C9"/>
    <w:rsid w:val="0042348A"/>
    <w:rsid w:val="00434610"/>
    <w:rsid w:val="0043601A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E4BFD"/>
    <w:rsid w:val="007F02F7"/>
    <w:rsid w:val="007F06C8"/>
    <w:rsid w:val="007F14A7"/>
    <w:rsid w:val="00801324"/>
    <w:rsid w:val="00812228"/>
    <w:rsid w:val="0082351D"/>
    <w:rsid w:val="00823D1E"/>
    <w:rsid w:val="008725F1"/>
    <w:rsid w:val="00891455"/>
    <w:rsid w:val="008B5602"/>
    <w:rsid w:val="008B6D07"/>
    <w:rsid w:val="008F0177"/>
    <w:rsid w:val="008F1D94"/>
    <w:rsid w:val="009178A2"/>
    <w:rsid w:val="00930B79"/>
    <w:rsid w:val="00952ACB"/>
    <w:rsid w:val="009553CA"/>
    <w:rsid w:val="009A28EF"/>
    <w:rsid w:val="009E736F"/>
    <w:rsid w:val="009F240C"/>
    <w:rsid w:val="009F6F13"/>
    <w:rsid w:val="00A32C1A"/>
    <w:rsid w:val="00A32F88"/>
    <w:rsid w:val="00A47EE7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109EC"/>
    <w:rsid w:val="00C265B0"/>
    <w:rsid w:val="00C36394"/>
    <w:rsid w:val="00C3719E"/>
    <w:rsid w:val="00C43F4C"/>
    <w:rsid w:val="00C514F8"/>
    <w:rsid w:val="00C61876"/>
    <w:rsid w:val="00C61B2E"/>
    <w:rsid w:val="00C841AF"/>
    <w:rsid w:val="00C909E3"/>
    <w:rsid w:val="00CB38DA"/>
    <w:rsid w:val="00CB5CC0"/>
    <w:rsid w:val="00CC59E8"/>
    <w:rsid w:val="00CF24A3"/>
    <w:rsid w:val="00D343C9"/>
    <w:rsid w:val="00D65D2B"/>
    <w:rsid w:val="00D733DB"/>
    <w:rsid w:val="00D73713"/>
    <w:rsid w:val="00DB726E"/>
    <w:rsid w:val="00DD1359"/>
    <w:rsid w:val="00DD469F"/>
    <w:rsid w:val="00E12C07"/>
    <w:rsid w:val="00E57A61"/>
    <w:rsid w:val="00E85A23"/>
    <w:rsid w:val="00E96239"/>
    <w:rsid w:val="00EB152F"/>
    <w:rsid w:val="00EB331B"/>
    <w:rsid w:val="00ED00A5"/>
    <w:rsid w:val="00ED6F7D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3242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4898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792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97</TotalTime>
  <Pages>2</Pages>
  <Words>343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27</cp:revision>
  <cp:lastPrinted>1900-12-31T23:00:00Z</cp:lastPrinted>
  <dcterms:created xsi:type="dcterms:W3CDTF">2012-09-30T18:31:00Z</dcterms:created>
  <dcterms:modified xsi:type="dcterms:W3CDTF">2014-05-05T20:40:00Z</dcterms:modified>
</cp:coreProperties>
</file>