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AE" w:rsidRDefault="007936AE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839E4">
        <w:rPr>
          <w:b/>
        </w:rPr>
        <w:t>Příběnice. Svědek husitské doby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7936AE">
        <w:rPr>
          <w:b/>
        </w:rPr>
        <w:t xml:space="preserve">PhDr. </w:t>
      </w:r>
      <w:r w:rsidR="00460490">
        <w:rPr>
          <w:b/>
        </w:rPr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81A93">
        <w:t>2</w:t>
      </w:r>
      <w:r w:rsidR="0064366F">
        <w:t xml:space="preserve">_Místa     </w:t>
      </w:r>
      <w:r w:rsidR="0064366F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842A7">
        <w:t xml:space="preserve"> </w:t>
      </w:r>
      <w:r w:rsidR="0059406C">
        <w:t>20</w:t>
      </w:r>
      <w:r w:rsidR="0064366F">
        <w:t xml:space="preserve">       </w:t>
      </w:r>
      <w:r w:rsidR="008842A7">
        <w:t xml:space="preserve">     </w:t>
      </w:r>
      <w:r w:rsidR="00592F82">
        <w:t>Předmět:</w:t>
      </w:r>
      <w:r w:rsidR="0064366F">
        <w:t xml:space="preserve"> 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5C0332">
        <w:t>10.10.</w:t>
      </w:r>
      <w:r w:rsidR="0059406C">
        <w:t>2013</w:t>
      </w:r>
      <w:r w:rsidR="00163029">
        <w:tab/>
      </w:r>
      <w:r>
        <w:t>Třída:</w:t>
      </w:r>
      <w:r w:rsidR="00163029">
        <w:tab/>
      </w:r>
      <w:r w:rsidR="005C0332">
        <w:t>5.A</w:t>
      </w:r>
      <w:r>
        <w:tab/>
        <w:t>Ověřující učitel:</w:t>
      </w:r>
      <w:r w:rsidR="00745A98">
        <w:tab/>
      </w:r>
      <w:r w:rsidR="004A60D9">
        <w:t>PhDr. Jiří Kálal</w:t>
      </w:r>
    </w:p>
    <w:p w:rsidR="00163029" w:rsidRPr="00501C29" w:rsidRDefault="00F1737D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0490" w:rsidP="007936AE">
      <w:pPr>
        <w:spacing w:line="276" w:lineRule="auto"/>
      </w:pPr>
      <w:r>
        <w:t>Materiál seznamuje s</w:t>
      </w:r>
      <w:r w:rsidR="009839E4">
        <w:t> hradní zříceninou Příběnice</w:t>
      </w:r>
      <w:r>
        <w:t xml:space="preserve">. Věnuje se zejména </w:t>
      </w:r>
      <w:r w:rsidR="009839E4">
        <w:t>osudům lokality v husitské době.</w:t>
      </w:r>
    </w:p>
    <w:p w:rsidR="007936AE" w:rsidRDefault="007936AE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460490" w:rsidP="00745A98">
      <w:pPr>
        <w:spacing w:line="360" w:lineRule="auto"/>
        <w:rPr>
          <w:b/>
        </w:rPr>
      </w:pPr>
      <w:r>
        <w:t xml:space="preserve">Táborsko, </w:t>
      </w:r>
      <w:r w:rsidR="009839E4">
        <w:t>Příběnice, husité, Václav Koranda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60490" w:rsidRDefault="00460490" w:rsidP="007936AE">
      <w:pPr>
        <w:spacing w:line="276" w:lineRule="auto"/>
        <w:jc w:val="both"/>
      </w:pPr>
      <w:r>
        <w:t xml:space="preserve">Prezentace se použije ve třídě k seznámení s látkou. Učitel doplní vlastním výkladem. Otázky a úkoly </w:t>
      </w:r>
      <w:r w:rsidR="009839E4">
        <w:t>předpokládají práci s jinými zdroji</w:t>
      </w:r>
      <w:r>
        <w:t>. Materiál má mezipředmětové vztahy k dějepisu a společenskovědnímu základu.</w:t>
      </w:r>
      <w:r w:rsidR="0064366F">
        <w:t xml:space="preserve"> </w:t>
      </w:r>
    </w:p>
    <w:p w:rsidR="00B95F80" w:rsidRDefault="00B95F80" w:rsidP="007936AE">
      <w:pPr>
        <w:spacing w:line="276" w:lineRule="auto"/>
        <w:jc w:val="both"/>
      </w:pPr>
      <w:r>
        <w:t>Odpovědi na otázky:</w:t>
      </w:r>
    </w:p>
    <w:p w:rsidR="006653C5" w:rsidRPr="009839E4" w:rsidRDefault="009839E4" w:rsidP="007936AE">
      <w:pPr>
        <w:spacing w:line="276" w:lineRule="auto"/>
        <w:jc w:val="both"/>
      </w:pPr>
      <w:r w:rsidRPr="009839E4">
        <w:t>Vyhledejte v jiných zdrojích, proč se zmíněné sektě říkalo adamité.</w:t>
      </w:r>
      <w:r>
        <w:t xml:space="preserve"> </w:t>
      </w:r>
      <w:r w:rsidRPr="009839E4">
        <w:rPr>
          <w:i/>
        </w:rPr>
        <w:t>Prosazovali v mezilidských vztazích „čistotu“. Chodili nazí, nahota měla symbolizovat „duchovní čistotu“.</w:t>
      </w:r>
    </w:p>
    <w:p w:rsidR="006653C5" w:rsidRPr="009839E4" w:rsidRDefault="009839E4" w:rsidP="007936AE">
      <w:pPr>
        <w:spacing w:line="276" w:lineRule="auto"/>
        <w:jc w:val="both"/>
      </w:pPr>
      <w:r w:rsidRPr="009839E4">
        <w:t>Názory Václava Korandy byly v mnohém i na tehdejší zjitřenou husitskou dobu extrémní. Vyhledejte v jiných zdrojích údaje o jeho názorech a činech. Posuďte, co asi i husitská doba považovala za výstřelek.</w:t>
      </w:r>
      <w:r>
        <w:t xml:space="preserve"> </w:t>
      </w:r>
      <w:r w:rsidRPr="009839E4">
        <w:rPr>
          <w:i/>
        </w:rPr>
        <w:t>Chtěl prosadit přijímání podobojí u nemluvňat (je to ale praxe pravoslavné církve!); odmítal přijetí autority světské moci. Je třeba mít na paměti, že jeho názory se vyvíjely, většinou ale stál na radikálním křídle.</w:t>
      </w:r>
    </w:p>
    <w:p w:rsidR="00B95F80" w:rsidRDefault="00B95F80" w:rsidP="00460490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9839E4" w:rsidRPr="009839E4" w:rsidRDefault="009839E4" w:rsidP="007936AE">
      <w:pPr>
        <w:spacing w:line="276" w:lineRule="auto"/>
      </w:pPr>
      <w:r w:rsidRPr="009839E4">
        <w:lastRenderedPageBreak/>
        <w:t xml:space="preserve">Bílek – Bílek – Kálal: </w:t>
      </w:r>
      <w:r w:rsidRPr="007936AE">
        <w:rPr>
          <w:i/>
        </w:rPr>
        <w:t>Zřícenina hradu Příběnice</w:t>
      </w:r>
      <w:r w:rsidRPr="009839E4">
        <w:t xml:space="preserve">, In: Jižní Čechy a Šumava. Průvodce po zajímavostech a pamětihodnostech regionu [online]. [cit. 2013-10-11]. Dostupné z: </w:t>
      </w:r>
      <w:hyperlink r:id="rId9" w:history="1">
        <w:r w:rsidRPr="009839E4">
          <w:rPr>
            <w:rStyle w:val="Hypertextovodkaz"/>
          </w:rPr>
          <w:t>http://www.jiznicechy.org/cz</w:t>
        </w:r>
      </w:hyperlink>
      <w:hyperlink r:id="rId10" w:history="1">
        <w:r w:rsidRPr="009839E4">
          <w:rPr>
            <w:rStyle w:val="Hypertextovodkaz"/>
          </w:rPr>
          <w:t>/</w:t>
        </w:r>
      </w:hyperlink>
    </w:p>
    <w:p w:rsidR="009839E4" w:rsidRPr="009839E4" w:rsidRDefault="009839E4" w:rsidP="007936AE">
      <w:pPr>
        <w:spacing w:line="276" w:lineRule="auto"/>
      </w:pPr>
      <w:r w:rsidRPr="009839E4">
        <w:t xml:space="preserve">Příběnice, In: Wikipedie: Otevřená encyklopedie [online]. [cit. 2013-10-11]. Dostupné z: </w:t>
      </w:r>
      <w:hyperlink r:id="rId11" w:history="1">
        <w:r w:rsidRPr="009839E4">
          <w:rPr>
            <w:rStyle w:val="Hypertextovodkaz"/>
          </w:rPr>
          <w:t>http://</w:t>
        </w:r>
      </w:hyperlink>
      <w:hyperlink r:id="rId12" w:history="1">
        <w:r w:rsidRPr="009839E4">
          <w:rPr>
            <w:rStyle w:val="Hypertextovodkaz"/>
          </w:rPr>
          <w:t>cs.wikipedia.org/wiki/P%C5%99%C3%ADb%C4%9Bnice</w:t>
        </w:r>
      </w:hyperlink>
    </w:p>
    <w:p w:rsidR="009839E4" w:rsidRPr="009839E4" w:rsidRDefault="009839E4" w:rsidP="007936AE">
      <w:pPr>
        <w:spacing w:line="276" w:lineRule="auto"/>
      </w:pPr>
      <w:r w:rsidRPr="009839E4">
        <w:t>Zřícenina hradu Příběnice. Foto Josef Bílek (se souhlasem autora)</w:t>
      </w:r>
    </w:p>
    <w:p w:rsidR="009839E4" w:rsidRPr="009839E4" w:rsidRDefault="009839E4" w:rsidP="007936AE">
      <w:pPr>
        <w:spacing w:line="276" w:lineRule="auto"/>
      </w:pPr>
      <w:r w:rsidRPr="009839E4">
        <w:t>Zřícenina hradu Příběnice. Foto Josef Bílek (se souhlasem autora)</w:t>
      </w:r>
    </w:p>
    <w:p w:rsidR="00FB67C6" w:rsidRDefault="00FB67C6" w:rsidP="00460490"/>
    <w:p w:rsidR="00623F17" w:rsidRDefault="00623F17" w:rsidP="009F6F13"/>
    <w:p w:rsidR="007936AE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64366F" w:rsidP="00623F17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874" w:rsidRDefault="005D2874">
      <w:r>
        <w:separator/>
      </w:r>
    </w:p>
  </w:endnote>
  <w:endnote w:type="continuationSeparator" w:id="0">
    <w:p w:rsidR="005D2874" w:rsidRDefault="005D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7D" w:rsidRDefault="00F1737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160D58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160D58">
      <w:rPr>
        <w:rStyle w:val="slostrnky"/>
        <w:b/>
        <w:bCs/>
      </w:rPr>
      <w:fldChar w:fldCharType="separate"/>
    </w:r>
    <w:r w:rsidR="00F1737D">
      <w:rPr>
        <w:rStyle w:val="slostrnky"/>
        <w:b/>
        <w:bCs/>
        <w:noProof/>
      </w:rPr>
      <w:t>1</w:t>
    </w:r>
    <w:r w:rsidR="00160D58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7D" w:rsidRDefault="00F173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874" w:rsidRDefault="005D2874">
      <w:r>
        <w:separator/>
      </w:r>
    </w:p>
  </w:footnote>
  <w:footnote w:type="continuationSeparator" w:id="0">
    <w:p w:rsidR="005D2874" w:rsidRDefault="005D2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7D" w:rsidRDefault="00F1737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89E6B07" wp14:editId="507CC2D5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1737D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1737D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7D" w:rsidRDefault="00F173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56"/>
    <w:multiLevelType w:val="hybridMultilevel"/>
    <w:tmpl w:val="BD248656"/>
    <w:lvl w:ilvl="0" w:tplc="03B0F7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5CF3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9ECD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426E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E8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BCC9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E067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9680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2AE0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84D10"/>
    <w:multiLevelType w:val="hybridMultilevel"/>
    <w:tmpl w:val="433E25C2"/>
    <w:lvl w:ilvl="0" w:tplc="D0944D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D24A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C64E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DAAA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747D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E2BB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F60A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E4B0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DA84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25096"/>
    <w:rsid w:val="001363CD"/>
    <w:rsid w:val="00160D58"/>
    <w:rsid w:val="00163029"/>
    <w:rsid w:val="00191214"/>
    <w:rsid w:val="001A6A4C"/>
    <w:rsid w:val="001F1A08"/>
    <w:rsid w:val="00232FB1"/>
    <w:rsid w:val="00281A93"/>
    <w:rsid w:val="0028489E"/>
    <w:rsid w:val="00290C19"/>
    <w:rsid w:val="00297870"/>
    <w:rsid w:val="002A290B"/>
    <w:rsid w:val="002A5BAC"/>
    <w:rsid w:val="002B3235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3756"/>
    <w:rsid w:val="00434610"/>
    <w:rsid w:val="00445D3A"/>
    <w:rsid w:val="00460490"/>
    <w:rsid w:val="004621BF"/>
    <w:rsid w:val="0046688E"/>
    <w:rsid w:val="00471A18"/>
    <w:rsid w:val="00484E3A"/>
    <w:rsid w:val="00490F9C"/>
    <w:rsid w:val="00493EE7"/>
    <w:rsid w:val="004A60D9"/>
    <w:rsid w:val="004C3049"/>
    <w:rsid w:val="00501C29"/>
    <w:rsid w:val="00512A86"/>
    <w:rsid w:val="00546A70"/>
    <w:rsid w:val="00574DD9"/>
    <w:rsid w:val="00592F82"/>
    <w:rsid w:val="0059406C"/>
    <w:rsid w:val="005A62C1"/>
    <w:rsid w:val="005C0332"/>
    <w:rsid w:val="005D030A"/>
    <w:rsid w:val="005D2874"/>
    <w:rsid w:val="005E596D"/>
    <w:rsid w:val="006027CC"/>
    <w:rsid w:val="00623F17"/>
    <w:rsid w:val="0064366F"/>
    <w:rsid w:val="006653C5"/>
    <w:rsid w:val="006A718D"/>
    <w:rsid w:val="006E792F"/>
    <w:rsid w:val="00700E72"/>
    <w:rsid w:val="00736711"/>
    <w:rsid w:val="00745A98"/>
    <w:rsid w:val="007659FE"/>
    <w:rsid w:val="00771703"/>
    <w:rsid w:val="007936AE"/>
    <w:rsid w:val="00796E2F"/>
    <w:rsid w:val="007C424F"/>
    <w:rsid w:val="007C52F1"/>
    <w:rsid w:val="007D2E81"/>
    <w:rsid w:val="007F02F7"/>
    <w:rsid w:val="007F06C8"/>
    <w:rsid w:val="00801324"/>
    <w:rsid w:val="00812228"/>
    <w:rsid w:val="0082351D"/>
    <w:rsid w:val="00823D1E"/>
    <w:rsid w:val="008725F1"/>
    <w:rsid w:val="008842A7"/>
    <w:rsid w:val="008B5602"/>
    <w:rsid w:val="008F1D94"/>
    <w:rsid w:val="009178A2"/>
    <w:rsid w:val="00930B79"/>
    <w:rsid w:val="009839E4"/>
    <w:rsid w:val="009C5C80"/>
    <w:rsid w:val="009E736F"/>
    <w:rsid w:val="009F240C"/>
    <w:rsid w:val="009F6F13"/>
    <w:rsid w:val="00A32C1A"/>
    <w:rsid w:val="00A32F88"/>
    <w:rsid w:val="00A67905"/>
    <w:rsid w:val="00A739DB"/>
    <w:rsid w:val="00A92398"/>
    <w:rsid w:val="00AC3FBD"/>
    <w:rsid w:val="00AE0AB9"/>
    <w:rsid w:val="00B03303"/>
    <w:rsid w:val="00B11E31"/>
    <w:rsid w:val="00B121FF"/>
    <w:rsid w:val="00B43D79"/>
    <w:rsid w:val="00B73B73"/>
    <w:rsid w:val="00B95F80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03193"/>
    <w:rsid w:val="00D65D2B"/>
    <w:rsid w:val="00DB726E"/>
    <w:rsid w:val="00E12C07"/>
    <w:rsid w:val="00E810CD"/>
    <w:rsid w:val="00E85A23"/>
    <w:rsid w:val="00E96239"/>
    <w:rsid w:val="00EB152F"/>
    <w:rsid w:val="00EB331B"/>
    <w:rsid w:val="00ED00A5"/>
    <w:rsid w:val="00EE037D"/>
    <w:rsid w:val="00EF7937"/>
    <w:rsid w:val="00F16660"/>
    <w:rsid w:val="00F1737D"/>
    <w:rsid w:val="00F21BB5"/>
    <w:rsid w:val="00F456CA"/>
    <w:rsid w:val="00F73128"/>
    <w:rsid w:val="00FA168B"/>
    <w:rsid w:val="00FB67C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844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2128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444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03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064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iki/P%C5%99%C3%ADb%C4%9Bnice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iki/P%C5%99%C3%ADb%C4%9Bnic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jiznicechy.org/cz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jiznicechy.org/cz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145</TotalTime>
  <Pages>2</Pages>
  <Words>263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26</cp:revision>
  <cp:lastPrinted>1900-12-31T23:00:00Z</cp:lastPrinted>
  <dcterms:created xsi:type="dcterms:W3CDTF">2012-09-30T18:31:00Z</dcterms:created>
  <dcterms:modified xsi:type="dcterms:W3CDTF">2014-05-05T20:37:00Z</dcterms:modified>
</cp:coreProperties>
</file>