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522" w:rsidRDefault="00256522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081B84">
        <w:rPr>
          <w:b/>
        </w:rPr>
        <w:t>Klokoty</w:t>
      </w:r>
      <w:r w:rsidR="00460490">
        <w:rPr>
          <w:b/>
        </w:rPr>
        <w:t>. P</w:t>
      </w:r>
      <w:r w:rsidR="00F61B76">
        <w:rPr>
          <w:b/>
        </w:rPr>
        <w:t>amátka barokního stavitelství</w:t>
      </w:r>
      <w:r w:rsidR="0036718C">
        <w:rPr>
          <w:b/>
        </w:rPr>
        <w:tab/>
      </w:r>
    </w:p>
    <w:p w:rsidR="009F6F13" w:rsidRPr="00256522" w:rsidRDefault="009F6F13" w:rsidP="00163029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256522" w:rsidRPr="00256522">
        <w:t xml:space="preserve">PhDr. </w:t>
      </w:r>
      <w:r w:rsidR="00460490" w:rsidRPr="00256522">
        <w:t>Jiří Kálal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</w:t>
      </w:r>
      <w:r w:rsidR="00281A93">
        <w:t>2</w:t>
      </w:r>
      <w:r w:rsidR="0064366F">
        <w:t xml:space="preserve">_Místa     </w:t>
      </w:r>
      <w:r w:rsidR="0064366F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8842A7">
        <w:t xml:space="preserve"> </w:t>
      </w:r>
      <w:r w:rsidR="00F61B76">
        <w:t>11</w:t>
      </w:r>
      <w:r w:rsidR="0064366F">
        <w:t xml:space="preserve">       </w:t>
      </w:r>
      <w:r w:rsidR="008842A7">
        <w:t xml:space="preserve">     </w:t>
      </w:r>
      <w:r w:rsidR="00592F82">
        <w:t>Předmět:</w:t>
      </w:r>
      <w:r w:rsidR="0064366F">
        <w:t xml:space="preserve"> český jazyk a literatura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F61B76">
        <w:t>31</w:t>
      </w:r>
      <w:r w:rsidR="00081B84">
        <w:t>.5.2013</w:t>
      </w:r>
      <w:r w:rsidR="00163029">
        <w:tab/>
      </w:r>
      <w:r>
        <w:t>Třída:</w:t>
      </w:r>
      <w:r w:rsidR="00163029">
        <w:tab/>
      </w:r>
      <w:r w:rsidR="004A60D9">
        <w:t>2.D</w:t>
      </w:r>
      <w:r>
        <w:tab/>
        <w:t>Ověřující učitel:</w:t>
      </w:r>
      <w:r w:rsidR="00745A98">
        <w:tab/>
      </w:r>
      <w:r w:rsidR="004A60D9">
        <w:t>PhDr. Jiří Kálal</w:t>
      </w:r>
    </w:p>
    <w:p w:rsidR="00163029" w:rsidRPr="00501C29" w:rsidRDefault="00EB5903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460490" w:rsidP="00745A98">
      <w:r>
        <w:t>Materiál seznamuje s</w:t>
      </w:r>
      <w:r w:rsidR="00F61B76">
        <w:t> barokní památkou</w:t>
      </w:r>
      <w:r>
        <w:t xml:space="preserve"> </w:t>
      </w:r>
      <w:r w:rsidR="00081B84">
        <w:t>Klokoty</w:t>
      </w:r>
      <w:r>
        <w:t xml:space="preserve">. Věnuje se zejména </w:t>
      </w:r>
      <w:r w:rsidR="00F61B76">
        <w:t>jejich architektuře</w:t>
      </w:r>
      <w:r>
        <w:t>.</w:t>
      </w:r>
    </w:p>
    <w:p w:rsidR="00256522" w:rsidRDefault="00256522" w:rsidP="00745A98">
      <w:pPr>
        <w:spacing w:line="360" w:lineRule="auto"/>
        <w:rPr>
          <w:b/>
        </w:rPr>
      </w:pPr>
    </w:p>
    <w:p w:rsidR="00484E3A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</w:p>
    <w:p w:rsidR="00484E3A" w:rsidRDefault="00081B84" w:rsidP="00745A98">
      <w:pPr>
        <w:spacing w:line="360" w:lineRule="auto"/>
        <w:rPr>
          <w:b/>
        </w:rPr>
      </w:pPr>
      <w:r>
        <w:t>Táborsko, Klokoty</w:t>
      </w:r>
      <w:r w:rsidR="00460490">
        <w:t xml:space="preserve">, poutní kostel, </w:t>
      </w:r>
      <w:r w:rsidR="00F61B76">
        <w:t>baroko</w:t>
      </w:r>
      <w:r>
        <w:t>.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460490" w:rsidRDefault="00460490" w:rsidP="00256522">
      <w:pPr>
        <w:spacing w:line="276" w:lineRule="auto"/>
        <w:jc w:val="both"/>
      </w:pPr>
      <w:r>
        <w:t xml:space="preserve">Prezentace se použije ve třídě k seznámení s látkou. Učitel doplní vlastním výkladem. </w:t>
      </w:r>
      <w:r w:rsidR="00FB67C6">
        <w:t xml:space="preserve">Materiál má souvislost s DUM </w:t>
      </w:r>
      <w:r w:rsidR="00F61B76">
        <w:t>Klokoty</w:t>
      </w:r>
      <w:r w:rsidR="00081B84">
        <w:t xml:space="preserve">. Poutní místo </w:t>
      </w:r>
      <w:r w:rsidR="00F61B76">
        <w:t>nad Lužnicí.</w:t>
      </w:r>
      <w:r w:rsidR="00FB67C6">
        <w:t xml:space="preserve"> </w:t>
      </w:r>
      <w:r>
        <w:t>Materiál má mezipředmětové vztahy k dějepisu a společenskovědnímu základu</w:t>
      </w:r>
      <w:r w:rsidR="00F61B76">
        <w:t xml:space="preserve"> a souvisí s učivem o barokní kultuř</w:t>
      </w:r>
      <w:r w:rsidR="00173BC1">
        <w:t>e a umění probíraném v češtině.</w:t>
      </w:r>
    </w:p>
    <w:p w:rsidR="00B95F80" w:rsidRDefault="00B95F80" w:rsidP="00256522">
      <w:pPr>
        <w:spacing w:line="276" w:lineRule="auto"/>
        <w:jc w:val="both"/>
      </w:pPr>
      <w:r>
        <w:t>Odpovědi na otázky</w:t>
      </w:r>
      <w:r w:rsidR="00F61B76">
        <w:t xml:space="preserve"> (učitel nejprve promítne oba obrázky, pracuje s nimi jako s celkem)</w:t>
      </w:r>
      <w:r>
        <w:t>:</w:t>
      </w:r>
    </w:p>
    <w:p w:rsidR="00B95F80" w:rsidRDefault="00F61B76" w:rsidP="00256522">
      <w:pPr>
        <w:spacing w:line="276" w:lineRule="auto"/>
        <w:jc w:val="both"/>
      </w:pPr>
      <w:r>
        <w:rPr>
          <w:bCs/>
        </w:rPr>
        <w:t>Obrázek 1 a Obrázek 2:</w:t>
      </w:r>
      <w:r w:rsidR="00736711">
        <w:rPr>
          <w:bCs/>
        </w:rPr>
        <w:t xml:space="preserve"> </w:t>
      </w:r>
      <w:r>
        <w:rPr>
          <w:bCs/>
          <w:i/>
        </w:rPr>
        <w:t xml:space="preserve">Zdobnost, zakřivené linie, báně s lucernami na střechách; jako rozšiřující voluta, pilastr, lizéna. 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F61B76" w:rsidRPr="00F61B76" w:rsidRDefault="00F61B76" w:rsidP="00F61B76">
      <w:r w:rsidRPr="00F61B76">
        <w:t xml:space="preserve">Bílek J. – Bílek M. – Kálal J., Klokoty, In: Jižní Čechy a Šumava [online]. [cit. 2013-04- 04]. Dostupné z: </w:t>
      </w:r>
      <w:hyperlink r:id="rId9" w:history="1">
        <w:r w:rsidRPr="00F61B76">
          <w:rPr>
            <w:rStyle w:val="Hypertextovodkaz"/>
          </w:rPr>
          <w:t>http://www.jiznicechy.org/cz/</w:t>
        </w:r>
      </w:hyperlink>
    </w:p>
    <w:p w:rsidR="00F61B76" w:rsidRPr="00F61B76" w:rsidRDefault="00F61B76" w:rsidP="00F61B76">
      <w:r w:rsidRPr="00F61B76">
        <w:t xml:space="preserve">Slimejs: Táborské Klokoty, In: Wikipedie: Otevřená encyklopedie [online]. [cit. 2013-04- 04]. Dostupné z: </w:t>
      </w:r>
      <w:hyperlink r:id="rId10" w:history="1">
        <w:r w:rsidRPr="00F61B76">
          <w:rPr>
            <w:rStyle w:val="Hypertextovodkaz"/>
          </w:rPr>
          <w:t>http://upload.wikimedia.org/wikipedia/commons/thumb/9/91/Taborske_Klokoty.jpg/800px-Taborske_Klokoty.jpg?uselang=cs</w:t>
        </w:r>
      </w:hyperlink>
    </w:p>
    <w:p w:rsidR="00256522" w:rsidRDefault="00256522" w:rsidP="00F61B76"/>
    <w:p w:rsidR="00256522" w:rsidRDefault="00256522" w:rsidP="00F61B76"/>
    <w:p w:rsidR="00F61B76" w:rsidRPr="00F61B76" w:rsidRDefault="00F61B76" w:rsidP="00F61B76">
      <w:r w:rsidRPr="00F61B76">
        <w:t>Slimejs: Táborské Klokoty 2, In: Wikipedie: Otevřená encyklopedie [online]. [cit. 2013-04- 04]. Dostupné z:</w:t>
      </w:r>
    </w:p>
    <w:p w:rsidR="00F61B76" w:rsidRPr="00F61B76" w:rsidRDefault="00EB5903" w:rsidP="00F61B76">
      <w:hyperlink r:id="rId11" w:history="1">
        <w:r w:rsidR="00F61B76" w:rsidRPr="00F61B76">
          <w:rPr>
            <w:rStyle w:val="Hypertextovodkaz"/>
          </w:rPr>
          <w:t>http://upload.wikimedia.org/wikipedia/commons/thumb/e/e7/Taborske_Klokoty2.jpg/1024px-Taborske_Klokoty2.jpg?uselang=cs</w:t>
        </w:r>
      </w:hyperlink>
    </w:p>
    <w:p w:rsidR="00F61B76" w:rsidRPr="00F61B76" w:rsidRDefault="00F61B76" w:rsidP="00F61B76">
      <w:r w:rsidRPr="00F61B76">
        <w:t xml:space="preserve">Klokotský klášter, In: Wikipedie: Otevřená encyklopedie [online]. [cit. 2013-04- 04]. Dostupné z: </w:t>
      </w:r>
    </w:p>
    <w:p w:rsidR="00F61B76" w:rsidRPr="00F61B76" w:rsidRDefault="00EB5903" w:rsidP="00F61B76">
      <w:hyperlink r:id="rId12" w:history="1">
        <w:r w:rsidR="00F61B76" w:rsidRPr="00F61B76">
          <w:rPr>
            <w:rStyle w:val="Hypertextovodkaz"/>
          </w:rPr>
          <w:t>http://upload.wikimedia.org/wikipedia/commons/thumb/9/9d/Klokotsk%C3%BD_kl%C3%A1%C5%A1ter.jpg/800px-Klokotsk%C3%BD_kl%C3%A1%C5%A1ter.jpg?uselang=cs</w:t>
        </w:r>
      </w:hyperlink>
    </w:p>
    <w:p w:rsidR="00F61B76" w:rsidRPr="00F61B76" w:rsidRDefault="00F61B76" w:rsidP="00F61B76">
      <w:r w:rsidRPr="00F61B76">
        <w:t xml:space="preserve">Klokoty – velký portál, In: Wikipedie: Otevřená encyklopedie [online]. [cit. 2013-04- 04]. Dostupné z: </w:t>
      </w:r>
      <w:hyperlink r:id="rId13" w:history="1">
        <w:r w:rsidRPr="00F61B76">
          <w:rPr>
            <w:rStyle w:val="Hypertextovodkaz"/>
          </w:rPr>
          <w:t>http://upload.wikimedia.org/wikipedia/commons/thumb/5/57/Klokoty-velky_portal.jpg/576px-Klokoty-velky_portal.jpg?uselang=cs</w:t>
        </w:r>
      </w:hyperlink>
    </w:p>
    <w:p w:rsidR="00F61B76" w:rsidRDefault="00F61B76" w:rsidP="00623F17">
      <w:pPr>
        <w:spacing w:before="240" w:line="360" w:lineRule="auto"/>
        <w:rPr>
          <w:b/>
        </w:rPr>
      </w:pPr>
    </w:p>
    <w:p w:rsidR="00256522" w:rsidRDefault="00623F17" w:rsidP="00623F17">
      <w:pPr>
        <w:spacing w:line="360" w:lineRule="auto"/>
        <w:rPr>
          <w:b/>
        </w:rPr>
      </w:pPr>
      <w:r w:rsidRPr="00EB331B">
        <w:rPr>
          <w:b/>
        </w:rPr>
        <w:t xml:space="preserve">Poznámka: </w:t>
      </w:r>
    </w:p>
    <w:p w:rsidR="00623F17" w:rsidRPr="00EB331B" w:rsidRDefault="0064366F" w:rsidP="00623F17">
      <w:pPr>
        <w:spacing w:line="360" w:lineRule="auto"/>
        <w:rPr>
          <w:b/>
        </w:rPr>
      </w:pPr>
      <w:r w:rsidRPr="0064366F">
        <w:t>Cílovou skupinou jsou studenti čtyřletého gymnázia a odpovídajících ročníků víceletého gymnázia.</w:t>
      </w:r>
    </w:p>
    <w:p w:rsidR="00623F17" w:rsidRDefault="00623F17" w:rsidP="00623F17"/>
    <w:p w:rsidR="00623F17" w:rsidRPr="00B121FF" w:rsidRDefault="00623F17" w:rsidP="009F6F13"/>
    <w:sectPr w:rsidR="00623F17" w:rsidRPr="00B121FF" w:rsidSect="00A32F8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A47" w:rsidRDefault="00AD0A47">
      <w:r>
        <w:separator/>
      </w:r>
    </w:p>
  </w:endnote>
  <w:endnote w:type="continuationSeparator" w:id="0">
    <w:p w:rsidR="00AD0A47" w:rsidRDefault="00AD0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903" w:rsidRDefault="00EB590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  <w:t xml:space="preserve">strana </w:t>
    </w:r>
    <w:r w:rsidR="00272C00">
      <w:rPr>
        <w:rStyle w:val="slostrnky"/>
        <w:b/>
        <w:bCs/>
      </w:rPr>
      <w:fldChar w:fldCharType="begin"/>
    </w:r>
    <w:r>
      <w:rPr>
        <w:rStyle w:val="slostrnky"/>
        <w:b/>
        <w:bCs/>
      </w:rPr>
      <w:instrText xml:space="preserve"> PAGE </w:instrText>
    </w:r>
    <w:r w:rsidR="00272C00">
      <w:rPr>
        <w:rStyle w:val="slostrnky"/>
        <w:b/>
        <w:bCs/>
      </w:rPr>
      <w:fldChar w:fldCharType="separate"/>
    </w:r>
    <w:r w:rsidR="00EB5903">
      <w:rPr>
        <w:rStyle w:val="slostrnky"/>
        <w:b/>
        <w:bCs/>
        <w:noProof/>
      </w:rPr>
      <w:t>1</w:t>
    </w:r>
    <w:r w:rsidR="00272C00">
      <w:rPr>
        <w:rStyle w:val="slostrnky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903" w:rsidRDefault="00EB590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A47" w:rsidRDefault="00AD0A47">
      <w:r>
        <w:separator/>
      </w:r>
    </w:p>
  </w:footnote>
  <w:footnote w:type="continuationSeparator" w:id="0">
    <w:p w:rsidR="00AD0A47" w:rsidRDefault="00AD0A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903" w:rsidRDefault="00EB590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4F861847" wp14:editId="665E4A16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EB5903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EB5903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4097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484E3A">
      <w:rPr>
        <w:bCs/>
      </w:rPr>
      <w:t>Příjemce:</w:t>
    </w:r>
    <w:r w:rsidR="00484E3A">
      <w:rPr>
        <w:bCs/>
      </w:rPr>
      <w:tab/>
      <w:t>Gymnázium Pierra de Coubertina,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903" w:rsidRDefault="00EB59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0D56"/>
    <w:multiLevelType w:val="hybridMultilevel"/>
    <w:tmpl w:val="BD248656"/>
    <w:lvl w:ilvl="0" w:tplc="03B0F70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95CF39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89ECD9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F426EE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2E8CFC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ABCC92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DE0670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896807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82AE09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FD6DAF"/>
    <w:multiLevelType w:val="multilevel"/>
    <w:tmpl w:val="4CACE1B4"/>
    <w:numStyleLink w:val="Styl1"/>
  </w:abstractNum>
  <w:abstractNum w:abstractNumId="3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7"/>
  </w:num>
  <w:num w:numId="7">
    <w:abstractNumId w:val="3"/>
  </w:num>
  <w:num w:numId="8">
    <w:abstractNumId w:val="6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81B84"/>
    <w:rsid w:val="000A48C9"/>
    <w:rsid w:val="000B2930"/>
    <w:rsid w:val="000C1FE7"/>
    <w:rsid w:val="000C3E7E"/>
    <w:rsid w:val="000E29CB"/>
    <w:rsid w:val="0010546B"/>
    <w:rsid w:val="00125096"/>
    <w:rsid w:val="001363CD"/>
    <w:rsid w:val="00163029"/>
    <w:rsid w:val="00173BC1"/>
    <w:rsid w:val="001A6A4C"/>
    <w:rsid w:val="001F1A08"/>
    <w:rsid w:val="00232FB1"/>
    <w:rsid w:val="00256522"/>
    <w:rsid w:val="00272C00"/>
    <w:rsid w:val="00281A93"/>
    <w:rsid w:val="0028489E"/>
    <w:rsid w:val="00290C19"/>
    <w:rsid w:val="00297870"/>
    <w:rsid w:val="002A290B"/>
    <w:rsid w:val="002A5BAC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348A"/>
    <w:rsid w:val="00433756"/>
    <w:rsid w:val="00434610"/>
    <w:rsid w:val="00445D3A"/>
    <w:rsid w:val="00460490"/>
    <w:rsid w:val="004621BF"/>
    <w:rsid w:val="0046688E"/>
    <w:rsid w:val="00471A18"/>
    <w:rsid w:val="00484E3A"/>
    <w:rsid w:val="00490F9C"/>
    <w:rsid w:val="00493EE7"/>
    <w:rsid w:val="004A60D9"/>
    <w:rsid w:val="004C3049"/>
    <w:rsid w:val="00501C29"/>
    <w:rsid w:val="00512A86"/>
    <w:rsid w:val="00546A70"/>
    <w:rsid w:val="00574DD9"/>
    <w:rsid w:val="00592F82"/>
    <w:rsid w:val="005A62C1"/>
    <w:rsid w:val="005D030A"/>
    <w:rsid w:val="005E596D"/>
    <w:rsid w:val="006027CC"/>
    <w:rsid w:val="00623F17"/>
    <w:rsid w:val="0064366F"/>
    <w:rsid w:val="006A7083"/>
    <w:rsid w:val="006A718D"/>
    <w:rsid w:val="006E792F"/>
    <w:rsid w:val="00700E72"/>
    <w:rsid w:val="00736711"/>
    <w:rsid w:val="00745A98"/>
    <w:rsid w:val="007659FE"/>
    <w:rsid w:val="00771703"/>
    <w:rsid w:val="00796E2F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842A7"/>
    <w:rsid w:val="008B5602"/>
    <w:rsid w:val="008F1D94"/>
    <w:rsid w:val="009178A2"/>
    <w:rsid w:val="00930B79"/>
    <w:rsid w:val="00966310"/>
    <w:rsid w:val="009C5C80"/>
    <w:rsid w:val="009E736F"/>
    <w:rsid w:val="009F240C"/>
    <w:rsid w:val="009F6F13"/>
    <w:rsid w:val="00A32C1A"/>
    <w:rsid w:val="00A32F88"/>
    <w:rsid w:val="00A67905"/>
    <w:rsid w:val="00A739DB"/>
    <w:rsid w:val="00A92398"/>
    <w:rsid w:val="00AC3FBD"/>
    <w:rsid w:val="00AD0A47"/>
    <w:rsid w:val="00AE0AB9"/>
    <w:rsid w:val="00B03303"/>
    <w:rsid w:val="00B11E31"/>
    <w:rsid w:val="00B121FF"/>
    <w:rsid w:val="00B43D79"/>
    <w:rsid w:val="00B73B73"/>
    <w:rsid w:val="00B95F80"/>
    <w:rsid w:val="00BA4C26"/>
    <w:rsid w:val="00BC3C15"/>
    <w:rsid w:val="00C067D2"/>
    <w:rsid w:val="00C36394"/>
    <w:rsid w:val="00C43F4C"/>
    <w:rsid w:val="00C61876"/>
    <w:rsid w:val="00C61B2E"/>
    <w:rsid w:val="00C841AF"/>
    <w:rsid w:val="00CB19BC"/>
    <w:rsid w:val="00CB38DA"/>
    <w:rsid w:val="00CC59E8"/>
    <w:rsid w:val="00CF24A3"/>
    <w:rsid w:val="00D03193"/>
    <w:rsid w:val="00D65D2B"/>
    <w:rsid w:val="00DB726E"/>
    <w:rsid w:val="00E12C07"/>
    <w:rsid w:val="00E810CD"/>
    <w:rsid w:val="00E85A23"/>
    <w:rsid w:val="00E96239"/>
    <w:rsid w:val="00EB152F"/>
    <w:rsid w:val="00EB331B"/>
    <w:rsid w:val="00EB5903"/>
    <w:rsid w:val="00ED00A5"/>
    <w:rsid w:val="00EE037D"/>
    <w:rsid w:val="00EF7937"/>
    <w:rsid w:val="00F16660"/>
    <w:rsid w:val="00F21BB5"/>
    <w:rsid w:val="00F456CA"/>
    <w:rsid w:val="00F61B76"/>
    <w:rsid w:val="00F73128"/>
    <w:rsid w:val="00FA168B"/>
    <w:rsid w:val="00FB67C6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2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084445">
          <w:marLeft w:val="475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5035">
          <w:marLeft w:val="475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65064">
          <w:marLeft w:val="475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Jirkovo%20adres&#225;&#345;\DUM%20T&#225;borsko%20v%20literatu&#345;e\Moje%20DUMy\M&#237;sta\Klokoty\Anotace1.docx" TargetMode="External"/><Relationship Id="rId13" Type="http://schemas.openxmlformats.org/officeDocument/2006/relationships/hyperlink" Target="http://upload.wikimedia.org/wikipedia/commons/thumb/5/57/Klokoty-velky_portal.jpg/576px-Klokoty-velky_portal.jpg?uselang=cs" TargetMode="External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upload.wikimedia.org/wikipedia/commons/thumb/9/9d/Klokotsk%C3%BD_kl%C3%A1%C5%A1ter.jpg/800px-Klokotsk%C3%BD_kl%C3%A1%C5%A1ter.jpg?uselang=cs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upload.wikimedia.org/wikipedia/commons/thumb/e/e7/Taborske_Klokoty2.jpg/1024px-Taborske_Klokoty2.jpg?uselang=cs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upload.wikimedia.org/wikipedia/commons/thumb/9/91/Taborske_Klokoty.jpg/800px-Taborske_Klokoty.jpg?uselang=cs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jiznicechy.org/cz/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2</TotalTime>
  <Pages>2</Pages>
  <Words>239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3019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doma</cp:lastModifiedBy>
  <cp:revision>5</cp:revision>
  <cp:lastPrinted>1900-12-31T23:00:00Z</cp:lastPrinted>
  <dcterms:created xsi:type="dcterms:W3CDTF">2013-06-10T09:00:00Z</dcterms:created>
  <dcterms:modified xsi:type="dcterms:W3CDTF">2014-05-05T20:29:00Z</dcterms:modified>
</cp:coreProperties>
</file>