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8E" w:rsidRDefault="00770A8E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75B12">
        <w:rPr>
          <w:b/>
        </w:rPr>
        <w:t xml:space="preserve">Vlasta </w:t>
      </w:r>
      <w:proofErr w:type="spellStart"/>
      <w:r w:rsidR="00475B12">
        <w:rPr>
          <w:b/>
        </w:rPr>
        <w:t>Kálalová-DiLottiová</w:t>
      </w:r>
      <w:proofErr w:type="spellEnd"/>
      <w:r w:rsidR="00475B12">
        <w:rPr>
          <w:b/>
        </w:rPr>
        <w:t xml:space="preserve">. </w:t>
      </w:r>
      <w:proofErr w:type="spellStart"/>
      <w:r w:rsidR="003861EF">
        <w:rPr>
          <w:b/>
        </w:rPr>
        <w:t>Polyhistorka</w:t>
      </w:r>
      <w:proofErr w:type="spellEnd"/>
      <w:r w:rsidR="003861EF">
        <w:rPr>
          <w:b/>
        </w:rPr>
        <w:t xml:space="preserve"> a bojovnice za mír</w:t>
      </w:r>
      <w:r w:rsidR="0036718C">
        <w:rPr>
          <w:b/>
        </w:rPr>
        <w:tab/>
      </w:r>
    </w:p>
    <w:p w:rsidR="009F6F13" w:rsidRPr="00770A8E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F5C12" w:rsidRPr="00770A8E">
        <w:t xml:space="preserve">PhDr. </w:t>
      </w:r>
      <w:r w:rsidR="00C913CD" w:rsidRPr="00770A8E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653A1">
        <w:t>1_Osobnosti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861EF">
        <w:t xml:space="preserve"> </w:t>
      </w:r>
      <w:proofErr w:type="gramStart"/>
      <w:r w:rsidR="003861EF">
        <w:t>18</w:t>
      </w:r>
      <w:r w:rsidR="00E653A1">
        <w:t xml:space="preserve">  </w:t>
      </w:r>
      <w:r w:rsidR="007F5CDD">
        <w:t xml:space="preserve">           </w:t>
      </w:r>
      <w:r w:rsidR="00E653A1">
        <w:t xml:space="preserve"> </w:t>
      </w:r>
      <w:r w:rsidR="00592F82">
        <w:t>Předmět</w:t>
      </w:r>
      <w:proofErr w:type="gramEnd"/>
      <w:r w:rsidR="00592F82">
        <w:t>:</w:t>
      </w:r>
      <w:r w:rsidR="00592F82">
        <w:tab/>
      </w:r>
      <w:r w:rsidR="00E653A1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861EF">
        <w:t>7.6</w:t>
      </w:r>
      <w:r w:rsidR="00475B12">
        <w:t>.2013</w:t>
      </w:r>
      <w:proofErr w:type="gramEnd"/>
      <w:r w:rsidR="00163029">
        <w:tab/>
      </w:r>
      <w:r>
        <w:t>Třída:</w:t>
      </w:r>
      <w:r w:rsidR="00163029">
        <w:tab/>
      </w:r>
      <w:r w:rsidR="00475B12">
        <w:t>2.B</w:t>
      </w:r>
      <w:r>
        <w:tab/>
        <w:t>Ověřující učitel:</w:t>
      </w:r>
      <w:r w:rsidR="00745A98">
        <w:tab/>
      </w:r>
      <w:r w:rsidR="001F5C12">
        <w:t xml:space="preserve">PhDr. </w:t>
      </w:r>
      <w:r w:rsidR="00C913CD">
        <w:t>Jiří Kálal</w:t>
      </w:r>
    </w:p>
    <w:p w:rsidR="00163029" w:rsidRPr="00501C29" w:rsidRDefault="00CA28B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913CD" w:rsidP="00770A8E">
      <w:pPr>
        <w:spacing w:line="276" w:lineRule="auto"/>
        <w:jc w:val="both"/>
      </w:pPr>
      <w:r>
        <w:t>Materiál seznamuje s</w:t>
      </w:r>
      <w:r w:rsidR="003861EF">
        <w:t> </w:t>
      </w:r>
      <w:r>
        <w:t>život</w:t>
      </w:r>
      <w:r w:rsidR="003861EF">
        <w:t>ními postoji a dílem</w:t>
      </w:r>
      <w:r>
        <w:t xml:space="preserve"> významné osobnosti</w:t>
      </w:r>
      <w:r w:rsidR="00475B12">
        <w:t xml:space="preserve"> Táborska</w:t>
      </w:r>
      <w:r>
        <w:t xml:space="preserve"> </w:t>
      </w:r>
      <w:r w:rsidR="00475B12">
        <w:t xml:space="preserve">– lékařky V. </w:t>
      </w:r>
      <w:proofErr w:type="spellStart"/>
      <w:r w:rsidR="00475B12">
        <w:t>Kálalové-DiLottiové</w:t>
      </w:r>
      <w:proofErr w:type="spellEnd"/>
      <w:r w:rsidR="003861EF">
        <w:t>, které přímo nesouvisely s její profesí lékařky</w:t>
      </w:r>
      <w:r w:rsidR="00475B12">
        <w:t>.</w:t>
      </w:r>
    </w:p>
    <w:p w:rsidR="00770A8E" w:rsidRDefault="00770A8E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475B12" w:rsidP="00745A98">
      <w:pPr>
        <w:spacing w:line="360" w:lineRule="auto"/>
        <w:rPr>
          <w:b/>
        </w:rPr>
      </w:pPr>
      <w:r>
        <w:t xml:space="preserve">Vlasta </w:t>
      </w:r>
      <w:proofErr w:type="spellStart"/>
      <w:r>
        <w:t>Kálalová-DiLottiová</w:t>
      </w:r>
      <w:proofErr w:type="spellEnd"/>
      <w:r w:rsidR="00C913CD">
        <w:t>, Tábor</w:t>
      </w:r>
      <w:r>
        <w:t>sko</w:t>
      </w:r>
      <w:r w:rsidR="00C913CD">
        <w:t xml:space="preserve">, </w:t>
      </w:r>
      <w:r>
        <w:t>Bernartice</w:t>
      </w:r>
      <w:r w:rsidR="00C913CD">
        <w:t xml:space="preserve">, </w:t>
      </w:r>
      <w:r w:rsidR="003861EF">
        <w:t>polyhistor, mírové hnutí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C913CD" w:rsidP="00770A8E">
      <w:pPr>
        <w:spacing w:line="276" w:lineRule="auto"/>
        <w:jc w:val="both"/>
      </w:pPr>
      <w:r>
        <w:t xml:space="preserve">Prezentace se použije ve třídě k seznámení s látkou. Učitel doplní vlastním výkladem. Výklad je provázen řízeným rozhovorem s žáky s využitím jejich znalostí. </w:t>
      </w:r>
      <w:r w:rsidR="003861EF">
        <w:t>T</w:t>
      </w:r>
      <w:r w:rsidR="00475B12">
        <w:t>ento materiál navazuje</w:t>
      </w:r>
      <w:r w:rsidR="00893201">
        <w:t xml:space="preserve"> </w:t>
      </w:r>
      <w:r w:rsidR="003861EF">
        <w:t xml:space="preserve">na </w:t>
      </w:r>
      <w:proofErr w:type="gramStart"/>
      <w:r w:rsidR="00893201">
        <w:t>DUM</w:t>
      </w:r>
      <w:proofErr w:type="gramEnd"/>
      <w:r w:rsidR="00893201">
        <w:t xml:space="preserve"> V</w:t>
      </w:r>
      <w:r w:rsidR="00475B12">
        <w:t xml:space="preserve">lasta </w:t>
      </w:r>
      <w:proofErr w:type="spellStart"/>
      <w:r w:rsidR="00475B12">
        <w:t>Kálalová-DiLottiová</w:t>
      </w:r>
      <w:proofErr w:type="spellEnd"/>
      <w:r w:rsidR="00475B12">
        <w:t xml:space="preserve">. </w:t>
      </w:r>
      <w:r w:rsidR="003861EF">
        <w:t>Lékařka a humanistka</w:t>
      </w:r>
      <w:r w:rsidR="00475B12">
        <w:t>.</w:t>
      </w:r>
    </w:p>
    <w:p w:rsidR="00615449" w:rsidRDefault="00615449" w:rsidP="00770A8E">
      <w:pPr>
        <w:spacing w:line="276" w:lineRule="auto"/>
        <w:jc w:val="both"/>
      </w:pPr>
      <w:r>
        <w:t>Odpovědi na otázky:</w:t>
      </w:r>
    </w:p>
    <w:p w:rsidR="002E12F1" w:rsidRDefault="003861EF" w:rsidP="00770A8E">
      <w:pPr>
        <w:spacing w:line="276" w:lineRule="auto"/>
        <w:jc w:val="both"/>
        <w:rPr>
          <w:bCs/>
          <w:i/>
        </w:rPr>
      </w:pPr>
      <w:r>
        <w:rPr>
          <w:bCs/>
        </w:rPr>
        <w:t>Kdo je humanista?</w:t>
      </w:r>
      <w:r w:rsidR="00615449" w:rsidRPr="00615449">
        <w:rPr>
          <w:bCs/>
        </w:rPr>
        <w:t xml:space="preserve"> </w:t>
      </w:r>
      <w:r>
        <w:rPr>
          <w:bCs/>
          <w:i/>
        </w:rPr>
        <w:t>Zde lidumil, humánní člověk.</w:t>
      </w:r>
    </w:p>
    <w:p w:rsidR="003C3080" w:rsidRDefault="003861EF" w:rsidP="00770A8E">
      <w:pPr>
        <w:spacing w:line="276" w:lineRule="auto"/>
        <w:jc w:val="both"/>
        <w:rPr>
          <w:bCs/>
          <w:i/>
        </w:rPr>
      </w:pPr>
      <w:r>
        <w:rPr>
          <w:bCs/>
        </w:rPr>
        <w:t>Koho označujeme pojmem polyhistor</w:t>
      </w:r>
      <w:r w:rsidR="003C3080">
        <w:rPr>
          <w:bCs/>
        </w:rPr>
        <w:t xml:space="preserve">? </w:t>
      </w:r>
      <w:r w:rsidRPr="003861EF">
        <w:rPr>
          <w:bCs/>
          <w:i/>
        </w:rPr>
        <w:t>Člověka s širokým množstvím znalostí či dovedností ve více oborech lidské činnosti, zejména ve vědách</w:t>
      </w:r>
      <w:r w:rsidR="003C3080">
        <w:rPr>
          <w:bCs/>
          <w:i/>
        </w:rPr>
        <w:t>.</w:t>
      </w:r>
    </w:p>
    <w:p w:rsidR="003B7CB0" w:rsidRPr="003861EF" w:rsidRDefault="003861EF" w:rsidP="00770A8E">
      <w:pPr>
        <w:spacing w:line="276" w:lineRule="auto"/>
        <w:jc w:val="both"/>
        <w:rPr>
          <w:bCs/>
          <w:i/>
        </w:rPr>
      </w:pPr>
      <w:r w:rsidRPr="003861EF">
        <w:rPr>
          <w:bCs/>
        </w:rPr>
        <w:t xml:space="preserve">Vyhledejte v jiných zdrojích název knihy, která líčí životní osudy Vlasty </w:t>
      </w:r>
      <w:proofErr w:type="spellStart"/>
      <w:r w:rsidRPr="003861EF">
        <w:rPr>
          <w:bCs/>
        </w:rPr>
        <w:t>Kálalové-DiLottiové</w:t>
      </w:r>
      <w:proofErr w:type="spellEnd"/>
      <w:r w:rsidRPr="003861EF">
        <w:rPr>
          <w:bCs/>
        </w:rPr>
        <w:t>.</w:t>
      </w:r>
      <w:r>
        <w:rPr>
          <w:bCs/>
        </w:rPr>
        <w:t xml:space="preserve"> </w:t>
      </w:r>
      <w:r w:rsidRPr="003861EF">
        <w:rPr>
          <w:bCs/>
          <w:i/>
        </w:rPr>
        <w:t>Borská, Ilona, Doktorka z domu Trubačů.</w:t>
      </w:r>
    </w:p>
    <w:p w:rsidR="003B7CB0" w:rsidRPr="003861EF" w:rsidRDefault="003861EF" w:rsidP="00770A8E">
      <w:pPr>
        <w:spacing w:line="276" w:lineRule="auto"/>
        <w:jc w:val="both"/>
        <w:rPr>
          <w:bCs/>
        </w:rPr>
      </w:pPr>
      <w:r w:rsidRPr="003861EF">
        <w:rPr>
          <w:bCs/>
        </w:rPr>
        <w:t>Kdo je autorem knihy?</w:t>
      </w:r>
      <w:r>
        <w:rPr>
          <w:bCs/>
        </w:rPr>
        <w:t xml:space="preserve"> </w:t>
      </w:r>
      <w:r w:rsidRPr="003861EF">
        <w:rPr>
          <w:bCs/>
          <w:i/>
        </w:rPr>
        <w:t>Ilona Borská.</w:t>
      </w:r>
    </w:p>
    <w:p w:rsidR="003B7CB0" w:rsidRPr="003861EF" w:rsidRDefault="003861EF" w:rsidP="00770A8E">
      <w:pPr>
        <w:spacing w:line="276" w:lineRule="auto"/>
        <w:jc w:val="both"/>
        <w:rPr>
          <w:bCs/>
        </w:rPr>
      </w:pPr>
      <w:r w:rsidRPr="003861EF">
        <w:rPr>
          <w:bCs/>
        </w:rPr>
        <w:t>V katalogu táborské knihovny ověřte, zda je kniha v jejím fondu.</w:t>
      </w:r>
      <w:r>
        <w:rPr>
          <w:bCs/>
        </w:rPr>
        <w:t xml:space="preserve"> </w:t>
      </w:r>
      <w:r w:rsidRPr="003861EF">
        <w:rPr>
          <w:bCs/>
          <w:i/>
        </w:rPr>
        <w:t>Ano.</w:t>
      </w:r>
    </w:p>
    <w:p w:rsidR="003C3080" w:rsidRPr="003C3080" w:rsidRDefault="003C3080" w:rsidP="00770A8E">
      <w:pPr>
        <w:spacing w:line="276" w:lineRule="auto"/>
        <w:jc w:val="both"/>
        <w:rPr>
          <w:bCs/>
        </w:rPr>
      </w:pPr>
    </w:p>
    <w:p w:rsidR="00615449" w:rsidRDefault="00615449" w:rsidP="009F6F13"/>
    <w:p w:rsidR="00770A8E" w:rsidRDefault="00770A8E" w:rsidP="00623F17">
      <w:pPr>
        <w:spacing w:before="240" w:line="360" w:lineRule="auto"/>
        <w:rPr>
          <w:b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lastRenderedPageBreak/>
        <w:t>Seznam literatury a pramenů:</w:t>
      </w:r>
    </w:p>
    <w:p w:rsidR="003C3080" w:rsidRPr="003C3080" w:rsidRDefault="003C3080" w:rsidP="00770A8E">
      <w:pPr>
        <w:spacing w:line="276" w:lineRule="auto"/>
      </w:pPr>
      <w:r w:rsidRPr="003C3080">
        <w:t>Rodinný archiv Jiřího Kálala</w:t>
      </w:r>
    </w:p>
    <w:p w:rsidR="003C3080" w:rsidRPr="003C3080" w:rsidRDefault="003C3080" w:rsidP="00770A8E">
      <w:pPr>
        <w:spacing w:line="276" w:lineRule="auto"/>
      </w:pPr>
      <w:r w:rsidRPr="003C3080">
        <w:t xml:space="preserve">Vlasta </w:t>
      </w:r>
      <w:proofErr w:type="spellStart"/>
      <w:r w:rsidRPr="003C3080">
        <w:t>Kálalová-DiLottiová</w:t>
      </w:r>
      <w:proofErr w:type="spellEnd"/>
      <w:r w:rsidRPr="003C3080">
        <w:t xml:space="preserve"> [online]. [cit. 2013-06- 03]. Dostupné z: </w:t>
      </w:r>
    </w:p>
    <w:p w:rsidR="003C3080" w:rsidRPr="003C3080" w:rsidRDefault="00CA28BB" w:rsidP="00770A8E">
      <w:pPr>
        <w:spacing w:line="276" w:lineRule="auto"/>
      </w:pPr>
      <w:hyperlink r:id="rId9" w:history="1">
        <w:r w:rsidR="003C3080" w:rsidRPr="003C3080">
          <w:rPr>
            <w:rStyle w:val="Hypertextovodkaz"/>
          </w:rPr>
          <w:t>http://www.bernartice.cz/vyznamne-osobnosti/vlasta-kalalova-di-lottiova.html</w:t>
        </w:r>
      </w:hyperlink>
    </w:p>
    <w:p w:rsidR="003C3080" w:rsidRPr="003C3080" w:rsidRDefault="003C3080" w:rsidP="00770A8E">
      <w:pPr>
        <w:spacing w:line="276" w:lineRule="auto"/>
      </w:pPr>
      <w:r w:rsidRPr="003C3080">
        <w:t xml:space="preserve">Rodný dům Vlasty </w:t>
      </w:r>
      <w:proofErr w:type="spellStart"/>
      <w:r w:rsidRPr="003C3080">
        <w:t>Kálalové-DiLottiové</w:t>
      </w:r>
      <w:proofErr w:type="spellEnd"/>
      <w:r w:rsidRPr="003C3080">
        <w:t>. Foto Jiří Kálal</w:t>
      </w:r>
    </w:p>
    <w:p w:rsidR="003C3080" w:rsidRPr="003C3080" w:rsidRDefault="003C3080" w:rsidP="00770A8E">
      <w:pPr>
        <w:spacing w:line="276" w:lineRule="auto"/>
      </w:pPr>
      <w:r w:rsidRPr="003C3080">
        <w:t>Vlasta Kálalová ve 20. letech 20. století (foto). Rodinný archiv Jiřího Kálala</w:t>
      </w:r>
    </w:p>
    <w:p w:rsidR="003C3080" w:rsidRPr="003C3080" w:rsidRDefault="003C3080" w:rsidP="00770A8E">
      <w:pPr>
        <w:spacing w:line="276" w:lineRule="auto"/>
      </w:pPr>
      <w:r w:rsidRPr="003C3080">
        <w:t>Hrob rodiny Kálalovy-</w:t>
      </w:r>
      <w:proofErr w:type="spellStart"/>
      <w:r w:rsidRPr="003C3080">
        <w:t>DiLotti</w:t>
      </w:r>
      <w:proofErr w:type="spellEnd"/>
      <w:r w:rsidRPr="003C3080">
        <w:t xml:space="preserve"> v Bernarticích. Foto Jiří Kálal</w:t>
      </w:r>
    </w:p>
    <w:p w:rsidR="003C3080" w:rsidRPr="003C3080" w:rsidRDefault="003C3080" w:rsidP="00770A8E">
      <w:pPr>
        <w:spacing w:line="276" w:lineRule="auto"/>
      </w:pPr>
      <w:r w:rsidRPr="003C3080">
        <w:t>Hrob rodiny Kálalovy-</w:t>
      </w:r>
      <w:proofErr w:type="spellStart"/>
      <w:r w:rsidRPr="003C3080">
        <w:t>DiLotti</w:t>
      </w:r>
      <w:proofErr w:type="spellEnd"/>
      <w:r w:rsidRPr="003C3080">
        <w:t xml:space="preserve"> v Bernarticích. Foto Jiří Kálal</w:t>
      </w:r>
    </w:p>
    <w:p w:rsidR="00770A8E" w:rsidRDefault="00770A8E" w:rsidP="00E653A1">
      <w:pPr>
        <w:spacing w:line="360" w:lineRule="auto"/>
        <w:rPr>
          <w:b/>
        </w:rPr>
      </w:pPr>
    </w:p>
    <w:p w:rsidR="00770A8E" w:rsidRDefault="00623F17" w:rsidP="00E653A1">
      <w:pPr>
        <w:spacing w:line="360" w:lineRule="auto"/>
        <w:rPr>
          <w:b/>
        </w:rPr>
      </w:pPr>
      <w:r w:rsidRPr="00EB331B">
        <w:rPr>
          <w:b/>
        </w:rPr>
        <w:t>Poznámka:</w:t>
      </w:r>
      <w:r w:rsidR="00E653A1">
        <w:rPr>
          <w:b/>
        </w:rPr>
        <w:t xml:space="preserve"> </w:t>
      </w:r>
    </w:p>
    <w:p w:rsidR="00E653A1" w:rsidRPr="00EB331B" w:rsidRDefault="00E653A1" w:rsidP="00E653A1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23A" w:rsidRDefault="0081423A">
      <w:r>
        <w:separator/>
      </w:r>
    </w:p>
  </w:endnote>
  <w:endnote w:type="continuationSeparator" w:id="0">
    <w:p w:rsidR="0081423A" w:rsidRDefault="0081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BB" w:rsidRDefault="00CA28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B7CB0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B7CB0">
      <w:rPr>
        <w:rStyle w:val="slostrnky"/>
        <w:b/>
        <w:bCs/>
      </w:rPr>
      <w:fldChar w:fldCharType="separate"/>
    </w:r>
    <w:r w:rsidR="00CA28BB">
      <w:rPr>
        <w:rStyle w:val="slostrnky"/>
        <w:b/>
        <w:bCs/>
        <w:noProof/>
      </w:rPr>
      <w:t>1</w:t>
    </w:r>
    <w:r w:rsidR="003B7CB0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BB" w:rsidRDefault="00CA28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23A" w:rsidRDefault="0081423A">
      <w:r>
        <w:separator/>
      </w:r>
    </w:p>
  </w:footnote>
  <w:footnote w:type="continuationSeparator" w:id="0">
    <w:p w:rsidR="0081423A" w:rsidRDefault="00814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BB" w:rsidRDefault="00CA28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E55C548" wp14:editId="3B7E4B1A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A28B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CA28B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BB" w:rsidRDefault="00CA28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17F70"/>
    <w:multiLevelType w:val="hybridMultilevel"/>
    <w:tmpl w:val="601A4290"/>
    <w:lvl w:ilvl="0" w:tplc="D8A6F6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5EE8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9414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D47C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AEEB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3C91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8292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6EB0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1625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30B38"/>
    <w:multiLevelType w:val="hybridMultilevel"/>
    <w:tmpl w:val="3342B31E"/>
    <w:lvl w:ilvl="0" w:tplc="F5EE32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8C26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043B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6483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0622B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4275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467C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82C7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125B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A7971"/>
    <w:multiLevelType w:val="hybridMultilevel"/>
    <w:tmpl w:val="50A2EBD4"/>
    <w:lvl w:ilvl="0" w:tplc="EA1A87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DCD7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1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07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6821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00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48AD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036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2BD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6A9"/>
    <w:rsid w:val="00040C37"/>
    <w:rsid w:val="000547D9"/>
    <w:rsid w:val="00054DFD"/>
    <w:rsid w:val="000A48C9"/>
    <w:rsid w:val="000B2930"/>
    <w:rsid w:val="000C1FE7"/>
    <w:rsid w:val="000C3E7E"/>
    <w:rsid w:val="000E29CB"/>
    <w:rsid w:val="000F7839"/>
    <w:rsid w:val="0010546B"/>
    <w:rsid w:val="00163029"/>
    <w:rsid w:val="001A6A4C"/>
    <w:rsid w:val="001B56F6"/>
    <w:rsid w:val="001F1A08"/>
    <w:rsid w:val="001F5C12"/>
    <w:rsid w:val="00232FB1"/>
    <w:rsid w:val="0028489E"/>
    <w:rsid w:val="00290C19"/>
    <w:rsid w:val="00297870"/>
    <w:rsid w:val="002A290B"/>
    <w:rsid w:val="002A5BAC"/>
    <w:rsid w:val="002E12F1"/>
    <w:rsid w:val="0033262C"/>
    <w:rsid w:val="0034544A"/>
    <w:rsid w:val="00353FD9"/>
    <w:rsid w:val="0036718C"/>
    <w:rsid w:val="003761B0"/>
    <w:rsid w:val="003835AF"/>
    <w:rsid w:val="003861EF"/>
    <w:rsid w:val="00394D93"/>
    <w:rsid w:val="003A5AD6"/>
    <w:rsid w:val="003B7CB0"/>
    <w:rsid w:val="003C3080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5B12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5449"/>
    <w:rsid w:val="00623F17"/>
    <w:rsid w:val="006A718D"/>
    <w:rsid w:val="006E792F"/>
    <w:rsid w:val="00700E72"/>
    <w:rsid w:val="00745A98"/>
    <w:rsid w:val="0076273B"/>
    <w:rsid w:val="007659FE"/>
    <w:rsid w:val="00770A8E"/>
    <w:rsid w:val="00771703"/>
    <w:rsid w:val="007C424F"/>
    <w:rsid w:val="007C52F1"/>
    <w:rsid w:val="007F02F7"/>
    <w:rsid w:val="007F06C8"/>
    <w:rsid w:val="007F5CDD"/>
    <w:rsid w:val="00801324"/>
    <w:rsid w:val="00812228"/>
    <w:rsid w:val="0081423A"/>
    <w:rsid w:val="0082351D"/>
    <w:rsid w:val="00823D1E"/>
    <w:rsid w:val="008725F1"/>
    <w:rsid w:val="00893201"/>
    <w:rsid w:val="008B5602"/>
    <w:rsid w:val="008F1D94"/>
    <w:rsid w:val="009178A2"/>
    <w:rsid w:val="00930B79"/>
    <w:rsid w:val="009C6C64"/>
    <w:rsid w:val="009E736F"/>
    <w:rsid w:val="009F240C"/>
    <w:rsid w:val="009F6F13"/>
    <w:rsid w:val="00A317C6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6DA"/>
    <w:rsid w:val="00B3795D"/>
    <w:rsid w:val="00B43D79"/>
    <w:rsid w:val="00B73B73"/>
    <w:rsid w:val="00BA4C26"/>
    <w:rsid w:val="00BC3C15"/>
    <w:rsid w:val="00C067D2"/>
    <w:rsid w:val="00C36394"/>
    <w:rsid w:val="00C421B0"/>
    <w:rsid w:val="00C43F4C"/>
    <w:rsid w:val="00C61876"/>
    <w:rsid w:val="00C61B2E"/>
    <w:rsid w:val="00C841AF"/>
    <w:rsid w:val="00C913CD"/>
    <w:rsid w:val="00CA28BB"/>
    <w:rsid w:val="00CB38DA"/>
    <w:rsid w:val="00CC59E8"/>
    <w:rsid w:val="00CD4D9F"/>
    <w:rsid w:val="00CF24A3"/>
    <w:rsid w:val="00D2138D"/>
    <w:rsid w:val="00D34AF6"/>
    <w:rsid w:val="00D47992"/>
    <w:rsid w:val="00D6154A"/>
    <w:rsid w:val="00D65D2B"/>
    <w:rsid w:val="00DB726E"/>
    <w:rsid w:val="00E12C07"/>
    <w:rsid w:val="00E653A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3FC5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831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5848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7466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060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976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notes\DUM%20T&#225;borsko%20v%20literatu&#345;e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rnartice.cz/vyznamne-osobnosti/vlasta-kalalova-di-lottiova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2</Pages>
  <Words>249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2013-06-10T07:14:00Z</dcterms:created>
  <dcterms:modified xsi:type="dcterms:W3CDTF">2014-05-05T20:21:00Z</dcterms:modified>
</cp:coreProperties>
</file>