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1103D">
        <w:rPr>
          <w:b/>
        </w:rPr>
        <w:t>První pomoc – Volání na tísňovou linku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9F6F13" w:rsidP="009C3DF4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9C3DF4">
        <w:t xml:space="preserve">: </w:t>
      </w:r>
      <w:r w:rsidR="009C56CF">
        <w:t>3</w:t>
      </w:r>
      <w:r w:rsidR="009C3DF4">
        <w:softHyphen/>
        <w:t>_</w:t>
      </w:r>
      <w:r w:rsidR="009C3DF4" w:rsidRPr="009C3DF4">
        <w:t xml:space="preserve"> </w:t>
      </w:r>
      <w:r w:rsidR="009C3DF4" w:rsidRPr="002D2E0A">
        <w:t xml:space="preserve">Biologie </w:t>
      </w:r>
      <w:r w:rsidR="009C3DF4">
        <w:t xml:space="preserve">člověka a genetika   </w:t>
      </w:r>
      <w:r w:rsidR="004F18CC">
        <w:t xml:space="preserve">            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C3DF4">
        <w:t xml:space="preserve"> 09  </w:t>
      </w:r>
      <w:r w:rsidR="00462CBD">
        <w:t xml:space="preserve"> </w:t>
      </w:r>
      <w:r w:rsidR="004F18CC">
        <w:t xml:space="preserve">              </w:t>
      </w:r>
      <w:r w:rsidR="00187537">
        <w:t xml:space="preserve">Předmět: </w:t>
      </w:r>
      <w:r w:rsidR="004F18CC">
        <w:t xml:space="preserve">biologie 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6444D">
        <w:t>12</w:t>
      </w:r>
      <w:bookmarkStart w:id="0" w:name="_GoBack"/>
      <w:bookmarkEnd w:id="0"/>
      <w:r w:rsidR="00A1103D">
        <w:t>. 11</w:t>
      </w:r>
      <w:r w:rsidR="00462CBD">
        <w:t xml:space="preserve"> 2013</w:t>
      </w:r>
      <w:r w:rsidR="00163029">
        <w:tab/>
      </w:r>
      <w:r>
        <w:t>Třída:</w:t>
      </w:r>
      <w:r w:rsidR="00163029">
        <w:tab/>
      </w:r>
      <w:r w:rsidR="00A1103D">
        <w:t xml:space="preserve">5.A              </w:t>
      </w:r>
      <w:r>
        <w:t>Ověřující učitel:</w:t>
      </w:r>
      <w:r w:rsidR="002D2E0A">
        <w:t xml:space="preserve"> Mgr. </w:t>
      </w:r>
      <w:r w:rsidR="00A1103D">
        <w:t>H. Chotovinská</w:t>
      </w:r>
    </w:p>
    <w:p w:rsidR="00163029" w:rsidRPr="00501C29" w:rsidRDefault="00A16ED1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A1103D" w:rsidP="00745A98">
      <w:r>
        <w:t>Materiál věnovaný problematice první pomoci. Volání na tísňovou linku – kdy, proč, jak.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187537" w:rsidRPr="009C56CF" w:rsidRDefault="00A1103D" w:rsidP="00745A98">
      <w:pPr>
        <w:spacing w:before="240" w:line="360" w:lineRule="auto"/>
      </w:pPr>
      <w:r>
        <w:t>Tísňová linka, číslo 155, číslo 112, první pomoc, TANR, TAPP, laická první pomoc, profesionální první pomoc, ZZS.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187537" w:rsidRDefault="005F7209" w:rsidP="009F6F13">
      <w:r>
        <w:t>Materiál je vytvořen pr</w:t>
      </w:r>
      <w:r w:rsidR="000919B9">
        <w:t>o použití s interaktivní tabulí</w:t>
      </w:r>
      <w:r>
        <w:t>.</w:t>
      </w:r>
      <w:r w:rsidR="009C56CF">
        <w:t xml:space="preserve"> </w:t>
      </w:r>
    </w:p>
    <w:p w:rsidR="00745A98" w:rsidRDefault="00187537" w:rsidP="009F6F13">
      <w:r>
        <w:t xml:space="preserve">Materiál je vhodný </w:t>
      </w:r>
      <w:r w:rsidR="00A1103D">
        <w:t>k výkladu problematiky první pomoci.</w:t>
      </w:r>
      <w:r w:rsidR="000D5E91">
        <w:t xml:space="preserve"> </w:t>
      </w:r>
      <w:r w:rsidR="00956669">
        <w:t>Pro použití materiálu je nezbytné připojení k internetu – materiál využívá nahrávky hovorů na tísňovou linku a instruktážního videa z webu.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0D5E91" w:rsidRDefault="000D5E91" w:rsidP="000D5E91">
      <w:pPr>
        <w:rPr>
          <w:color w:val="000000"/>
          <w:shd w:val="clear" w:color="auto" w:fill="FFFFFF"/>
        </w:rPr>
      </w:pPr>
      <w:r w:rsidRPr="003D4743">
        <w:rPr>
          <w:color w:val="000000"/>
          <w:shd w:val="clear" w:color="auto" w:fill="FFFFFF"/>
        </w:rPr>
        <w:t>FRANĚK, Ondřej a TRČKOVÁ</w:t>
      </w:r>
      <w:r>
        <w:rPr>
          <w:color w:val="000000"/>
          <w:shd w:val="clear" w:color="auto" w:fill="FFFFFF"/>
        </w:rPr>
        <w:t xml:space="preserve">, </w:t>
      </w:r>
      <w:r w:rsidRPr="003D4743">
        <w:rPr>
          <w:color w:val="000000"/>
          <w:shd w:val="clear" w:color="auto" w:fill="FFFFFF"/>
        </w:rPr>
        <w:t>Pavla.</w:t>
      </w:r>
      <w:r w:rsidRPr="003D4743">
        <w:rPr>
          <w:rStyle w:val="apple-converted-space"/>
          <w:color w:val="000000"/>
          <w:shd w:val="clear" w:color="auto" w:fill="FFFFFF"/>
        </w:rPr>
        <w:t> </w:t>
      </w:r>
      <w:r w:rsidRPr="003D4743">
        <w:rPr>
          <w:i/>
          <w:iCs/>
          <w:color w:val="000000"/>
          <w:shd w:val="clear" w:color="auto" w:fill="FFFFFF"/>
        </w:rPr>
        <w:t>Příručka první pomoci</w:t>
      </w:r>
      <w:r w:rsidRPr="003D4743">
        <w:rPr>
          <w:color w:val="000000"/>
          <w:shd w:val="clear" w:color="auto" w:fill="FFFFFF"/>
        </w:rPr>
        <w:t xml:space="preserve">. Tábor: Mimoni, 2012, 3 sv. (55, 52, 45 s.). ISBN 978-80-260-2672-3. Dostupné z: </w:t>
      </w:r>
      <w:hyperlink r:id="rId8" w:history="1">
        <w:r w:rsidRPr="003D4743">
          <w:rPr>
            <w:rStyle w:val="Hypertextovodkaz"/>
            <w:shd w:val="clear" w:color="auto" w:fill="FFFFFF"/>
          </w:rPr>
          <w:t>http://ppp.mimoni.cz/prirucka-prvni-pomoci/</w:t>
        </w:r>
      </w:hyperlink>
    </w:p>
    <w:p w:rsidR="000D5E91" w:rsidRPr="000D5E91" w:rsidRDefault="000D5E91" w:rsidP="000D5E91">
      <w:pPr>
        <w:rPr>
          <w:color w:val="000000"/>
          <w:shd w:val="clear" w:color="auto" w:fill="FFFFFF"/>
        </w:rPr>
      </w:pPr>
      <w:r w:rsidRPr="000D5E91">
        <w:rPr>
          <w:color w:val="000000"/>
          <w:shd w:val="clear" w:color="auto" w:fill="FFFFFF"/>
        </w:rPr>
        <w:t>Nahrávky hovorů: http://www.ppomoc.cz/nahravky-155/</w:t>
      </w:r>
    </w:p>
    <w:p w:rsidR="000D5E91" w:rsidRPr="000D5E91" w:rsidRDefault="000D5E91" w:rsidP="000D5E91">
      <w:pPr>
        <w:rPr>
          <w:color w:val="000000"/>
          <w:shd w:val="clear" w:color="auto" w:fill="FFFFFF"/>
        </w:rPr>
      </w:pPr>
      <w:r w:rsidRPr="000D5E91">
        <w:rPr>
          <w:color w:val="000000"/>
          <w:shd w:val="clear" w:color="auto" w:fill="FFFFFF"/>
        </w:rPr>
        <w:t>Video autonehoda: http://ppp.mimoni.cz/prirucka-prvni-pomoci/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184F77" w:rsidP="00623F17">
      <w:r>
        <w:t xml:space="preserve">Aktivita trvá zhruba </w:t>
      </w:r>
      <w:r w:rsidR="00187537">
        <w:t>25 - 30</w:t>
      </w:r>
      <w:r w:rsidR="009C56CF">
        <w:t xml:space="preserve"> minut</w:t>
      </w:r>
      <w:r w:rsidR="00187537">
        <w:t>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0B4" w:rsidRDefault="00CC50B4">
      <w:r>
        <w:separator/>
      </w:r>
    </w:p>
  </w:endnote>
  <w:endnote w:type="continuationSeparator" w:id="0">
    <w:p w:rsidR="00CC50B4" w:rsidRDefault="00CC50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F4" w:rsidRDefault="009C3DF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9C3DF4" w:rsidRDefault="00484E3A" w:rsidP="009C3DF4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F4" w:rsidRDefault="009C3DF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0B4" w:rsidRDefault="00CC50B4">
      <w:r>
        <w:separator/>
      </w:r>
    </w:p>
  </w:footnote>
  <w:footnote w:type="continuationSeparator" w:id="0">
    <w:p w:rsidR="00CC50B4" w:rsidRDefault="00CC50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F4" w:rsidRDefault="009C3DF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706D6D">
      <w:rPr>
        <w:bCs/>
      </w:rPr>
      <w:t>34.</w:t>
    </w:r>
    <w:r>
      <w:rPr>
        <w:bCs/>
      </w:rPr>
      <w:t>0325</w:t>
    </w:r>
  </w:p>
  <w:p w:rsidR="00484E3A" w:rsidRPr="00745A98" w:rsidRDefault="00A16ED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A16ED1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F4" w:rsidRDefault="009C3DF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F613B"/>
    <w:multiLevelType w:val="hybridMultilevel"/>
    <w:tmpl w:val="15640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919B9"/>
    <w:rsid w:val="000A3DAF"/>
    <w:rsid w:val="000A48C9"/>
    <w:rsid w:val="000B2930"/>
    <w:rsid w:val="000C0779"/>
    <w:rsid w:val="000C1FE7"/>
    <w:rsid w:val="000C3E7E"/>
    <w:rsid w:val="000D5E91"/>
    <w:rsid w:val="000E29CB"/>
    <w:rsid w:val="0010546B"/>
    <w:rsid w:val="00163029"/>
    <w:rsid w:val="00184F77"/>
    <w:rsid w:val="00187537"/>
    <w:rsid w:val="001A6A4C"/>
    <w:rsid w:val="001F1A08"/>
    <w:rsid w:val="00232FB1"/>
    <w:rsid w:val="0028489E"/>
    <w:rsid w:val="00290C19"/>
    <w:rsid w:val="00297870"/>
    <w:rsid w:val="002A290B"/>
    <w:rsid w:val="002A5BAC"/>
    <w:rsid w:val="002D2E0A"/>
    <w:rsid w:val="0033262C"/>
    <w:rsid w:val="0034544A"/>
    <w:rsid w:val="00353FD9"/>
    <w:rsid w:val="00360C21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2CBD"/>
    <w:rsid w:val="0046688E"/>
    <w:rsid w:val="00471A18"/>
    <w:rsid w:val="00484E3A"/>
    <w:rsid w:val="00490F9C"/>
    <w:rsid w:val="00493EE7"/>
    <w:rsid w:val="004C3049"/>
    <w:rsid w:val="004F18CC"/>
    <w:rsid w:val="00501C29"/>
    <w:rsid w:val="00512A86"/>
    <w:rsid w:val="00546A70"/>
    <w:rsid w:val="00574DD9"/>
    <w:rsid w:val="00592F82"/>
    <w:rsid w:val="005A62C1"/>
    <w:rsid w:val="005D030A"/>
    <w:rsid w:val="005F7209"/>
    <w:rsid w:val="006027CC"/>
    <w:rsid w:val="0062196C"/>
    <w:rsid w:val="00623F17"/>
    <w:rsid w:val="006A718D"/>
    <w:rsid w:val="006E792F"/>
    <w:rsid w:val="00700E72"/>
    <w:rsid w:val="00706D6D"/>
    <w:rsid w:val="00712220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651FF"/>
    <w:rsid w:val="008725F1"/>
    <w:rsid w:val="008B5602"/>
    <w:rsid w:val="008F0F33"/>
    <w:rsid w:val="008F1D94"/>
    <w:rsid w:val="009135D2"/>
    <w:rsid w:val="009178A2"/>
    <w:rsid w:val="00922301"/>
    <w:rsid w:val="00930B79"/>
    <w:rsid w:val="00956669"/>
    <w:rsid w:val="009C3DF4"/>
    <w:rsid w:val="009C56CF"/>
    <w:rsid w:val="009D2BD8"/>
    <w:rsid w:val="009E736F"/>
    <w:rsid w:val="009F240C"/>
    <w:rsid w:val="009F6F13"/>
    <w:rsid w:val="00A10375"/>
    <w:rsid w:val="00A1103D"/>
    <w:rsid w:val="00A16ED1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0B4"/>
    <w:rsid w:val="00CC59E8"/>
    <w:rsid w:val="00CF24A3"/>
    <w:rsid w:val="00D24028"/>
    <w:rsid w:val="00D65D2B"/>
    <w:rsid w:val="00DB726E"/>
    <w:rsid w:val="00E12C07"/>
    <w:rsid w:val="00E60C16"/>
    <w:rsid w:val="00E85A23"/>
    <w:rsid w:val="00E96239"/>
    <w:rsid w:val="00EA003E"/>
    <w:rsid w:val="00EB152F"/>
    <w:rsid w:val="00EB331B"/>
    <w:rsid w:val="00ED00A5"/>
    <w:rsid w:val="00EE037D"/>
    <w:rsid w:val="00EF7937"/>
    <w:rsid w:val="00F03D76"/>
    <w:rsid w:val="00F16660"/>
    <w:rsid w:val="00F21BB5"/>
    <w:rsid w:val="00F456CA"/>
    <w:rsid w:val="00F47393"/>
    <w:rsid w:val="00F6444D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0D5E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0D5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pp.mimoni.cz/prirucka-prvni-pomoci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86</TotalTime>
  <Pages>1</Pages>
  <Words>166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14</cp:revision>
  <cp:lastPrinted>1900-12-31T23:00:00Z</cp:lastPrinted>
  <dcterms:created xsi:type="dcterms:W3CDTF">2013-11-10T11:40:00Z</dcterms:created>
  <dcterms:modified xsi:type="dcterms:W3CDTF">2014-05-05T13:45:00Z</dcterms:modified>
</cp:coreProperties>
</file>