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50395A">
        <w:rPr>
          <w:b/>
        </w:rPr>
        <w:t>Znaky hmyzu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50395A">
        <w:t>Mgr. Ivana Turková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  <w:bookmarkStart w:id="0" w:name="_GoBack"/>
      <w:bookmarkEnd w:id="0"/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50395A" w:rsidRDefault="009F6F13" w:rsidP="0050395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0395A">
        <w:t>:</w:t>
      </w:r>
      <w:r w:rsidR="0050395A" w:rsidRPr="0050395A">
        <w:t xml:space="preserve"> </w:t>
      </w:r>
      <w:r w:rsidR="00415219">
        <w:t>2_ 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50395A">
        <w:t xml:space="preserve">   07</w:t>
      </w:r>
      <w:r w:rsidR="00592F82">
        <w:tab/>
        <w:t>Předmět:</w:t>
      </w:r>
      <w:r w:rsidR="00592F82">
        <w:tab/>
      </w:r>
      <w:r w:rsidR="00161183">
        <w:t>b</w:t>
      </w:r>
      <w:r w:rsidR="0050395A">
        <w:t>iologie</w:t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AD342E">
        <w:t>29. 4. 2013</w:t>
      </w:r>
      <w:r w:rsidR="00163029">
        <w:tab/>
      </w:r>
      <w:r>
        <w:t>Třída:</w:t>
      </w:r>
      <w:r w:rsidR="00163029">
        <w:tab/>
      </w:r>
      <w:r w:rsidR="000D27BF">
        <w:t xml:space="preserve">sekunda            </w:t>
      </w:r>
      <w:r>
        <w:t>Ověřující učitel:</w:t>
      </w:r>
      <w:r w:rsidR="000D27BF">
        <w:t xml:space="preserve"> Mgr. Ivana Turková</w:t>
      </w:r>
    </w:p>
    <w:p w:rsidR="00163029" w:rsidRPr="00501C29" w:rsidRDefault="00F621CE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B863FC" w:rsidP="00745A98">
      <w:r w:rsidRPr="00B863FC">
        <w:t xml:space="preserve">Práce je určena na interaktivní tabuli SMART Board, pro žáky 2. ročníku osmiletého studia. Výukový materiál je zaměřen na shrnutí a zopakování </w:t>
      </w:r>
      <w:r>
        <w:t>učiva na téma hmyz</w:t>
      </w:r>
      <w:r w:rsidRPr="00B863FC">
        <w:t xml:space="preserve">. </w:t>
      </w:r>
      <w:r>
        <w:t>Ž</w:t>
      </w:r>
      <w:r w:rsidRPr="00B863FC">
        <w:t xml:space="preserve">áci </w:t>
      </w:r>
      <w:r>
        <w:t>si ověří své znalosti z</w:t>
      </w:r>
      <w:r w:rsidR="00DB1AE2">
        <w:t> anatomie, morfologie</w:t>
      </w:r>
      <w:r w:rsidRPr="00B863FC">
        <w:t xml:space="preserve"> a rozmnožování </w:t>
      </w:r>
      <w:r w:rsidR="00DB1AE2">
        <w:t>formou testu, skrývaček a her.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  <w:r w:rsidR="00AF72E4">
        <w:rPr>
          <w:b/>
        </w:rPr>
        <w:t xml:space="preserve"> </w:t>
      </w:r>
      <w:r w:rsidR="00AF72E4">
        <w:t>členovci, hmyz, proměna dokonalá, nedokonalá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AF72E4" w:rsidRDefault="00AF72E4" w:rsidP="00AF72E4">
      <w:r>
        <w:t>Zadání úkolů je uvedeno na jednotlivých snímcích</w:t>
      </w:r>
    </w:p>
    <w:p w:rsidR="00AF72E4" w:rsidRDefault="00AF72E4" w:rsidP="00AF72E4">
      <w:r>
        <w:t>Aktivita 1 – str. 4 – a</w:t>
      </w:r>
      <w:r w:rsidR="00861EEB">
        <w:t>nagram -zař</w:t>
      </w:r>
      <w:r>
        <w:t xml:space="preserve">azení </w:t>
      </w:r>
      <w:r w:rsidR="00861EEB">
        <w:t>hmyzu do kmene</w:t>
      </w:r>
    </w:p>
    <w:p w:rsidR="00AF72E4" w:rsidRDefault="00AF72E4" w:rsidP="00AF72E4">
      <w:r>
        <w:t xml:space="preserve">Aktivita 2 – str. </w:t>
      </w:r>
      <w:r w:rsidR="00861EEB">
        <w:t>5</w:t>
      </w:r>
      <w:r>
        <w:t xml:space="preserve"> – </w:t>
      </w:r>
      <w:r w:rsidR="00861EEB">
        <w:t>opakovací test - anatomie hmyzu</w:t>
      </w:r>
      <w:r>
        <w:t xml:space="preserve"> </w:t>
      </w:r>
    </w:p>
    <w:p w:rsidR="00AF72E4" w:rsidRDefault="00AF72E4" w:rsidP="00AF72E4">
      <w:r>
        <w:t xml:space="preserve">Aktivita 3 – str. </w:t>
      </w:r>
      <w:r w:rsidR="00861EEB">
        <w:t>6</w:t>
      </w:r>
      <w:r>
        <w:t xml:space="preserve"> – skrývačka</w:t>
      </w:r>
      <w:r w:rsidR="00861EEB">
        <w:t xml:space="preserve"> - rozmnožování hmyzu</w:t>
      </w:r>
    </w:p>
    <w:p w:rsidR="00745A98" w:rsidRDefault="00861EEB" w:rsidP="00AF72E4">
      <w:r>
        <w:t>Aktivita 4 – str. 7</w:t>
      </w:r>
      <w:r w:rsidR="00AF72E4">
        <w:t xml:space="preserve"> – </w:t>
      </w:r>
      <w:r>
        <w:t>skrývačka - vývojové fáze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AF72E4" w:rsidRDefault="00AF72E4" w:rsidP="00AF72E4">
      <w:bookmarkStart w:id="1" w:name="Text9"/>
      <w:r>
        <w:t xml:space="preserve">hry – SMART Notebook 11, Lesson Activity Toolkit </w:t>
      </w:r>
    </w:p>
    <w:p w:rsidR="00AF72E4" w:rsidRDefault="00AF72E4" w:rsidP="00AF72E4">
      <w:r>
        <w:t>obrázky – SMART Notebook 11, Základní prvky Galerie</w:t>
      </w:r>
    </w:p>
    <w:p w:rsidR="00AF72E4" w:rsidRDefault="00AF72E4" w:rsidP="00AF72E4">
      <w:r>
        <w:t>učebnice – Kvasničková, D. Ekologický přírodopis pro 7. ročník základní školy (2. část), Praha: Fortuna, 1997</w:t>
      </w:r>
    </w:p>
    <w:p w:rsidR="00623F17" w:rsidRDefault="00AF72E4" w:rsidP="00AF72E4">
      <w:r>
        <w:t xml:space="preserve">učebnice – Smrž, J. Biologie živočichů. Praha: Fortuna, 2004 </w:t>
      </w:r>
      <w:bookmarkEnd w:id="1"/>
    </w:p>
    <w:p w:rsidR="00623F17" w:rsidRPr="000D27BF" w:rsidRDefault="00623F17" w:rsidP="000D27BF">
      <w:pPr>
        <w:spacing w:before="240" w:line="360" w:lineRule="auto"/>
      </w:pPr>
      <w:r w:rsidRPr="00EB331B">
        <w:rPr>
          <w:b/>
        </w:rPr>
        <w:t xml:space="preserve">Poznámka: </w:t>
      </w:r>
      <w:r w:rsidR="000D27BF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EDA" w:rsidRDefault="009D2EDA">
      <w:r>
        <w:separator/>
      </w:r>
    </w:p>
  </w:endnote>
  <w:endnote w:type="continuationSeparator" w:id="0">
    <w:p w:rsidR="009D2EDA" w:rsidRDefault="009D2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32C" w:rsidRDefault="0001332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32C" w:rsidRDefault="0001332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EDA" w:rsidRDefault="009D2EDA">
      <w:r>
        <w:separator/>
      </w:r>
    </w:p>
  </w:footnote>
  <w:footnote w:type="continuationSeparator" w:id="0">
    <w:p w:rsidR="009D2EDA" w:rsidRDefault="009D2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32C" w:rsidRDefault="0001332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01332C">
      <w:rPr>
        <w:bCs/>
      </w:rPr>
      <w:t>34.</w:t>
    </w:r>
    <w:r>
      <w:rPr>
        <w:bCs/>
      </w:rPr>
      <w:t>0325</w:t>
    </w:r>
  </w:p>
  <w:p w:rsidR="00484E3A" w:rsidRPr="00745A98" w:rsidRDefault="00F621C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F621CE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32C" w:rsidRDefault="0001332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1332C"/>
    <w:rsid w:val="00040C37"/>
    <w:rsid w:val="000547D9"/>
    <w:rsid w:val="00054DFD"/>
    <w:rsid w:val="00080783"/>
    <w:rsid w:val="000A48C9"/>
    <w:rsid w:val="000B2930"/>
    <w:rsid w:val="000C1FE7"/>
    <w:rsid w:val="000C3E7E"/>
    <w:rsid w:val="000D27BF"/>
    <w:rsid w:val="000E29CB"/>
    <w:rsid w:val="0010546B"/>
    <w:rsid w:val="00161183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14D6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15219"/>
    <w:rsid w:val="004155FD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0395A"/>
    <w:rsid w:val="00512A86"/>
    <w:rsid w:val="00546A70"/>
    <w:rsid w:val="00574DD9"/>
    <w:rsid w:val="005800BD"/>
    <w:rsid w:val="00592F82"/>
    <w:rsid w:val="005A62C1"/>
    <w:rsid w:val="005D030A"/>
    <w:rsid w:val="006027CC"/>
    <w:rsid w:val="00623F17"/>
    <w:rsid w:val="006A4332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61EEB"/>
    <w:rsid w:val="008725F1"/>
    <w:rsid w:val="008B5602"/>
    <w:rsid w:val="008F1D94"/>
    <w:rsid w:val="009178A2"/>
    <w:rsid w:val="00930B79"/>
    <w:rsid w:val="009D2EDA"/>
    <w:rsid w:val="009E736F"/>
    <w:rsid w:val="009F240C"/>
    <w:rsid w:val="009F6F13"/>
    <w:rsid w:val="00A32C1A"/>
    <w:rsid w:val="00A32F88"/>
    <w:rsid w:val="00A67905"/>
    <w:rsid w:val="00A739DB"/>
    <w:rsid w:val="00A92398"/>
    <w:rsid w:val="00AD342E"/>
    <w:rsid w:val="00AE0AB9"/>
    <w:rsid w:val="00AF72E4"/>
    <w:rsid w:val="00B03303"/>
    <w:rsid w:val="00B11E31"/>
    <w:rsid w:val="00B121FF"/>
    <w:rsid w:val="00B43D79"/>
    <w:rsid w:val="00B73B73"/>
    <w:rsid w:val="00B863FC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E3E91"/>
    <w:rsid w:val="00CF24A3"/>
    <w:rsid w:val="00D65D2B"/>
    <w:rsid w:val="00DA143E"/>
    <w:rsid w:val="00DB1AE2"/>
    <w:rsid w:val="00DB726E"/>
    <w:rsid w:val="00E12C07"/>
    <w:rsid w:val="00E832F9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621CE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91</TotalTime>
  <Pages>1</Pages>
  <Words>184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25</cp:revision>
  <cp:lastPrinted>2013-06-27T20:25:00Z</cp:lastPrinted>
  <dcterms:created xsi:type="dcterms:W3CDTF">2012-09-30T18:31:00Z</dcterms:created>
  <dcterms:modified xsi:type="dcterms:W3CDTF">2014-05-05T13:07:00Z</dcterms:modified>
</cp:coreProperties>
</file>