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FC7D28">
        <w:rPr>
          <w:b/>
        </w:rPr>
        <w:t>Pavoukovci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329A7">
        <w:t>Mgr. Ivana Turková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B329A7">
        <w:t>:</w:t>
      </w:r>
      <w:r w:rsidR="00B329A7" w:rsidRPr="00B329A7">
        <w:t xml:space="preserve"> </w:t>
      </w:r>
      <w:r w:rsidR="00916575">
        <w:t>2_ 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B329A7">
        <w:t xml:space="preserve"> </w:t>
      </w:r>
      <w:r w:rsidR="00FC7D28">
        <w:t>05</w:t>
      </w:r>
      <w:r w:rsidR="00B329A7">
        <w:t xml:space="preserve">  </w:t>
      </w:r>
      <w:r w:rsidR="00592F82">
        <w:tab/>
        <w:t>Předmět:</w:t>
      </w:r>
      <w:r w:rsidR="00592F82">
        <w:tab/>
      </w:r>
      <w:r w:rsidR="003E66C6">
        <w:t>b</w:t>
      </w:r>
      <w:bookmarkStart w:id="0" w:name="_GoBack"/>
      <w:bookmarkEnd w:id="0"/>
      <w:r w:rsidR="00740F7C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C26029">
        <w:t>25. 4. 2013</w:t>
      </w:r>
      <w:r w:rsidR="00163029">
        <w:tab/>
      </w:r>
      <w:r>
        <w:t>Třída:</w:t>
      </w:r>
      <w:r w:rsidR="00163029">
        <w:tab/>
      </w:r>
      <w:r w:rsidR="00B329A7">
        <w:t>sekunda</w:t>
      </w:r>
      <w:r>
        <w:tab/>
        <w:t>Ověřující učitel:</w:t>
      </w:r>
      <w:r w:rsidR="00B329A7" w:rsidRPr="00B329A7">
        <w:t xml:space="preserve"> </w:t>
      </w:r>
      <w:r w:rsidR="00B329A7">
        <w:t>Mgr. Ivana Turková</w:t>
      </w:r>
    </w:p>
    <w:p w:rsidR="00163029" w:rsidRPr="00501C29" w:rsidRDefault="00F46618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891E5C" w:rsidRDefault="00740F7C" w:rsidP="00745A98">
      <w:r>
        <w:t>Materiál je určen pro žáky druhého ročníku víceletého gymnázia.</w:t>
      </w:r>
      <w:r w:rsidRPr="007E3F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7E3F71">
        <w:t>Jeho cílem je shrnout a procvičit učivo</w:t>
      </w:r>
      <w:r>
        <w:t xml:space="preserve"> </w:t>
      </w:r>
      <w:r w:rsidR="00ED34E2">
        <w:t>o pavoukovcích</w:t>
      </w:r>
      <w:r>
        <w:t>. Úkoly jsou zaměřeny na zopakování základních pojmů</w:t>
      </w:r>
      <w:r w:rsidR="00891E5C">
        <w:t xml:space="preserve"> anatomie a zástupců. </w:t>
      </w:r>
      <w:r>
        <w:t>Pro větší názornost</w:t>
      </w:r>
      <w:r w:rsidR="00891E5C">
        <w:t xml:space="preserve"> a motivaci je použito i</w:t>
      </w:r>
      <w:r w:rsidR="00891E5C" w:rsidRPr="00E91263">
        <w:t>nteraktivní</w:t>
      </w:r>
      <w:r w:rsidR="00891E5C">
        <w:t>ch</w:t>
      </w:r>
      <w:r w:rsidR="00891E5C" w:rsidRPr="00E91263">
        <w:t xml:space="preserve"> h</w:t>
      </w:r>
      <w:r w:rsidR="00891E5C">
        <w:t>er</w:t>
      </w:r>
      <w:r w:rsidR="00354185">
        <w:t xml:space="preserve">, </w:t>
      </w:r>
      <w:r w:rsidR="00891E5C">
        <w:t>obrázků a skrývaček.</w:t>
      </w:r>
      <w:r w:rsidR="00354185">
        <w:t xml:space="preserve"> Práci s literaturou lze zadat také jako domácí úkol. </w:t>
      </w:r>
    </w:p>
    <w:p w:rsidR="00354185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  <w:r w:rsidR="003A170E">
        <w:rPr>
          <w:b/>
        </w:rPr>
        <w:t xml:space="preserve"> </w:t>
      </w:r>
      <w:r w:rsidR="003A170E">
        <w:t>p</w:t>
      </w:r>
      <w:r w:rsidR="00740F7C">
        <w:t>avouk, sekáč, roztoč, štír, štírek, křižák, vodouch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0F7C" w:rsidRDefault="00740F7C" w:rsidP="00740F7C">
      <w:r>
        <w:t>Zadání úkolů je uvedeno na jednotlivých snímcích.</w:t>
      </w:r>
    </w:p>
    <w:p w:rsidR="00740F7C" w:rsidRDefault="00740F7C" w:rsidP="00740F7C">
      <w:r>
        <w:t xml:space="preserve">Aktivita 1 – str. 4 – </w:t>
      </w:r>
      <w:r w:rsidR="00005D54">
        <w:t>popis anatomie pavouka</w:t>
      </w:r>
    </w:p>
    <w:p w:rsidR="00740F7C" w:rsidRDefault="00740F7C" w:rsidP="00740F7C">
      <w:r>
        <w:t xml:space="preserve">Aktivita 2 – str. 5 – </w:t>
      </w:r>
      <w:r w:rsidR="00005D54">
        <w:t>charakteristika 5-ti řádů pavoukovců přiřazováním</w:t>
      </w:r>
    </w:p>
    <w:p w:rsidR="00740F7C" w:rsidRDefault="00740F7C" w:rsidP="00740F7C">
      <w:r>
        <w:t>Aktivita 3 – str. 6</w:t>
      </w:r>
      <w:r w:rsidR="00261082">
        <w:t>, 8</w:t>
      </w:r>
      <w:r>
        <w:t xml:space="preserve"> – </w:t>
      </w:r>
      <w:r w:rsidR="00261082">
        <w:t>pojmenovat pavouky a odpovědět na předložené otázky</w:t>
      </w:r>
      <w:r w:rsidR="00476B8D">
        <w:t xml:space="preserve"> </w:t>
      </w:r>
      <w:r w:rsidR="00261082">
        <w:t>(ústně nebo písemně         do sešitu)</w:t>
      </w:r>
    </w:p>
    <w:p w:rsidR="00745A98" w:rsidRDefault="00740F7C" w:rsidP="00740F7C">
      <w:r>
        <w:t xml:space="preserve">Aktivita </w:t>
      </w:r>
      <w:r w:rsidR="00261082">
        <w:t>4</w:t>
      </w:r>
      <w:r>
        <w:t xml:space="preserve"> – str. </w:t>
      </w:r>
      <w:r w:rsidR="00261082">
        <w:t>7, 9 – správné odpovědi</w:t>
      </w:r>
    </w:p>
    <w:p w:rsidR="00740F7C" w:rsidRDefault="00740F7C" w:rsidP="00740F7C">
      <w:r>
        <w:t xml:space="preserve">Aktivita </w:t>
      </w:r>
      <w:r w:rsidR="00476B8D">
        <w:t>5</w:t>
      </w:r>
      <w:r>
        <w:t xml:space="preserve"> – str. </w:t>
      </w:r>
      <w:r w:rsidR="00476B8D">
        <w:t>10 – hra – co se skrývá na obrázku</w:t>
      </w:r>
    </w:p>
    <w:p w:rsidR="00740F7C" w:rsidRDefault="00740F7C" w:rsidP="00740F7C">
      <w:r>
        <w:t xml:space="preserve">Aktivita </w:t>
      </w:r>
      <w:r w:rsidR="00476B8D">
        <w:t>6</w:t>
      </w:r>
      <w:r>
        <w:t xml:space="preserve"> – str. </w:t>
      </w:r>
      <w:r w:rsidR="00476B8D">
        <w:t xml:space="preserve">11 – odpověď a úkol (práce s literaturou) 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3A170E" w:rsidRDefault="003A170E" w:rsidP="003A170E">
      <w:bookmarkStart w:id="1" w:name="Text9"/>
      <w:r>
        <w:t xml:space="preserve">hry – SMART Notebook 11, Lesson Activity Toolkit </w:t>
      </w:r>
    </w:p>
    <w:p w:rsidR="003A170E" w:rsidRDefault="003A170E" w:rsidP="003A170E">
      <w:r>
        <w:t>obrázky – SMART Notebook 11, Základní prvky Galerie</w:t>
      </w:r>
    </w:p>
    <w:p w:rsidR="003A170E" w:rsidRDefault="003A170E" w:rsidP="003A170E">
      <w:r>
        <w:t>učebnice – Kvasničková, D. Ekologický přírodopis pro 7. ročník základní školy (2. část), Praha: Fortuna, 1997</w:t>
      </w:r>
    </w:p>
    <w:p w:rsidR="00740F7C" w:rsidRDefault="003A170E" w:rsidP="003A170E">
      <w:r>
        <w:t>učebnice – Smrž, J. Biologie živočichů. Praha: Fortuna, 2004</w:t>
      </w:r>
    </w:p>
    <w:bookmarkEnd w:id="1"/>
    <w:p w:rsidR="00623F17" w:rsidRPr="00B329A7" w:rsidRDefault="00623F17" w:rsidP="00B329A7">
      <w:r w:rsidRPr="00EB331B">
        <w:rPr>
          <w:b/>
        </w:rPr>
        <w:t xml:space="preserve">Poznámka: </w:t>
      </w:r>
      <w:r w:rsidR="00B329A7">
        <w:rPr>
          <w:b/>
        </w:rPr>
        <w:t>-</w:t>
      </w:r>
    </w:p>
    <w:bookmarkStart w:id="2" w:name="Text10"/>
    <w:p w:rsidR="00623F17" w:rsidRDefault="00F46618" w:rsidP="00623F17">
      <w:r>
        <w:fldChar w:fldCharType="begin">
          <w:ffData>
            <w:name w:val="Text10"/>
            <w:enabled/>
            <w:calcOnExit w:val="0"/>
            <w:textInput/>
          </w:ffData>
        </w:fldChar>
      </w:r>
      <w:r w:rsidR="00FC34AC">
        <w:instrText xml:space="preserve"> FORMTEXT </w:instrText>
      </w:r>
      <w:r>
        <w:fldChar w:fldCharType="separate"/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>
        <w:fldChar w:fldCharType="end"/>
      </w:r>
      <w:bookmarkEnd w:id="2"/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119" w:rsidRDefault="00E40119">
      <w:r>
        <w:separator/>
      </w:r>
    </w:p>
  </w:endnote>
  <w:endnote w:type="continuationSeparator" w:id="0">
    <w:p w:rsidR="00E40119" w:rsidRDefault="00E40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75" w:rsidRDefault="0091657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75" w:rsidRDefault="0091657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119" w:rsidRDefault="00E40119">
      <w:r>
        <w:separator/>
      </w:r>
    </w:p>
  </w:footnote>
  <w:footnote w:type="continuationSeparator" w:id="0">
    <w:p w:rsidR="00E40119" w:rsidRDefault="00E40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75" w:rsidRDefault="0091657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0457A5">
      <w:rPr>
        <w:bCs/>
      </w:rPr>
      <w:t>34.</w:t>
    </w:r>
    <w:r>
      <w:rPr>
        <w:bCs/>
      </w:rPr>
      <w:t>0325</w:t>
    </w:r>
  </w:p>
  <w:p w:rsidR="00484E3A" w:rsidRPr="00745A98" w:rsidRDefault="00F46618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F46618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75" w:rsidRDefault="0091657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05D54"/>
    <w:rsid w:val="00040C37"/>
    <w:rsid w:val="000457A5"/>
    <w:rsid w:val="000547D9"/>
    <w:rsid w:val="00054DFD"/>
    <w:rsid w:val="000A48C9"/>
    <w:rsid w:val="000B2930"/>
    <w:rsid w:val="000C037A"/>
    <w:rsid w:val="000C1FE7"/>
    <w:rsid w:val="000C3E7E"/>
    <w:rsid w:val="000E29CB"/>
    <w:rsid w:val="0010546B"/>
    <w:rsid w:val="00163029"/>
    <w:rsid w:val="001A6A4C"/>
    <w:rsid w:val="001F1A08"/>
    <w:rsid w:val="00232FB1"/>
    <w:rsid w:val="00261082"/>
    <w:rsid w:val="00263CD6"/>
    <w:rsid w:val="0028489E"/>
    <w:rsid w:val="00290C19"/>
    <w:rsid w:val="00297870"/>
    <w:rsid w:val="002A290B"/>
    <w:rsid w:val="002A5BAC"/>
    <w:rsid w:val="0033262C"/>
    <w:rsid w:val="0034544A"/>
    <w:rsid w:val="00353FD9"/>
    <w:rsid w:val="00354185"/>
    <w:rsid w:val="0036718C"/>
    <w:rsid w:val="003761B0"/>
    <w:rsid w:val="003835AF"/>
    <w:rsid w:val="00394D93"/>
    <w:rsid w:val="003A170E"/>
    <w:rsid w:val="003A5AD6"/>
    <w:rsid w:val="003E4C3B"/>
    <w:rsid w:val="003E63C0"/>
    <w:rsid w:val="003E66C6"/>
    <w:rsid w:val="003F4DE8"/>
    <w:rsid w:val="0042348A"/>
    <w:rsid w:val="00434610"/>
    <w:rsid w:val="00445D3A"/>
    <w:rsid w:val="004513B8"/>
    <w:rsid w:val="004621BF"/>
    <w:rsid w:val="0046688E"/>
    <w:rsid w:val="00471A18"/>
    <w:rsid w:val="00476B8D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C69F9"/>
    <w:rsid w:val="005D030A"/>
    <w:rsid w:val="006027CC"/>
    <w:rsid w:val="00623F17"/>
    <w:rsid w:val="006A718D"/>
    <w:rsid w:val="006E792F"/>
    <w:rsid w:val="00700E72"/>
    <w:rsid w:val="00740F7C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91E5C"/>
    <w:rsid w:val="008B5602"/>
    <w:rsid w:val="008D5134"/>
    <w:rsid w:val="008F1D94"/>
    <w:rsid w:val="00916575"/>
    <w:rsid w:val="009178A2"/>
    <w:rsid w:val="00930B79"/>
    <w:rsid w:val="009E736F"/>
    <w:rsid w:val="009F240C"/>
    <w:rsid w:val="009F6F13"/>
    <w:rsid w:val="00A32C1A"/>
    <w:rsid w:val="00A32F88"/>
    <w:rsid w:val="00A41616"/>
    <w:rsid w:val="00A67905"/>
    <w:rsid w:val="00A739DB"/>
    <w:rsid w:val="00A92398"/>
    <w:rsid w:val="00A95C9C"/>
    <w:rsid w:val="00AE0AB9"/>
    <w:rsid w:val="00B03303"/>
    <w:rsid w:val="00B11E31"/>
    <w:rsid w:val="00B121FF"/>
    <w:rsid w:val="00B329A7"/>
    <w:rsid w:val="00B43D79"/>
    <w:rsid w:val="00B73B73"/>
    <w:rsid w:val="00BA4C26"/>
    <w:rsid w:val="00BC3C15"/>
    <w:rsid w:val="00C067D2"/>
    <w:rsid w:val="00C26029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B726E"/>
    <w:rsid w:val="00E12C07"/>
    <w:rsid w:val="00E40119"/>
    <w:rsid w:val="00E85A23"/>
    <w:rsid w:val="00E96239"/>
    <w:rsid w:val="00EB152F"/>
    <w:rsid w:val="00EB331B"/>
    <w:rsid w:val="00ED00A5"/>
    <w:rsid w:val="00ED34E2"/>
    <w:rsid w:val="00EE037D"/>
    <w:rsid w:val="00EF7937"/>
    <w:rsid w:val="00F16660"/>
    <w:rsid w:val="00F21BB5"/>
    <w:rsid w:val="00F456CA"/>
    <w:rsid w:val="00F46618"/>
    <w:rsid w:val="00F73128"/>
    <w:rsid w:val="00FA168B"/>
    <w:rsid w:val="00FC34AC"/>
    <w:rsid w:val="00FC7D28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108</TotalTime>
  <Pages>1</Pages>
  <Words>220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24</cp:revision>
  <cp:lastPrinted>2013-06-27T20:41:00Z</cp:lastPrinted>
  <dcterms:created xsi:type="dcterms:W3CDTF">2012-09-30T18:31:00Z</dcterms:created>
  <dcterms:modified xsi:type="dcterms:W3CDTF">2014-05-05T13:07:00Z</dcterms:modified>
</cp:coreProperties>
</file>