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C22619">
        <w:rPr>
          <w:b/>
        </w:rPr>
        <w:t>Ploštěnci a hlísti</w:t>
      </w:r>
      <w:r w:rsidR="0036718C">
        <w:rPr>
          <w:b/>
        </w:rPr>
        <w:tab/>
      </w:r>
    </w:p>
    <w:p w:rsidR="009F6F13" w:rsidRPr="00A32F88" w:rsidRDefault="009F6F13" w:rsidP="00F33F55">
      <w:pPr>
        <w:tabs>
          <w:tab w:val="left" w:pos="1950"/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F33F55">
        <w:rPr>
          <w:b/>
        </w:rPr>
        <w:t xml:space="preserve">Mgr. </w:t>
      </w:r>
      <w:r w:rsidR="00C22619">
        <w:rPr>
          <w:b/>
        </w:rPr>
        <w:t>Ivana Turková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 xml:space="preserve">Sada: </w:t>
      </w:r>
      <w:r w:rsidR="00C22619">
        <w:t>2</w:t>
      </w:r>
      <w:r w:rsidR="00721138">
        <w:t>_Zoologie</w:t>
      </w:r>
      <w:r w:rsidR="00163029">
        <w:tab/>
      </w:r>
      <w:r w:rsidR="008725F1">
        <w:t>Č</w:t>
      </w:r>
      <w:r>
        <w:t>íslo</w:t>
      </w:r>
      <w:r w:rsidR="008725F1">
        <w:t xml:space="preserve"> </w:t>
      </w:r>
      <w:r w:rsidR="00721138">
        <w:t>DU</w:t>
      </w:r>
      <w:r w:rsidR="00F33F55">
        <w:t xml:space="preserve">M: </w:t>
      </w:r>
      <w:r w:rsidR="00C22619">
        <w:t>02</w:t>
      </w:r>
      <w:r w:rsidR="00592F82">
        <w:tab/>
      </w:r>
      <w:r w:rsidR="00F33F55">
        <w:t xml:space="preserve">                  </w:t>
      </w:r>
      <w:r w:rsidR="00592F82">
        <w:t>Předmět:</w:t>
      </w:r>
      <w:r w:rsidR="00F33F55">
        <w:t xml:space="preserve"> </w:t>
      </w:r>
      <w:r w:rsidR="00721138">
        <w:t>biolo</w:t>
      </w:r>
      <w:r w:rsidR="00C22619">
        <w:t>gie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F33F55">
        <w:t>7. 11. 2012</w:t>
      </w:r>
      <w:r w:rsidR="00163029">
        <w:tab/>
      </w:r>
      <w:r>
        <w:t>Třída:</w:t>
      </w:r>
      <w:r w:rsidR="008A385F">
        <w:t xml:space="preserve"> </w:t>
      </w:r>
      <w:proofErr w:type="gramStart"/>
      <w:r w:rsidR="000A4B47">
        <w:t>4.A</w:t>
      </w:r>
      <w:r w:rsidR="00F33F55">
        <w:t xml:space="preserve">      </w:t>
      </w:r>
      <w:r w:rsidR="008A385F">
        <w:t xml:space="preserve">  </w:t>
      </w:r>
      <w:r w:rsidR="00F33F55">
        <w:t xml:space="preserve"> </w:t>
      </w:r>
      <w:r>
        <w:t>Ověřující</w:t>
      </w:r>
      <w:proofErr w:type="gramEnd"/>
      <w:r>
        <w:t xml:space="preserve"> učitel:</w:t>
      </w:r>
      <w:r w:rsidR="00F33F55">
        <w:t xml:space="preserve"> Mgr. </w:t>
      </w:r>
      <w:r w:rsidR="000A4B47">
        <w:t>Hana Chotovinská</w:t>
      </w:r>
    </w:p>
    <w:p w:rsidR="00163029" w:rsidRPr="00501C29" w:rsidRDefault="00E40AC2" w:rsidP="00163029">
      <w:pPr>
        <w:spacing w:before="240" w:line="360" w:lineRule="auto"/>
        <w:rPr>
          <w:b/>
        </w:rPr>
      </w:pPr>
      <w:hyperlink r:id="rId7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0A45A7" w:rsidRPr="000A45A7" w:rsidRDefault="000A4B47" w:rsidP="000A45A7">
      <w:r>
        <w:t xml:space="preserve">Učební materiál </w:t>
      </w:r>
      <w:r w:rsidR="002220E7">
        <w:t>má sloužit k zopakování a shrnutí středoškolského učiva o ploštěncích a hlístech.</w:t>
      </w:r>
      <w:r w:rsidR="00AC0829">
        <w:t xml:space="preserve"> Lze </w:t>
      </w:r>
      <w:r w:rsidR="000A45A7">
        <w:t xml:space="preserve">ho uplatnit v prvním ročníku čtyřletého studia, ve </w:t>
      </w:r>
      <w:r w:rsidR="000A45A7" w:rsidRPr="000A45A7">
        <w:t>čtvrt</w:t>
      </w:r>
      <w:r w:rsidR="000A45A7">
        <w:t>ém</w:t>
      </w:r>
      <w:r w:rsidR="000A45A7" w:rsidRPr="000A45A7">
        <w:t xml:space="preserve"> ročník</w:t>
      </w:r>
      <w:r w:rsidR="000A45A7">
        <w:t>u</w:t>
      </w:r>
      <w:r w:rsidR="000A45A7" w:rsidRPr="000A45A7">
        <w:t xml:space="preserve"> šestiletého studia</w:t>
      </w:r>
      <w:r w:rsidR="000A45A7">
        <w:t xml:space="preserve"> a </w:t>
      </w:r>
      <w:r w:rsidR="00AC4ED7">
        <w:t xml:space="preserve">v </w:t>
      </w:r>
      <w:r w:rsidR="000A45A7">
        <w:t xml:space="preserve">semináři biologie </w:t>
      </w:r>
      <w:r w:rsidR="00AC4ED7">
        <w:t xml:space="preserve">pro maturanty. </w:t>
      </w:r>
      <w:r w:rsidR="00AC4ED7" w:rsidRPr="00E91263">
        <w:t> Interaktivní hry mají za úkol aktivi</w:t>
      </w:r>
      <w:r w:rsidR="00E53AB2">
        <w:t>zovat a motivovat studenty v</w:t>
      </w:r>
      <w:r w:rsidR="006D0416">
        <w:t> hodině.</w:t>
      </w:r>
      <w:r w:rsidR="00E53AB2">
        <w:t xml:space="preserve"> </w:t>
      </w:r>
      <w:r w:rsidR="006D0416">
        <w:t>P</w:t>
      </w:r>
      <w:r w:rsidR="00E53AB2">
        <w:t>omoc</w:t>
      </w:r>
      <w:r w:rsidR="008A385F">
        <w:t>i</w:t>
      </w:r>
      <w:r w:rsidR="00E53AB2">
        <w:t xml:space="preserve"> upevnit si vybrané </w:t>
      </w:r>
      <w:r w:rsidR="006D0416">
        <w:t xml:space="preserve">termíny, porovnat stavbu těla, zopakovat si zástupce a slovně </w:t>
      </w:r>
      <w:r w:rsidR="00C422CC">
        <w:t xml:space="preserve">objasnit vývojové cykly. </w:t>
      </w:r>
      <w:r w:rsidR="00C422CC" w:rsidRPr="00E91263">
        <w:t>Do hodiny je vhodné vzít nástěnn</w:t>
      </w:r>
      <w:r w:rsidR="00C422CC">
        <w:t>é</w:t>
      </w:r>
      <w:r w:rsidR="00C422CC" w:rsidRPr="00E91263">
        <w:t xml:space="preserve"> obraz</w:t>
      </w:r>
      <w:r w:rsidR="00C422CC">
        <w:t>y a sbírkový materiál.</w:t>
      </w:r>
      <w:r w:rsidR="006D0416">
        <w:t xml:space="preserve"> </w:t>
      </w:r>
    </w:p>
    <w:p w:rsidR="00745A98" w:rsidRDefault="00745A98" w:rsidP="00745A98"/>
    <w:p w:rsidR="00484E3A" w:rsidRDefault="00484E3A" w:rsidP="00745A98">
      <w:pPr>
        <w:spacing w:before="240" w:line="360" w:lineRule="auto"/>
        <w:rPr>
          <w:b/>
        </w:rPr>
      </w:pPr>
      <w:r>
        <w:rPr>
          <w:b/>
        </w:rPr>
        <w:t>Klíčová slova:</w:t>
      </w:r>
    </w:p>
    <w:p w:rsidR="00484E3A" w:rsidRDefault="00FD25BB" w:rsidP="00745A98">
      <w:pPr>
        <w:spacing w:before="240" w:line="360" w:lineRule="auto"/>
        <w:rPr>
          <w:b/>
        </w:rPr>
      </w:pPr>
      <w:r>
        <w:t>Ploštěnci, hlísti,</w:t>
      </w:r>
      <w:r w:rsidR="000A4B47">
        <w:t xml:space="preserve"> </w:t>
      </w:r>
      <w:proofErr w:type="spellStart"/>
      <w:r w:rsidR="000A4B47">
        <w:t>schizocoel</w:t>
      </w:r>
      <w:proofErr w:type="spellEnd"/>
      <w:r w:rsidR="000A4B47">
        <w:t xml:space="preserve">, </w:t>
      </w:r>
      <w:proofErr w:type="spellStart"/>
      <w:r w:rsidR="000A4B47">
        <w:t>pseudocoel</w:t>
      </w:r>
      <w:proofErr w:type="spellEnd"/>
      <w:r w:rsidR="000A4B47">
        <w:t xml:space="preserve">, </w:t>
      </w:r>
      <w:proofErr w:type="spellStart"/>
      <w:r w:rsidR="000A4B47">
        <w:t>protonefridie</w:t>
      </w:r>
      <w:proofErr w:type="spellEnd"/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610490" w:rsidRDefault="00610490" w:rsidP="00610490">
      <w:r>
        <w:t>Zadání úkolů je uvedeno na jednotlivých snímcích.</w:t>
      </w:r>
    </w:p>
    <w:p w:rsidR="00C22619" w:rsidRDefault="00C22619" w:rsidP="00C22619">
      <w:r>
        <w:t xml:space="preserve">Aktivita 1 – str. </w:t>
      </w:r>
      <w:r w:rsidR="00610490">
        <w:t>4</w:t>
      </w:r>
      <w:r>
        <w:t xml:space="preserve"> – </w:t>
      </w:r>
      <w:r w:rsidR="00ED3256">
        <w:t xml:space="preserve">přiřazením </w:t>
      </w:r>
      <w:r w:rsidR="00446013">
        <w:t>předložených znaků charakterizovat ploštěnce a hlísty</w:t>
      </w:r>
    </w:p>
    <w:p w:rsidR="00C22619" w:rsidRDefault="00C22619" w:rsidP="00C22619">
      <w:r>
        <w:t xml:space="preserve">Aktivita 2 – str. </w:t>
      </w:r>
      <w:r w:rsidR="00610490">
        <w:t>5</w:t>
      </w:r>
      <w:r>
        <w:t xml:space="preserve"> – </w:t>
      </w:r>
      <w:r w:rsidR="00446013">
        <w:t>přiřazování zástupců do kmene</w:t>
      </w:r>
    </w:p>
    <w:p w:rsidR="00745A98" w:rsidRDefault="00C22619" w:rsidP="00C22619">
      <w:r>
        <w:t xml:space="preserve">Aktivita 3 – str. </w:t>
      </w:r>
      <w:r w:rsidR="00610490">
        <w:t>6</w:t>
      </w:r>
      <w:r>
        <w:t xml:space="preserve"> –</w:t>
      </w:r>
      <w:r w:rsidR="002322A0">
        <w:t xml:space="preserve"> slovní popis vývojových cyklů předepsaných zástupců</w:t>
      </w: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0A4B47" w:rsidRDefault="000A4B47" w:rsidP="000A4B47">
      <w:bookmarkStart w:id="0" w:name="_GoBack"/>
      <w:bookmarkEnd w:id="0"/>
      <w:r>
        <w:t xml:space="preserve">SMART Notebook 11, </w:t>
      </w:r>
      <w:proofErr w:type="spellStart"/>
      <w:r>
        <w:t>Lesson</w:t>
      </w:r>
      <w:proofErr w:type="spellEnd"/>
      <w:r>
        <w:t xml:space="preserve"> </w:t>
      </w:r>
      <w:proofErr w:type="spellStart"/>
      <w:r>
        <w:t>Activity</w:t>
      </w:r>
      <w:proofErr w:type="spellEnd"/>
      <w:r>
        <w:t xml:space="preserve"> </w:t>
      </w:r>
      <w:proofErr w:type="spellStart"/>
      <w:r>
        <w:t>Toolkit</w:t>
      </w:r>
      <w:proofErr w:type="spellEnd"/>
    </w:p>
    <w:p w:rsidR="00623F17" w:rsidRDefault="00D02DDD" w:rsidP="009F6F13">
      <w:r>
        <w:t xml:space="preserve">Smrž, J. </w:t>
      </w:r>
      <w:r w:rsidRPr="00D02DDD">
        <w:rPr>
          <w:i/>
        </w:rPr>
        <w:t>Biologie živočichů</w:t>
      </w:r>
      <w:r>
        <w:t xml:space="preserve">. Praha: Fortuna, 2004 </w:t>
      </w:r>
    </w:p>
    <w:p w:rsidR="00623F17" w:rsidRPr="00F33F55" w:rsidRDefault="00623F17" w:rsidP="00623F17">
      <w:pPr>
        <w:spacing w:before="240" w:line="360" w:lineRule="auto"/>
        <w:rPr>
          <w:b/>
        </w:rPr>
      </w:pPr>
      <w:r w:rsidRPr="00EB331B">
        <w:rPr>
          <w:b/>
        </w:rPr>
        <w:t>Poznámka:</w:t>
      </w:r>
      <w:r w:rsidRPr="00F33F55">
        <w:rPr>
          <w:b/>
        </w:rPr>
        <w:t xml:space="preserve"> </w:t>
      </w:r>
      <w:r w:rsidR="00F33F55" w:rsidRPr="00F33F55">
        <w:rPr>
          <w:b/>
        </w:rPr>
        <w:t>-</w:t>
      </w:r>
    </w:p>
    <w:bookmarkStart w:id="1" w:name="Text10"/>
    <w:p w:rsidR="00623F17" w:rsidRDefault="00E40AC2" w:rsidP="00623F17">
      <w:r>
        <w:fldChar w:fldCharType="begin">
          <w:ffData>
            <w:name w:val="Text10"/>
            <w:enabled/>
            <w:calcOnExit w:val="0"/>
            <w:textInput/>
          </w:ffData>
        </w:fldChar>
      </w:r>
      <w:r w:rsidR="00FC34AC">
        <w:instrText xml:space="preserve"> FORMTEXT </w:instrText>
      </w:r>
      <w:r>
        <w:fldChar w:fldCharType="separate"/>
      </w:r>
      <w:r w:rsidR="00FC34AC">
        <w:rPr>
          <w:noProof/>
        </w:rPr>
        <w:t> </w:t>
      </w:r>
      <w:r w:rsidR="00FC34AC">
        <w:rPr>
          <w:noProof/>
        </w:rPr>
        <w:t> </w:t>
      </w:r>
      <w:r w:rsidR="00FC34AC">
        <w:rPr>
          <w:noProof/>
        </w:rPr>
        <w:t> </w:t>
      </w:r>
      <w:r w:rsidR="00FC34AC">
        <w:rPr>
          <w:noProof/>
        </w:rPr>
        <w:t> </w:t>
      </w:r>
      <w:r w:rsidR="00FC34AC">
        <w:rPr>
          <w:noProof/>
        </w:rPr>
        <w:t> </w:t>
      </w:r>
      <w:r>
        <w:fldChar w:fldCharType="end"/>
      </w:r>
      <w:bookmarkEnd w:id="1"/>
    </w:p>
    <w:p w:rsidR="00623F17" w:rsidRPr="00B121FF" w:rsidRDefault="00623F17" w:rsidP="009F6F13"/>
    <w:sectPr w:rsidR="00623F17" w:rsidRPr="00B121FF" w:rsidSect="00A32F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5056" w:rsidRDefault="00A05056">
      <w:r>
        <w:separator/>
      </w:r>
    </w:p>
  </w:endnote>
  <w:endnote w:type="continuationSeparator" w:id="0">
    <w:p w:rsidR="00A05056" w:rsidRDefault="00A050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AC6" w:rsidRDefault="00092AC6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AC6" w:rsidRDefault="00092AC6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5056" w:rsidRDefault="00A05056">
      <w:r>
        <w:separator/>
      </w:r>
    </w:p>
  </w:footnote>
  <w:footnote w:type="continuationSeparator" w:id="0">
    <w:p w:rsidR="00A05056" w:rsidRDefault="00A050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AC6" w:rsidRDefault="00092AC6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092AC6">
      <w:rPr>
        <w:bCs/>
      </w:rPr>
      <w:t>34.</w:t>
    </w:r>
    <w:r>
      <w:rPr>
        <w:bCs/>
      </w:rPr>
      <w:t>0325</w:t>
    </w:r>
  </w:p>
  <w:p w:rsidR="00484E3A" w:rsidRPr="00745A98" w:rsidRDefault="00E40AC2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 w:rsidRPr="00E40AC2"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.35pt;margin-top:19.55pt;width:463.8pt;height:0;z-index:251658240" o:connectortype="straight"/>
      </w:pict>
    </w:r>
    <w:r w:rsidR="00484E3A">
      <w:rPr>
        <w:bCs/>
      </w:rPr>
      <w:t>Příjemce:</w:t>
    </w:r>
    <w:r w:rsidR="00484E3A">
      <w:rPr>
        <w:bCs/>
      </w:rPr>
      <w:tab/>
      <w:t xml:space="preserve">Gymnázium </w:t>
    </w:r>
    <w:proofErr w:type="spellStart"/>
    <w:r w:rsidR="00484E3A">
      <w:rPr>
        <w:bCs/>
      </w:rPr>
      <w:t>Pierra</w:t>
    </w:r>
    <w:proofErr w:type="spellEnd"/>
    <w:r w:rsidR="00484E3A">
      <w:rPr>
        <w:bCs/>
      </w:rPr>
      <w:t xml:space="preserve"> de </w:t>
    </w:r>
    <w:proofErr w:type="spellStart"/>
    <w:proofErr w:type="gramStart"/>
    <w:r w:rsidR="00484E3A">
      <w:rPr>
        <w:bCs/>
      </w:rPr>
      <w:t>Coubertina</w:t>
    </w:r>
    <w:proofErr w:type="spellEnd"/>
    <w:proofErr w:type="gram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AC6" w:rsidRDefault="00092AC6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attachedTemplate r:id="rId1"/>
  <w:stylePaneFormatFilter w:val="3F01"/>
  <w:defaultTabStop w:val="709"/>
  <w:hyphenationZone w:val="425"/>
  <w:noPunctuationKerning/>
  <w:characterSpacingControl w:val="doNotCompress"/>
  <w:hdrShapeDefaults>
    <o:shapedefaults v:ext="edit" spidmax="2053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3E4C3B"/>
    <w:rsid w:val="00040C37"/>
    <w:rsid w:val="000547D9"/>
    <w:rsid w:val="00054DFD"/>
    <w:rsid w:val="00092AC6"/>
    <w:rsid w:val="000A45A7"/>
    <w:rsid w:val="000A48C9"/>
    <w:rsid w:val="000A4B47"/>
    <w:rsid w:val="000B2930"/>
    <w:rsid w:val="000C1FE7"/>
    <w:rsid w:val="000C3E7E"/>
    <w:rsid w:val="000E29CB"/>
    <w:rsid w:val="0010546B"/>
    <w:rsid w:val="001232A5"/>
    <w:rsid w:val="00163029"/>
    <w:rsid w:val="001A6A4C"/>
    <w:rsid w:val="001F1A08"/>
    <w:rsid w:val="002220E7"/>
    <w:rsid w:val="002322A0"/>
    <w:rsid w:val="00232FB1"/>
    <w:rsid w:val="0028489E"/>
    <w:rsid w:val="00290C19"/>
    <w:rsid w:val="00297870"/>
    <w:rsid w:val="002A290B"/>
    <w:rsid w:val="002A5BAC"/>
    <w:rsid w:val="0033262C"/>
    <w:rsid w:val="0034544A"/>
    <w:rsid w:val="00353FD9"/>
    <w:rsid w:val="0036718C"/>
    <w:rsid w:val="003761B0"/>
    <w:rsid w:val="003835AF"/>
    <w:rsid w:val="00394D93"/>
    <w:rsid w:val="003A5AD6"/>
    <w:rsid w:val="003E4C3B"/>
    <w:rsid w:val="003E63C0"/>
    <w:rsid w:val="003F4DE8"/>
    <w:rsid w:val="0042348A"/>
    <w:rsid w:val="00434610"/>
    <w:rsid w:val="00445D3A"/>
    <w:rsid w:val="00446013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343F6"/>
    <w:rsid w:val="00535863"/>
    <w:rsid w:val="00546A70"/>
    <w:rsid w:val="00574DD9"/>
    <w:rsid w:val="00592F82"/>
    <w:rsid w:val="005A62C1"/>
    <w:rsid w:val="005D030A"/>
    <w:rsid w:val="006027CC"/>
    <w:rsid w:val="00610490"/>
    <w:rsid w:val="0061488C"/>
    <w:rsid w:val="00623F17"/>
    <w:rsid w:val="006A718D"/>
    <w:rsid w:val="006D0416"/>
    <w:rsid w:val="006E792F"/>
    <w:rsid w:val="00700E72"/>
    <w:rsid w:val="00721138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725F1"/>
    <w:rsid w:val="008A385F"/>
    <w:rsid w:val="008B5602"/>
    <w:rsid w:val="008C4A51"/>
    <w:rsid w:val="008C7C3B"/>
    <w:rsid w:val="008F1D94"/>
    <w:rsid w:val="009178A2"/>
    <w:rsid w:val="00930B79"/>
    <w:rsid w:val="009E736F"/>
    <w:rsid w:val="009F240C"/>
    <w:rsid w:val="009F6F13"/>
    <w:rsid w:val="00A05056"/>
    <w:rsid w:val="00A32C1A"/>
    <w:rsid w:val="00A32F88"/>
    <w:rsid w:val="00A67905"/>
    <w:rsid w:val="00A739DB"/>
    <w:rsid w:val="00A92398"/>
    <w:rsid w:val="00AC0829"/>
    <w:rsid w:val="00AC4ED7"/>
    <w:rsid w:val="00AD0A3C"/>
    <w:rsid w:val="00AE0AB9"/>
    <w:rsid w:val="00B03303"/>
    <w:rsid w:val="00B11E31"/>
    <w:rsid w:val="00B121FF"/>
    <w:rsid w:val="00B43D79"/>
    <w:rsid w:val="00B73B73"/>
    <w:rsid w:val="00BA4C26"/>
    <w:rsid w:val="00BC3C15"/>
    <w:rsid w:val="00C067D2"/>
    <w:rsid w:val="00C22619"/>
    <w:rsid w:val="00C36394"/>
    <w:rsid w:val="00C422CC"/>
    <w:rsid w:val="00C43F4C"/>
    <w:rsid w:val="00C61876"/>
    <w:rsid w:val="00C61B2E"/>
    <w:rsid w:val="00C841AF"/>
    <w:rsid w:val="00CB38DA"/>
    <w:rsid w:val="00CC59E8"/>
    <w:rsid w:val="00CF24A3"/>
    <w:rsid w:val="00D02DDD"/>
    <w:rsid w:val="00D65D2B"/>
    <w:rsid w:val="00DB726E"/>
    <w:rsid w:val="00E12C07"/>
    <w:rsid w:val="00E40AC2"/>
    <w:rsid w:val="00E53AB2"/>
    <w:rsid w:val="00E85A23"/>
    <w:rsid w:val="00E96239"/>
    <w:rsid w:val="00EB152F"/>
    <w:rsid w:val="00EB331B"/>
    <w:rsid w:val="00ED00A5"/>
    <w:rsid w:val="00ED3256"/>
    <w:rsid w:val="00EE037D"/>
    <w:rsid w:val="00EF60C4"/>
    <w:rsid w:val="00EF7937"/>
    <w:rsid w:val="00F16660"/>
    <w:rsid w:val="00F21BB5"/>
    <w:rsid w:val="00F33F55"/>
    <w:rsid w:val="00F456CA"/>
    <w:rsid w:val="00F73128"/>
    <w:rsid w:val="00FA168B"/>
    <w:rsid w:val="00FC34AC"/>
    <w:rsid w:val="00FD25BB"/>
    <w:rsid w:val="00FD6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Anotace1.docx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122</TotalTime>
  <Pages>1</Pages>
  <Words>185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svp</dc:creator>
  <cp:keywords/>
  <cp:lastModifiedBy>hchotovinska</cp:lastModifiedBy>
  <cp:revision>23</cp:revision>
  <cp:lastPrinted>1900-12-31T23:00:00Z</cp:lastPrinted>
  <dcterms:created xsi:type="dcterms:W3CDTF">2012-09-30T18:31:00Z</dcterms:created>
  <dcterms:modified xsi:type="dcterms:W3CDTF">2014-05-05T13:06:00Z</dcterms:modified>
</cp:coreProperties>
</file>